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rFonts w:ascii="Arial" w:hAnsi="Arial" w:cs="Arial"/>
            <w:sz w:val="16"/>
          </w:rPr>
          <w:alias w:val="EC Headers - Header"/>
          <w:tag w:val="A4pCgmOjXaoPaysOY21Ij7-5QkCVxYFQ4ANGFaoRKN4I2"/>
          <w:id w:val="1882596983"/>
        </w:sdtPr>
        <w:sdtEndPr>
          <w:rPr>
            <w:rFonts w:ascii="Times New Roman" w:hAnsi="Times New Roman" w:cs="Times New Roman"/>
          </w:rPr>
        </w:sdtEndPr>
        <w:sdtContent>
          <w:tr w:rsidR="0010590B" w:rsidRPr="00C8348E" w14:paraId="716EEC7A" w14:textId="77777777">
            <w:tc>
              <w:tcPr>
                <w:tcW w:w="2400" w:type="dxa"/>
              </w:tcPr>
              <w:p w14:paraId="5106F5F9" w14:textId="77777777" w:rsidR="0010590B" w:rsidRPr="00C8348E" w:rsidRDefault="007701A5">
                <w:pPr>
                  <w:pStyle w:val="ZFlag"/>
                  <w:rPr>
                    <w:rFonts w:ascii="Arial" w:hAnsi="Arial" w:cs="Arial"/>
                  </w:rPr>
                </w:pPr>
                <w:r w:rsidRPr="00C8348E">
                  <w:rPr>
                    <w:rFonts w:ascii="Arial" w:hAnsi="Arial" w:cs="Arial"/>
                    <w:noProof/>
                    <w:lang w:val="pt-PT" w:eastAsia="pt-PT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77777777" w:rsidR="0010590B" w:rsidRPr="00F2563E" w:rsidRDefault="00A13FC3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537D8D" w:rsidRPr="00F2563E">
                      <w:t>EUROPEAN COMMISSION</w:t>
                    </w:r>
                  </w:sdtContent>
                </w:sdt>
              </w:p>
              <w:p w14:paraId="7D06FBB5" w14:textId="77777777" w:rsidR="0010590B" w:rsidRPr="00F2563E" w:rsidRDefault="00A13FC3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537D8D" w:rsidRPr="00F2563E">
                      <w:t>DIRECTORATE-GENERAL</w:t>
                    </w:r>
                  </w:sdtContent>
                </w:sdt>
              </w:p>
              <w:p w14:paraId="0FF33EC6" w14:textId="77777777" w:rsidR="0010590B" w:rsidRPr="00F2563E" w:rsidRDefault="00A13FC3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537D8D" w:rsidRPr="00F2563E">
                      <w:t>TAXATION AND CUSTOMS UNION</w:t>
                    </w:r>
                  </w:sdtContent>
                </w:sdt>
              </w:p>
              <w:p w14:paraId="01BBFAB0" w14:textId="4487C038" w:rsidR="0010590B" w:rsidRPr="00F2563E" w:rsidRDefault="00A13FC3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647966" w:rsidRPr="00F2563E">
                      <w:t>Digital D</w:t>
                    </w:r>
                    <w:r w:rsidR="00537D8D" w:rsidRPr="00F2563E">
                      <w:t>elivery of Customs and Taxation Policies</w:t>
                    </w:r>
                  </w:sdtContent>
                </w:sdt>
              </w:p>
              <w:p w14:paraId="238CF3BA" w14:textId="71F7F7F4" w:rsidR="0010590B" w:rsidRPr="00C8348E" w:rsidRDefault="00A13FC3" w:rsidP="00884EDE">
                <w:pPr>
                  <w:pStyle w:val="ZDGName"/>
                  <w:rPr>
                    <w:rFonts w:ascii="Arial" w:hAnsi="Arial" w:cs="Arial"/>
                  </w:rPr>
                </w:pPr>
                <w:sdt>
                  <w:sdtPr>
                    <w:rPr>
                      <w:b/>
                      <w:bCs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A72725" w:rsidRPr="00494863">
                      <w:rPr>
                        <w:b/>
                        <w:bCs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  <w:tr w:rsidR="00884EDE" w:rsidRPr="00C8348E" w14:paraId="04B79FE6" w14:textId="77777777">
        <w:tc>
          <w:tcPr>
            <w:tcW w:w="2400" w:type="dxa"/>
          </w:tcPr>
          <w:p w14:paraId="4CFA07DB" w14:textId="77777777" w:rsidR="00884EDE" w:rsidRPr="00C8348E" w:rsidRDefault="00884EDE">
            <w:pPr>
              <w:pStyle w:val="ZFlag"/>
              <w:rPr>
                <w:rFonts w:ascii="Arial" w:hAnsi="Arial" w:cs="Arial"/>
              </w:rPr>
            </w:pPr>
          </w:p>
        </w:tc>
        <w:tc>
          <w:tcPr>
            <w:tcW w:w="7080" w:type="dxa"/>
          </w:tcPr>
          <w:p w14:paraId="2F0C44C9" w14:textId="77777777" w:rsidR="00884EDE" w:rsidRPr="00C8348E" w:rsidRDefault="00884EDE">
            <w:pPr>
              <w:pStyle w:val="ZCom"/>
              <w:rPr>
                <w:rFonts w:ascii="Arial" w:hAnsi="Arial" w:cs="Arial"/>
              </w:rPr>
            </w:pPr>
          </w:p>
        </w:tc>
      </w:tr>
    </w:tbl>
    <w:sdt>
      <w:sdtPr>
        <w:rPr>
          <w:rFonts w:ascii="Arial" w:hAnsi="Arial" w:cs="Arial"/>
          <w:kern w:val="0"/>
          <w:sz w:val="40"/>
        </w:rPr>
        <w:alias w:val="Titles - Title and Subtitle"/>
        <w:tag w:val="20VJyCZsNoL1O30TqXpiB2-kVgCMpw2xqUNygTR2zyFO4"/>
        <w:id w:val="1015114815"/>
      </w:sdtPr>
      <w:sdtEndPr>
        <w:rPr>
          <w:rFonts w:ascii="Times New Roman" w:hAnsi="Times New Roman" w:cs="Times New Roman"/>
        </w:rPr>
      </w:sdtEndPr>
      <w:sdtContent>
        <w:p w14:paraId="47730738" w14:textId="384ABC7D" w:rsidR="0010590B" w:rsidRPr="00F2563E" w:rsidRDefault="00A13FC3">
          <w:pPr>
            <w:pStyle w:val="Title"/>
          </w:pPr>
          <w:sdt>
            <w:sdtPr>
              <w:id w:val="-403686101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<w:text w:multiLine="1"/>
            </w:sdtPr>
            <w:sdtContent>
              <w:r w:rsidR="00B21427">
                <w:t>Correspondence CN codes – EPC</w:t>
              </w:r>
            </w:sdtContent>
          </w:sdt>
        </w:p>
        <w:p w14:paraId="22E8D5C6" w14:textId="6DE29F85" w:rsidR="0010590B" w:rsidRPr="00F2563E" w:rsidRDefault="00A13FC3" w:rsidP="00212AAF">
          <w:pPr>
            <w:pStyle w:val="SubTitle1"/>
          </w:pPr>
          <w:sdt>
            <w:sdtPr>
              <w:id w:val="-426418183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  <w:text w:multiLine="1"/>
            </w:sdtPr>
            <w:sdtContent>
              <w:r w:rsidR="008B29A0">
                <w:t>EMCS Phase 4</w:t>
              </w:r>
            </w:sdtContent>
          </w:sdt>
        </w:p>
      </w:sdtContent>
    </w:sdt>
    <w:sdt>
      <w:sdt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6400" w:type="dxa"/>
            <w:tblLook w:val="04A0" w:firstRow="1" w:lastRow="0" w:firstColumn="1" w:lastColumn="0" w:noHBand="0" w:noVBand="1"/>
          </w:tblPr>
          <w:tblGrid>
            <w:gridCol w:w="2400"/>
            <w:gridCol w:w="4000"/>
          </w:tblGrid>
          <w:tr w:rsidR="0010590B" w:rsidRPr="00F2563E" w14:paraId="11B78396" w14:textId="77777777">
            <w:tc>
              <w:tcPr>
                <w:tcW w:w="2400" w:type="dxa"/>
              </w:tcPr>
              <w:p w14:paraId="595DCC05" w14:textId="3E9DF665" w:rsidR="0010590B" w:rsidRPr="00F2563E" w:rsidRDefault="00A13FC3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537D8D" w:rsidRPr="00F2563E"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E68B367" w14:textId="061716D0" w:rsidR="0010590B" w:rsidRPr="00F2563E" w:rsidRDefault="003B1A7E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>
                      <w:rPr>
                        <w:rStyle w:val="PlaceholderText"/>
                        <w:color w:val="auto"/>
                      </w:rPr>
                      <w:t>01/03/2023</w:t>
                    </w:r>
                  </w:sdtContent>
                </w:sdt>
              </w:p>
            </w:tc>
          </w:tr>
          <w:tr w:rsidR="00BD4AAD" w:rsidRPr="00F2563E" w14:paraId="71BAC00C" w14:textId="77777777">
            <w:tc>
              <w:tcPr>
                <w:tcW w:w="2400" w:type="dxa"/>
              </w:tcPr>
              <w:p w14:paraId="46FED22F" w14:textId="77432509" w:rsidR="00BD4AAD" w:rsidRPr="00F2563E" w:rsidRDefault="00BD4AAD">
                <w:r w:rsidRPr="00F2563E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598AB59B6B75460F9C373AF1DF352DD6"/>
                </w:placeholder>
                <w:dropDownList>
                  <w:listItem w:value="Select the status here."/>
                  <w:listItem w:displayText="Draft" w:value="Draft"/>
                  <w:listItem w:displayText="Sent for information (SfI)" w:value="Sent for information (SfI)"/>
                  <w:listItem w:displayText="Sent for review (SfR)" w:value="Sent for review (SfR)"/>
                  <w:listItem w:displayText="Sent for acceptance (SfA)" w:value="Sent for acceptance (SfA)"/>
                  <w:listItem w:displayText="Final" w:value="Final"/>
                </w:dropDownList>
              </w:sdtPr>
              <w:sdtContent>
                <w:tc>
                  <w:tcPr>
                    <w:tcW w:w="4000" w:type="dxa"/>
                  </w:tcPr>
                  <w:p w14:paraId="38D22AA5" w14:textId="3A75C8C0" w:rsidR="00BD4AAD" w:rsidRPr="00F2563E" w:rsidRDefault="007E1636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Sent for acceptance (SfA)</w:t>
                    </w:r>
                  </w:p>
                </w:tc>
              </w:sdtContent>
            </w:sdt>
          </w:tr>
          <w:tr w:rsidR="0010590B" w:rsidRPr="00F2563E" w14:paraId="770DF7C8" w14:textId="77777777">
            <w:tc>
              <w:tcPr>
                <w:tcW w:w="2400" w:type="dxa"/>
              </w:tcPr>
              <w:p w14:paraId="483FCD0F" w14:textId="77777777" w:rsidR="0010590B" w:rsidRPr="00F2563E" w:rsidRDefault="00A13FC3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537D8D" w:rsidRPr="00F2563E"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52AAA1CC" w14:textId="617002B9" w:rsidR="007050D7" w:rsidRPr="00F2563E" w:rsidRDefault="00A13FC3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65275F" w:rsidRPr="00016839">
                      <w:rPr>
                        <w:rStyle w:val="PlaceholderText"/>
                        <w:color w:val="auto"/>
                      </w:rPr>
                      <w:t>4.</w:t>
                    </w:r>
                    <w:r w:rsidR="0065275F">
                      <w:rPr>
                        <w:rStyle w:val="PlaceholderText"/>
                        <w:color w:val="auto"/>
                      </w:rPr>
                      <w:t>12</w:t>
                    </w:r>
                  </w:sdtContent>
                </w:sdt>
              </w:p>
            </w:tc>
          </w:tr>
          <w:tr w:rsidR="0010590B" w:rsidRPr="00F2563E" w14:paraId="78BFA891" w14:textId="77777777">
            <w:tc>
              <w:tcPr>
                <w:tcW w:w="2400" w:type="dxa"/>
              </w:tcPr>
              <w:p w14:paraId="6DE7AA57" w14:textId="2E7480A6" w:rsidR="0010590B" w:rsidRPr="00F2563E" w:rsidRDefault="00A13FC3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537D8D" w:rsidRPr="00F2563E"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6B7EC104" w14:textId="4CB77190" w:rsidR="0010590B" w:rsidRPr="00F2563E" w:rsidRDefault="00A13FC3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>
                    <w:rPr>
                      <w:color w:val="auto"/>
                    </w:rPr>
                  </w:sdtEndPr>
                  <w:sdtContent>
                    <w:r w:rsidR="00163D4F" w:rsidRPr="00163D4F">
                      <w:t>SOFT-DEV</w:t>
                    </w:r>
                  </w:sdtContent>
                </w:sdt>
              </w:p>
            </w:tc>
          </w:tr>
          <w:tr w:rsidR="0010590B" w:rsidRPr="00F2563E" w14:paraId="6F52AC17" w14:textId="77777777">
            <w:tc>
              <w:tcPr>
                <w:tcW w:w="2400" w:type="dxa"/>
              </w:tcPr>
              <w:p w14:paraId="53CD7672" w14:textId="77777777" w:rsidR="0010590B" w:rsidRPr="00F2563E" w:rsidRDefault="00A13FC3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537D8D" w:rsidRPr="00F2563E"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0C45DD97" w14:textId="32CEEBF7" w:rsidR="0010590B" w:rsidRPr="00F2563E" w:rsidRDefault="00A13FC3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Content>
                    <w:r w:rsidR="00417D3E" w:rsidRPr="00F2563E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5E5277" w:rsidRPr="00F2563E" w14:paraId="050517D3" w14:textId="77777777">
            <w:tc>
              <w:tcPr>
                <w:tcW w:w="2400" w:type="dxa"/>
              </w:tcPr>
              <w:p w14:paraId="10F26747" w14:textId="3D93514C" w:rsidR="005E5277" w:rsidRDefault="002B6E9F">
                <w:r w:rsidRPr="002B6E9F">
                  <w:t>Reference number:</w:t>
                </w:r>
              </w:p>
            </w:tc>
            <w:tc>
              <w:tcPr>
                <w:tcW w:w="4000" w:type="dxa"/>
              </w:tcPr>
              <w:p w14:paraId="3E70B60E" w14:textId="566D4634" w:rsidR="005E5277" w:rsidRDefault="00D24E78" w:rsidP="00417D3E">
                <w:pPr>
                  <w:jc w:val="left"/>
                </w:pPr>
                <w:r w:rsidRPr="00D24E78">
                  <w:t>DLV-275-6.8-100-7-21</w:t>
                </w:r>
                <w:r w:rsidR="008131AC">
                  <w:t>b</w:t>
                </w:r>
              </w:p>
            </w:tc>
          </w:tr>
          <w:tr w:rsidR="00644F23" w:rsidRPr="00F2563E" w14:paraId="7E3248C6" w14:textId="77777777">
            <w:tc>
              <w:tcPr>
                <w:tcW w:w="2400" w:type="dxa"/>
              </w:tcPr>
              <w:p w14:paraId="11FCA8D0" w14:textId="5580DE98" w:rsidR="00644F23" w:rsidRDefault="00644F23" w:rsidP="00922DBF">
                <w:r>
                  <w:t>Public:</w:t>
                </w:r>
              </w:p>
            </w:tc>
            <w:tc>
              <w:tcPr>
                <w:tcW w:w="4000" w:type="dxa"/>
              </w:tcPr>
              <w:p w14:paraId="24E4F25B" w14:textId="6AE74872" w:rsidR="00644F23" w:rsidRPr="00F2563E" w:rsidRDefault="00644F23" w:rsidP="009F6747">
                <w:pPr>
                  <w:jc w:val="left"/>
                </w:pPr>
                <w:r>
                  <w:t>DG TAXUD external</w:t>
                </w:r>
              </w:p>
            </w:tc>
          </w:tr>
          <w:tr w:rsidR="00445962" w:rsidRPr="00F2563E" w14:paraId="627FF8E5" w14:textId="77777777">
            <w:tc>
              <w:tcPr>
                <w:tcW w:w="2400" w:type="dxa"/>
              </w:tcPr>
              <w:p w14:paraId="7B547DB5" w14:textId="23A53B83" w:rsidR="00445962" w:rsidRPr="00F2563E" w:rsidRDefault="00445962" w:rsidP="00445962">
                <w:pPr>
                  <w:rPr>
                    <w:szCs w:val="22"/>
                  </w:rPr>
                </w:pPr>
                <w:r w:rsidRPr="00F2563E">
                  <w:rPr>
                    <w:szCs w:val="22"/>
                  </w:rPr>
                  <w:t>Confidentiality</w:t>
                </w:r>
                <w:r w:rsidR="009A07DA" w:rsidRPr="00F2563E">
                  <w:rPr>
                    <w:szCs w:val="22"/>
                  </w:rPr>
                  <w:t>:</w:t>
                </w:r>
              </w:p>
            </w:tc>
            <w:tc>
              <w:tcPr>
                <w:tcW w:w="4000" w:type="dxa"/>
              </w:tcPr>
              <w:p w14:paraId="736771A7" w14:textId="2F81B194" w:rsidR="00445962" w:rsidRPr="00F2563E" w:rsidRDefault="00A13FC3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B7176F666F3A44F7B71DD30939990553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1B2080">
                      <w:rPr>
                        <w:bCs/>
                        <w:szCs w:val="22"/>
                        <w:lang w:eastAsia="en-US"/>
                      </w:rPr>
                      <w:t>Sensitive non-classified (SNC)</w:t>
                    </w:r>
                  </w:sdtContent>
                </w:sdt>
              </w:p>
            </w:tc>
          </w:tr>
        </w:tbl>
        <w:p w14:paraId="4D3AA523" w14:textId="66978337" w:rsidR="0010590B" w:rsidRPr="00F2563E" w:rsidRDefault="007701A5">
          <w:r w:rsidRPr="00F2563E"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History Table"/>
        <w:tag w:val="PiT5cxNc44EbCTosFkXVi0"/>
        <w:id w:val="-914170639"/>
      </w:sdtPr>
      <w:sdtEndPr/>
      <w:sdtContent>
        <w:p w14:paraId="5DDE0535" w14:textId="5543EF7D" w:rsidR="00BC709B" w:rsidRPr="00F2563E" w:rsidRDefault="00BC709B" w:rsidP="008F6F83">
          <w:pPr>
            <w:pStyle w:val="HeadingTOC"/>
            <w:rPr>
              <w:rFonts w:ascii="Times New Roman" w:hAnsi="Times New Roman"/>
            </w:rPr>
          </w:pPr>
          <w:r w:rsidRPr="00F2563E">
            <w:rPr>
              <w:rFonts w:ascii="Times New Roman" w:hAnsi="Times New Roman"/>
              <w:noProof/>
              <w:lang w:val="pt-PT" w:eastAsia="pt-PT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0AAB080F" wp14:editId="5E60E1D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95A4AE" w14:textId="77777777" w:rsidR="00575FDC" w:rsidRDefault="00575FDC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AB080F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    <v:textbox>
                      <w:txbxContent>
                        <w:p w14:paraId="4C95A4AE" w14:textId="77777777" w:rsidR="00575FDC" w:rsidRDefault="00575FDC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F2563E">
            <w:rPr>
              <w:rFonts w:ascii="Times New Roman" w:eastAsia="Calibri" w:hAnsi="Times New Roman"/>
            </w:rPr>
            <w:t xml:space="preserve">Document </w:t>
          </w:r>
          <w:r w:rsidR="00C375AF" w:rsidRPr="00F2563E">
            <w:rPr>
              <w:rFonts w:ascii="Times New Roman" w:eastAsia="Calibri" w:hAnsi="Times New Roman"/>
            </w:rPr>
            <w:t>c</w:t>
          </w:r>
          <w:r w:rsidRPr="00F2563E">
            <w:rPr>
              <w:rFonts w:ascii="Times New Roman" w:eastAsia="Calibri" w:hAnsi="Times New Roman"/>
            </w:rPr>
            <w:t xml:space="preserve">ontrol </w:t>
          </w:r>
          <w:r w:rsidR="00C375AF" w:rsidRPr="00F2563E">
            <w:rPr>
              <w:rFonts w:ascii="Times New Roman" w:eastAsia="Calibri" w:hAnsi="Times New Roman"/>
            </w:rPr>
            <w:t>i</w:t>
          </w:r>
          <w:r w:rsidRPr="00F2563E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8"/>
            <w:gridCol w:w="6196"/>
          </w:tblGrid>
          <w:tr w:rsidR="00BC709B" w:rsidRPr="00F2563E" w14:paraId="6BBA2F9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297AA5C3" w14:textId="1E280BA3" w:rsidR="00BC709B" w:rsidRPr="00F2563E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6135E5B5" w14:textId="77777777" w:rsidR="00BC709B" w:rsidRPr="00F2563E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C709B" w:rsidRPr="00F2563E" w14:paraId="7A5AAE06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C17239" w14:textId="0CBD0206" w:rsidR="00BC709B" w:rsidRPr="00F2563E" w:rsidRDefault="00644F23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>
                  <w:rPr>
                    <w:b/>
                    <w:bCs/>
                    <w:sz w:val="20"/>
                    <w:szCs w:val="22"/>
                    <w:lang w:val="en-GB"/>
                  </w:rPr>
                  <w:t>T</w:t>
                </w:r>
                <w:r w:rsidR="00C375AF" w:rsidRPr="00F2563E">
                  <w:rPr>
                    <w:b/>
                    <w:bCs/>
                    <w:sz w:val="20"/>
                    <w:szCs w:val="22"/>
                    <w:lang w:val="en-GB"/>
                  </w:rPr>
                  <w:t>itle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847ECF7" w14:textId="4D1D9ABB" w:rsidR="00BC709B" w:rsidRPr="00F2563E" w:rsidRDefault="00A13FC3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Content>
                    <w:r w:rsidR="008B29A0" w:rsidRPr="003A2B96">
                      <w:rPr>
                        <w:sz w:val="20"/>
                        <w:szCs w:val="22"/>
                      </w:rPr>
                      <w:t xml:space="preserve">Correspondence CN codes </w:t>
                    </w:r>
                    <w:r w:rsidR="00B21427">
                      <w:rPr>
                        <w:sz w:val="20"/>
                        <w:szCs w:val="22"/>
                      </w:rPr>
                      <w:t>–</w:t>
                    </w:r>
                    <w:r w:rsidR="008B29A0" w:rsidRPr="003A2B96">
                      <w:rPr>
                        <w:sz w:val="20"/>
                        <w:szCs w:val="22"/>
                      </w:rPr>
                      <w:t xml:space="preserve"> EPC</w:t>
                    </w:r>
                  </w:sdtContent>
                </w:sdt>
              </w:p>
            </w:tc>
          </w:tr>
          <w:tr w:rsidR="00BC709B" w:rsidRPr="00F2563E" w14:paraId="71A6B2AD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D30469" w14:textId="6CBD2DAE" w:rsidR="00BC709B" w:rsidRPr="00F2563E" w:rsidRDefault="00644F23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>
                  <w:rPr>
                    <w:b/>
                    <w:bCs/>
                    <w:sz w:val="20"/>
                    <w:szCs w:val="22"/>
                    <w:lang w:val="en-GB"/>
                  </w:rPr>
                  <w:t>Sub</w:t>
                </w:r>
                <w:r w:rsidR="00C375AF" w:rsidRPr="00F2563E">
                  <w:rPr>
                    <w:b/>
                    <w:bCs/>
                    <w:sz w:val="20"/>
                    <w:szCs w:val="22"/>
                    <w:lang w:val="en-GB"/>
                  </w:rPr>
                  <w:t>title</w:t>
                </w:r>
              </w:p>
            </w:tc>
            <w:sdt>
              <w:sdtPr>
                <w:rPr>
                  <w:sz w:val="20"/>
                  <w:szCs w:val="22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tc>
                  <w:tcPr>
                    <w:tcW w:w="3414" w:type="pct"/>
                    <w:tc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</w:tcBorders>
                    <w:hideMark/>
                  </w:tcPr>
                  <w:p w14:paraId="515CD6BB" w14:textId="15978824" w:rsidR="00BC709B" w:rsidRPr="00F2563E" w:rsidRDefault="008B29A0" w:rsidP="00C375AF">
                    <w:pPr>
                      <w:spacing w:after="0" w:line="276" w:lineRule="auto"/>
                      <w:jc w:val="left"/>
                      <w:rPr>
                        <w:color w:val="385623" w:themeColor="accent6" w:themeShade="80"/>
                        <w:sz w:val="20"/>
                        <w:szCs w:val="22"/>
                        <w:lang w:val="en-GB"/>
                      </w:rPr>
                    </w:pPr>
                    <w:r>
                      <w:rPr>
                        <w:sz w:val="20"/>
                        <w:szCs w:val="22"/>
                      </w:rPr>
                      <w:t>EMCS Phase 4</w:t>
                    </w:r>
                  </w:p>
                </w:tc>
              </w:sdtContent>
            </w:sdt>
          </w:tr>
          <w:tr w:rsidR="00BC709B" w:rsidRPr="00F2563E" w14:paraId="241148E9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3218286" w14:textId="2095C30B" w:rsidR="00BC709B" w:rsidRPr="00F2563E" w:rsidRDefault="00393CA0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sz w:val="20"/>
                    <w:szCs w:val="22"/>
                    <w:lang w:val="en-GB"/>
                  </w:rPr>
                  <w:t>A</w:t>
                </w:r>
                <w:r w:rsidR="00C375AF" w:rsidRPr="00F2563E">
                  <w:rPr>
                    <w:b/>
                    <w:sz w:val="20"/>
                    <w:szCs w:val="22"/>
                    <w:lang w:val="en-GB"/>
                  </w:rPr>
                  <w:t>uthor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9902E7" w14:textId="0DEA06FF" w:rsidR="00BC709B" w:rsidRPr="00F2563E" w:rsidRDefault="00A13FC3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163D4F">
                      <w:rPr>
                        <w:sz w:val="20"/>
                        <w:szCs w:val="22"/>
                      </w:rPr>
                      <w:t>SOFT-DEV</w:t>
                    </w:r>
                  </w:sdtContent>
                </w:sdt>
              </w:p>
            </w:tc>
          </w:tr>
          <w:tr w:rsidR="00644F23" w:rsidRPr="00F2563E" w14:paraId="0F65930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626E930" w14:textId="1711D76F" w:rsidR="00644F23" w:rsidRPr="00F2563E" w:rsidRDefault="00644F23" w:rsidP="00644F23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szCs w:val="22"/>
                    <w:lang w:val="en-GB"/>
                  </w:rPr>
                  <w:t>Project owner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DCCA868" w14:textId="41B6EC97" w:rsidR="00644F23" w:rsidRPr="00F2563E" w:rsidRDefault="00644F23" w:rsidP="00644F23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>
                  <w:rPr>
                    <w:sz w:val="20"/>
                    <w:szCs w:val="22"/>
                  </w:rPr>
                  <w:t>Head of Unit of DG TAXUD Unit B4</w:t>
                </w:r>
              </w:p>
            </w:tc>
          </w:tr>
          <w:tr w:rsidR="00BC709B" w:rsidRPr="00F2563E" w14:paraId="2BC473EB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46C6F11A" w14:textId="656392D3" w:rsidR="00BC709B" w:rsidRPr="00F2563E" w:rsidRDefault="00BC709B" w:rsidP="00C375AF">
                <w:pPr>
                  <w:spacing w:after="0" w:line="276" w:lineRule="auto"/>
                  <w:jc w:val="left"/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</w:pPr>
                <w:r w:rsidRPr="00F2563E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Solution </w:t>
                </w:r>
                <w:r w:rsidR="00C375AF" w:rsidRPr="00F2563E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provider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91C3FB2" w14:textId="6A927D9F" w:rsidR="00BC709B" w:rsidRPr="00F2563E" w:rsidRDefault="00BB0F74" w:rsidP="00C375AF">
                <w:pPr>
                  <w:spacing w:after="0" w:line="276" w:lineRule="auto"/>
                  <w:jc w:val="left"/>
                  <w:rPr>
                    <w:rFonts w:eastAsia="PMingLiU"/>
                    <w:color w:val="984806"/>
                    <w:sz w:val="20"/>
                    <w:szCs w:val="22"/>
                    <w:lang w:val="en-GB"/>
                  </w:rPr>
                </w:pPr>
                <w:r w:rsidRPr="00F64B49">
                  <w:rPr>
                    <w:sz w:val="20"/>
                    <w:szCs w:val="22"/>
                    <w:lang w:val="en-GB"/>
                  </w:rPr>
                  <w:t xml:space="preserve">DG TAXUD </w:t>
                </w:r>
                <w:r>
                  <w:rPr>
                    <w:sz w:val="20"/>
                    <w:szCs w:val="22"/>
                    <w:lang w:val="en-GB"/>
                  </w:rPr>
                  <w:t>Unit</w:t>
                </w:r>
                <w:r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1903902357"/>
                    <w:placeholder>
                      <w:docPart w:val="0215F321C419430BB62234469190D2DF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Content>
                    <w:r>
                      <w:rPr>
                        <w:sz w:val="20"/>
                      </w:rPr>
                      <w:t>B4 Taxation Systems &amp; Digital Governance</w:t>
                    </w:r>
                  </w:sdtContent>
                </w:sdt>
              </w:p>
            </w:tc>
          </w:tr>
          <w:tr w:rsidR="00117907" w:rsidRPr="00F2563E" w14:paraId="78093B0D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416484F" w14:textId="5F944EDC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DG 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5E0B193" w14:textId="61E1527C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F2563E">
                  <w:rPr>
                    <w:sz w:val="20"/>
                    <w:szCs w:val="22"/>
                  </w:rPr>
                  <w:t>DG TAXUD B4</w:t>
                </w:r>
              </w:p>
            </w:tc>
          </w:tr>
          <w:tr w:rsidR="00117907" w:rsidRPr="00F2563E" w14:paraId="1392055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52B5C15" w14:textId="516BB8D2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F2563E"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785CEF" w14:textId="72858ED9" w:rsidR="00117907" w:rsidRPr="00F2563E" w:rsidRDefault="00A13FC3" w:rsidP="00117907">
                <w:pPr>
                  <w:spacing w:after="0" w:line="276" w:lineRule="auto"/>
                  <w:jc w:val="left"/>
                  <w:rPr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65275F">
                      <w:rPr>
                        <w:sz w:val="20"/>
                        <w:szCs w:val="22"/>
                      </w:rPr>
                      <w:t>4.12</w:t>
                    </w:r>
                  </w:sdtContent>
                </w:sdt>
              </w:p>
            </w:tc>
          </w:tr>
          <w:tr w:rsidR="00117907" w:rsidRPr="00F2563E" w14:paraId="05FE1E16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3E4474D" w14:textId="37BA2AD3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szCs w:val="22"/>
                    <w:lang w:val="en-GB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7904D9B" w14:textId="4271B21F" w:rsidR="00117907" w:rsidRPr="00F2563E" w:rsidRDefault="00A13FC3" w:rsidP="00117907">
                <w:pPr>
                  <w:spacing w:after="0" w:line="276" w:lineRule="auto"/>
                  <w:jc w:val="left"/>
                  <w:rPr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Cs/>
                      <w:sz w:val="20"/>
                      <w:szCs w:val="22"/>
                    </w:rPr>
                    <w:alias w:val="Confidentiality"/>
                    <w:tag w:val="Confidentiality"/>
                    <w:id w:val="1024136762"/>
                    <w:placeholder>
                      <w:docPart w:val="322870AC51AE4F22ADC8C770328A7965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Sensitive non-classified (SNC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1B2080">
                      <w:rPr>
                        <w:bCs/>
                        <w:sz w:val="20"/>
                        <w:szCs w:val="22"/>
                      </w:rPr>
                      <w:t>Sensitive non-classified (SNC)</w:t>
                    </w:r>
                  </w:sdtContent>
                </w:sdt>
              </w:p>
            </w:tc>
          </w:tr>
          <w:tr w:rsidR="00117907" w:rsidRPr="00F2563E" w14:paraId="7619FB2A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0D4DF41" w14:textId="08912201" w:rsidR="00117907" w:rsidRPr="00F2563E" w:rsidRDefault="00117907" w:rsidP="00117907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szCs w:val="22"/>
                    <w:lang w:val="en-GB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1856901" w14:textId="08C6193D" w:rsidR="00117907" w:rsidRPr="00F2563E" w:rsidRDefault="00A13FC3" w:rsidP="00117907">
                <w:pPr>
                  <w:spacing w:after="0" w:line="276" w:lineRule="auto"/>
                  <w:jc w:val="left"/>
                  <w:rPr>
                    <w:rFonts w:eastAsia="PMingLiU"/>
                    <w:bCs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rStyle w:val="PlaceholderText"/>
                      <w:color w:val="auto"/>
                      <w:sz w:val="20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3-03-01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65275F">
                      <w:rPr>
                        <w:rStyle w:val="PlaceholderText"/>
                        <w:color w:val="auto"/>
                        <w:sz w:val="20"/>
                        <w:lang w:val="en-GB"/>
                      </w:rPr>
                      <w:t>01/03/2023</w:t>
                    </w:r>
                  </w:sdtContent>
                </w:sdt>
              </w:p>
            </w:tc>
          </w:tr>
        </w:tbl>
        <w:p w14:paraId="5DC5819D" w14:textId="77777777" w:rsidR="00BC709B" w:rsidRPr="00F2563E" w:rsidRDefault="00BC709B" w:rsidP="0004751B">
          <w:pPr>
            <w:rPr>
              <w:rFonts w:eastAsia="Calibri"/>
            </w:rPr>
          </w:pPr>
        </w:p>
        <w:p w14:paraId="7D0A3F38" w14:textId="49A4622A" w:rsidR="00BC709B" w:rsidRPr="00F2563E" w:rsidRDefault="00BC709B" w:rsidP="008F6F83">
          <w:pPr>
            <w:pStyle w:val="HeadingTOC"/>
            <w:rPr>
              <w:rFonts w:ascii="Times New Roman" w:eastAsia="Calibri" w:hAnsi="Times New Roman"/>
            </w:rPr>
          </w:pPr>
          <w:r w:rsidRPr="00F2563E">
            <w:rPr>
              <w:rFonts w:ascii="Times New Roman" w:hAnsi="Times New Roman"/>
              <w:noProof/>
              <w:lang w:val="pt-PT" w:eastAsia="pt-PT"/>
            </w:rPr>
            <mc:AlternateContent>
              <mc:Choice Requires="wps">
                <w:drawing>
                  <wp:anchor distT="0" distB="0" distL="114300" distR="114300" simplePos="0" relativeHeight="251658241" behindDoc="1" locked="0" layoutInCell="1" allowOverlap="1" wp14:anchorId="45C3FBDF" wp14:editId="0AA277E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26338F" w14:textId="77777777" w:rsidR="00575FDC" w:rsidRDefault="00575FDC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5C3FBDF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    <v:textbox>
                      <w:txbxContent>
                        <w:p w14:paraId="3826338F" w14:textId="77777777" w:rsidR="00575FDC" w:rsidRDefault="00575FDC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F2563E">
            <w:rPr>
              <w:rFonts w:ascii="Times New Roman" w:eastAsia="Calibri" w:hAnsi="Times New Roman"/>
            </w:rPr>
            <w:t xml:space="preserve">Contractor </w:t>
          </w:r>
          <w:r w:rsidR="00C375AF" w:rsidRPr="00F2563E">
            <w:rPr>
              <w:rFonts w:ascii="Times New Roman" w:eastAsia="Calibri" w:hAnsi="Times New Roman"/>
            </w:rPr>
            <w:t>i</w:t>
          </w:r>
          <w:r w:rsidRPr="00F2563E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8"/>
            <w:gridCol w:w="6196"/>
          </w:tblGrid>
          <w:tr w:rsidR="00BC709B" w:rsidRPr="00F2563E" w14:paraId="02B514A1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0D2849B9" w14:textId="41041668" w:rsidR="00BC709B" w:rsidRPr="00F2563E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9D9D9" w:themeFill="background1" w:themeFillShade="D9"/>
                <w:hideMark/>
              </w:tcPr>
              <w:p w14:paraId="5DA0F3C7" w14:textId="77777777" w:rsidR="00BC709B" w:rsidRPr="00F2563E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F2563E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117907" w:rsidRPr="00F2563E" w14:paraId="00EEACFC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7E51736" w14:textId="7F54C6E1" w:rsidR="00117907" w:rsidRPr="00F2563E" w:rsidRDefault="00117907" w:rsidP="00117907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lang w:val="en-GB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AB871B3" w14:textId="1C245DB2" w:rsidR="00117907" w:rsidRPr="00F2563E" w:rsidRDefault="0048498D" w:rsidP="00117907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lang w:val="en-GB"/>
                  </w:rPr>
                </w:pPr>
                <w:r w:rsidRPr="0048498D">
                  <w:rPr>
                    <w:sz w:val="20"/>
                  </w:rPr>
                  <w:t>TAXUD/2021/CC/162</w:t>
                </w:r>
              </w:p>
            </w:tc>
          </w:tr>
          <w:tr w:rsidR="00117907" w:rsidRPr="00F2563E" w14:paraId="3EC07586" w14:textId="77777777" w:rsidTr="00B06CFE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F6EE190" w14:textId="4B6DB9CE" w:rsidR="00117907" w:rsidRPr="00F2563E" w:rsidRDefault="00117907" w:rsidP="00117907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F2563E">
                  <w:rPr>
                    <w:b/>
                    <w:bCs/>
                    <w:sz w:val="20"/>
                    <w:lang w:val="en-GB"/>
                  </w:rPr>
                  <w:t>Specific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D03CFC" w14:textId="3A2B27DE" w:rsidR="00117907" w:rsidRPr="00F2563E" w:rsidRDefault="00117907" w:rsidP="00117907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lang w:val="en-GB"/>
                  </w:rPr>
                </w:pPr>
                <w:r w:rsidRPr="00F2563E">
                  <w:rPr>
                    <w:rStyle w:val="Style1"/>
                    <w:sz w:val="20"/>
                  </w:rPr>
                  <w:t>SC</w:t>
                </w:r>
                <w:r w:rsidR="0048498D">
                  <w:rPr>
                    <w:rStyle w:val="Style1"/>
                    <w:sz w:val="20"/>
                  </w:rPr>
                  <w:t>08</w:t>
                </w:r>
              </w:p>
            </w:tc>
          </w:tr>
        </w:tbl>
        <w:p w14:paraId="3C71BCF4" w14:textId="77777777" w:rsidR="00BC709B" w:rsidRPr="00F2563E" w:rsidRDefault="00BC709B" w:rsidP="0004751B">
          <w:pPr>
            <w:rPr>
              <w:rFonts w:eastAsia="Calibri"/>
            </w:rPr>
          </w:pPr>
        </w:p>
        <w:p w14:paraId="2C1DD8F4" w14:textId="6E2D286A" w:rsidR="00BC709B" w:rsidRPr="00F2563E" w:rsidRDefault="00A13FC3" w:rsidP="008F6F83">
          <w:pPr>
            <w:pStyle w:val="HeadingTOC"/>
            <w:rPr>
              <w:rFonts w:ascii="Times New Roman" w:hAnsi="Times New Roman"/>
            </w:rPr>
          </w:pPr>
          <w:sdt>
            <w:sdtPr>
              <w:rPr>
                <w:rFonts w:ascii="Times New Roman" w:eastAsia="Calibri" w:hAnsi="Times New Roman"/>
              </w:rPr>
              <w:id w:val="1255482192"/>
              <w:dataBinding w:xpath="/Texts/TechHistory" w:storeItemID="{4EF90DE6-88B6-4264-9629-4D8DFDFE87D2}"/>
              <w:text w:multiLine="1"/>
            </w:sdtPr>
            <w:sdtContent>
              <w:r w:rsidR="00BC709B" w:rsidRPr="00F2563E">
                <w:rPr>
                  <w:rFonts w:ascii="Times New Roman" w:eastAsia="Calibri" w:hAnsi="Times New Roman"/>
                </w:rPr>
                <w:t xml:space="preserve">Document </w:t>
              </w:r>
              <w:r w:rsidR="00C375AF" w:rsidRPr="00F2563E">
                <w:rPr>
                  <w:rFonts w:ascii="Times New Roman" w:eastAsia="Calibri" w:hAnsi="Times New Roman"/>
                </w:rPr>
                <w:t>h</w:t>
              </w:r>
              <w:r w:rsidR="00BC709B" w:rsidRPr="00F2563E">
                <w:rPr>
                  <w:rFonts w:ascii="Times New Roman" w:eastAsia="Calibri" w:hAnsi="Times New Roman"/>
                </w:rPr>
                <w:t>istory</w:t>
              </w:r>
            </w:sdtContent>
          </w:sdt>
        </w:p>
        <w:p w14:paraId="1018CBEE" w14:textId="1941C3E6" w:rsidR="00BC709B" w:rsidRPr="00F2563E" w:rsidRDefault="00BC709B" w:rsidP="007A4282">
          <w:pPr>
            <w:spacing w:after="0" w:line="276" w:lineRule="auto"/>
            <w:jc w:val="left"/>
            <w:rPr>
              <w:rFonts w:eastAsia="Calibri"/>
              <w:szCs w:val="22"/>
            </w:rPr>
          </w:pPr>
          <w:r w:rsidRPr="00F2563E">
            <w:rPr>
              <w:rFonts w:eastAsia="Calibri"/>
              <w:szCs w:val="22"/>
            </w:rPr>
            <w:t xml:space="preserve">The </w:t>
          </w:r>
          <w:r w:rsidR="00C375AF" w:rsidRPr="00F2563E">
            <w:rPr>
              <w:rFonts w:eastAsia="Calibri"/>
              <w:szCs w:val="22"/>
            </w:rPr>
            <w:t>d</w:t>
          </w:r>
          <w:r w:rsidRPr="00F2563E">
            <w:rPr>
              <w:rFonts w:eastAsia="Calibri"/>
              <w:szCs w:val="22"/>
            </w:rPr>
            <w:t xml:space="preserve">ocument </w:t>
          </w:r>
          <w:r w:rsidR="00C375AF" w:rsidRPr="00F2563E">
            <w:rPr>
              <w:rFonts w:eastAsia="Calibri"/>
              <w:szCs w:val="22"/>
            </w:rPr>
            <w:t>a</w:t>
          </w:r>
          <w:r w:rsidRPr="00F2563E">
            <w:rPr>
              <w:rFonts w:eastAsia="Calibri"/>
              <w:szCs w:val="22"/>
            </w:rPr>
            <w:t>uthor is authori</w:t>
          </w:r>
          <w:r w:rsidR="0090171C" w:rsidRPr="00F2563E">
            <w:rPr>
              <w:rFonts w:eastAsia="Calibri"/>
              <w:szCs w:val="22"/>
            </w:rPr>
            <w:t>s</w:t>
          </w:r>
          <w:r w:rsidRPr="00F2563E">
            <w:rPr>
              <w:rFonts w:eastAsia="Calibri"/>
              <w:szCs w:val="22"/>
            </w:rPr>
            <w:t>ed to make the following types of changes to the document without requiring that the document be re-approved:</w:t>
          </w:r>
        </w:p>
        <w:p w14:paraId="22542149" w14:textId="46828A57" w:rsidR="00BC709B" w:rsidRPr="00F2563E" w:rsidRDefault="00BC709B" w:rsidP="00FE09E6">
          <w:pPr>
            <w:pStyle w:val="ListBullet"/>
            <w:spacing w:after="0"/>
            <w:ind w:left="714" w:hanging="357"/>
          </w:pPr>
          <w:r w:rsidRPr="00F2563E">
            <w:t xml:space="preserve">Editorial, formatting, and </w:t>
          </w:r>
          <w:proofErr w:type="gramStart"/>
          <w:r w:rsidRPr="00F2563E">
            <w:t>spelling</w:t>
          </w:r>
          <w:r w:rsidR="00110594" w:rsidRPr="00F2563E">
            <w:t>;</w:t>
          </w:r>
          <w:proofErr w:type="gramEnd"/>
        </w:p>
        <w:p w14:paraId="108DAD5D" w14:textId="5FB5ED1D" w:rsidR="00BC709B" w:rsidRPr="00F2563E" w:rsidRDefault="00BC709B" w:rsidP="00FE09E6">
          <w:pPr>
            <w:pStyle w:val="ListBullet"/>
            <w:spacing w:after="0"/>
            <w:ind w:left="714" w:hanging="357"/>
          </w:pPr>
          <w:r w:rsidRPr="00F2563E">
            <w:t>Clarification</w:t>
          </w:r>
          <w:r w:rsidR="00110594" w:rsidRPr="00F2563E">
            <w:t>.</w:t>
          </w:r>
        </w:p>
        <w:p w14:paraId="264072F9" w14:textId="5EF650EB" w:rsidR="00BC709B" w:rsidRPr="00F2563E" w:rsidRDefault="00BC709B" w:rsidP="007A4282">
          <w:pPr>
            <w:spacing w:after="0" w:line="276" w:lineRule="auto"/>
            <w:jc w:val="left"/>
            <w:rPr>
              <w:rFonts w:eastAsia="Calibri"/>
              <w:color w:val="000000"/>
              <w:szCs w:val="22"/>
            </w:rPr>
          </w:pPr>
          <w:r w:rsidRPr="00F2563E">
            <w:rPr>
              <w:rFonts w:eastAsia="Calibri"/>
              <w:color w:val="000000"/>
              <w:szCs w:val="22"/>
            </w:rPr>
            <w:t xml:space="preserve">To request a change to this document, contact the </w:t>
          </w:r>
          <w:r w:rsidR="00C375AF" w:rsidRPr="00F2563E">
            <w:rPr>
              <w:rFonts w:eastAsia="Calibri"/>
              <w:color w:val="000000"/>
              <w:szCs w:val="22"/>
            </w:rPr>
            <w:t>d</w:t>
          </w:r>
          <w:r w:rsidRPr="00F2563E">
            <w:rPr>
              <w:rFonts w:eastAsia="Calibri"/>
              <w:color w:val="000000"/>
              <w:szCs w:val="22"/>
            </w:rPr>
            <w:t xml:space="preserve">ocument </w:t>
          </w:r>
          <w:r w:rsidR="00C375AF" w:rsidRPr="00F2563E">
            <w:rPr>
              <w:rFonts w:eastAsia="Calibri"/>
              <w:color w:val="000000"/>
              <w:szCs w:val="22"/>
            </w:rPr>
            <w:t>a</w:t>
          </w:r>
          <w:r w:rsidRPr="00F2563E">
            <w:rPr>
              <w:rFonts w:eastAsia="Calibri"/>
              <w:color w:val="000000"/>
              <w:szCs w:val="22"/>
            </w:rPr>
            <w:t>uthor or</w:t>
          </w:r>
          <w:r w:rsidR="00C375AF" w:rsidRPr="00F2563E">
            <w:rPr>
              <w:rFonts w:eastAsia="Calibri"/>
              <w:color w:val="000000"/>
              <w:szCs w:val="22"/>
            </w:rPr>
            <w:t xml:space="preserve"> project o</w:t>
          </w:r>
          <w:r w:rsidRPr="00F2563E">
            <w:rPr>
              <w:rFonts w:eastAsia="Calibri"/>
              <w:color w:val="000000"/>
              <w:szCs w:val="22"/>
            </w:rPr>
            <w:t>wner.</w:t>
          </w:r>
        </w:p>
        <w:p w14:paraId="6E82F0C8" w14:textId="0623E8E6" w:rsidR="00BD4AAD" w:rsidRDefault="00BC709B" w:rsidP="007A4282">
          <w:pPr>
            <w:spacing w:after="0" w:line="276" w:lineRule="auto"/>
            <w:jc w:val="left"/>
            <w:rPr>
              <w:rFonts w:eastAsia="Calibri"/>
              <w:color w:val="000000"/>
              <w:szCs w:val="22"/>
            </w:rPr>
          </w:pPr>
          <w:r w:rsidRPr="00F2563E">
            <w:rPr>
              <w:rFonts w:eastAsia="Calibri"/>
              <w:color w:val="000000"/>
              <w:szCs w:val="22"/>
            </w:rPr>
            <w:t>Chang</w:t>
          </w:r>
          <w:r w:rsidR="00E1075B" w:rsidRPr="00F2563E">
            <w:rPr>
              <w:rFonts w:eastAsia="Calibri"/>
              <w:color w:val="000000"/>
              <w:szCs w:val="22"/>
            </w:rPr>
            <w:t>es to this document are summaris</w:t>
          </w:r>
          <w:r w:rsidRPr="00F2563E">
            <w:rPr>
              <w:rFonts w:eastAsia="Calibri"/>
              <w:color w:val="000000"/>
              <w:szCs w:val="22"/>
            </w:rPr>
            <w:t>ed in the table in reverse chronological order (latest version first).</w:t>
          </w:r>
        </w:p>
        <w:tbl>
          <w:tblPr>
            <w:tblW w:w="5000" w:type="pct"/>
            <w:tbl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insideH w:val="single" w:sz="4" w:space="0" w:color="7F7F7F"/>
              <w:insideV w:val="single" w:sz="4" w:space="0" w:color="7F7F7F"/>
            </w:tblBorders>
            <w:tblCellMar>
              <w:left w:w="40" w:type="dxa"/>
              <w:right w:w="40" w:type="dxa"/>
            </w:tblCellMar>
            <w:tblLook w:val="04A0" w:firstRow="1" w:lastRow="0" w:firstColumn="1" w:lastColumn="0" w:noHBand="0" w:noVBand="1"/>
          </w:tblPr>
          <w:tblGrid>
            <w:gridCol w:w="817"/>
            <w:gridCol w:w="1875"/>
            <w:gridCol w:w="3974"/>
            <w:gridCol w:w="1203"/>
            <w:gridCol w:w="1205"/>
          </w:tblGrid>
          <w:tr w:rsidR="00BD4AAD" w:rsidRPr="00F2563E" w14:paraId="67F01F76" w14:textId="15134C92" w:rsidTr="00F2563E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  <w:hideMark/>
              </w:tcPr>
              <w:p w14:paraId="0CB0F8D3" w14:textId="193C2CC6" w:rsidR="00BD4AAD" w:rsidRPr="00F2563E" w:rsidRDefault="00BD4AAD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Version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  <w:hideMark/>
              </w:tcPr>
              <w:p w14:paraId="7C46737E" w14:textId="00F0DCF1" w:rsidR="00BD4AAD" w:rsidRPr="00F2563E" w:rsidRDefault="00BD4AAD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Date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  <w:hideMark/>
              </w:tcPr>
              <w:p w14:paraId="1178F232" w14:textId="2D699448" w:rsidR="00BD4AAD" w:rsidRPr="00F14F60" w:rsidRDefault="00BD4AA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Description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</w:tcPr>
              <w:p w14:paraId="2A34922C" w14:textId="02ECE83C" w:rsidR="00BD4AAD" w:rsidRPr="00F2563E" w:rsidRDefault="00825D1B" w:rsidP="00A9020C">
                <w:pPr>
                  <w:spacing w:after="0" w:line="276" w:lineRule="auto"/>
                  <w:jc w:val="left"/>
                  <w:rPr>
                    <w:rFonts w:eastAsia="Calibri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Action</w:t>
                </w:r>
                <w:r w:rsidR="007050D7" w:rsidRPr="00F2563E">
                  <w:rPr>
                    <w:rStyle w:val="FootnoteReference"/>
                    <w:rFonts w:eastAsia="Calibri"/>
                    <w:b/>
                    <w:bCs/>
                    <w:color w:val="000000"/>
                    <w:sz w:val="20"/>
                  </w:rPr>
                  <w:footnoteReference w:id="2"/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D9D9D9" w:themeFill="background1" w:themeFillShade="D9"/>
              </w:tcPr>
              <w:p w14:paraId="206D3311" w14:textId="25F9DC53" w:rsidR="00BD4AAD" w:rsidRPr="00F2563E" w:rsidRDefault="00825D1B" w:rsidP="00A9020C">
                <w:pPr>
                  <w:spacing w:after="0" w:line="276" w:lineRule="auto"/>
                  <w:jc w:val="left"/>
                  <w:rPr>
                    <w:rFonts w:eastAsia="Calibri"/>
                    <w:b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/>
                    <w:bCs/>
                    <w:color w:val="000000"/>
                    <w:sz w:val="20"/>
                  </w:rPr>
                  <w:t>Section</w:t>
                </w:r>
              </w:p>
            </w:tc>
          </w:tr>
          <w:tr w:rsidR="001145C3" w:rsidRPr="00F2563E" w14:paraId="48A8502C" w14:textId="77777777" w:rsidTr="00F14F60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6F401C15" w14:textId="5302883F" w:rsidR="001145C3" w:rsidRPr="00F14F60" w:rsidRDefault="00443450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4.12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982374F" w14:textId="3842C404" w:rsidR="001145C3" w:rsidRPr="00F14F60" w:rsidRDefault="00443450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0</w:t>
                </w:r>
                <w:r w:rsidR="00327789">
                  <w:rPr>
                    <w:rFonts w:eastAsia="Calibri"/>
                    <w:color w:val="000000"/>
                    <w:sz w:val="20"/>
                  </w:rPr>
                  <w:t>1</w:t>
                </w:r>
                <w:r>
                  <w:rPr>
                    <w:rFonts w:eastAsia="Calibri"/>
                    <w:color w:val="000000"/>
                    <w:sz w:val="20"/>
                  </w:rPr>
                  <w:t>/03/2023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36A7C97E" w14:textId="77777777" w:rsidR="001145C3" w:rsidRDefault="000B2197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Submitted for Member State Information.</w:t>
                </w:r>
              </w:p>
              <w:p w14:paraId="639097E8" w14:textId="4AE873F6" w:rsidR="00B21427" w:rsidRPr="00F14F60" w:rsidRDefault="00B21427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No version change</w:t>
                </w:r>
                <w:r w:rsidR="00A556DB">
                  <w:rPr>
                    <w:rFonts w:eastAsia="Calibri"/>
                    <w:color w:val="000000"/>
                    <w:sz w:val="20"/>
                  </w:rPr>
                  <w:t>d</w:t>
                </w:r>
                <w:r>
                  <w:rPr>
                    <w:rFonts w:eastAsia="Calibri"/>
                    <w:color w:val="000000"/>
                    <w:sz w:val="20"/>
                  </w:rPr>
                  <w:t xml:space="preserve"> after coordination with DG TAXUD</w:t>
                </w:r>
                <w:r w:rsidR="00A77988">
                  <w:rPr>
                    <w:rFonts w:eastAsia="Calibri"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3D2080B0" w14:textId="509239C8" w:rsidR="001145C3" w:rsidRPr="00F14F60" w:rsidRDefault="00015A21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Cs w:val="28"/>
                  </w:rPr>
                </w:pPr>
                <w:r>
                  <w:rPr>
                    <w:rFonts w:eastAsia="Calibri"/>
                    <w:color w:val="000000"/>
                    <w:szCs w:val="28"/>
                  </w:rPr>
                  <w:t>N/A</w:t>
                </w:r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22F5BEE0" w14:textId="2DDA98ED" w:rsidR="001145C3" w:rsidRPr="00F14F60" w:rsidRDefault="00015A21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>
                  <w:rPr>
                    <w:rFonts w:eastAsia="Calibri"/>
                    <w:color w:val="000000"/>
                    <w:sz w:val="20"/>
                  </w:rPr>
                  <w:t>N/A</w:t>
                </w:r>
              </w:p>
            </w:tc>
          </w:tr>
          <w:tr w:rsidR="0065275F" w:rsidRPr="00F2563E" w14:paraId="11CA8F54" w14:textId="77777777" w:rsidTr="00F14F60">
            <w:trPr>
              <w:cantSplit/>
              <w:tblHeader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14CCB362" w14:textId="1BDACA39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4.12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C0A67E8" w14:textId="69F0B855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01/03/2023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640F6B1" w14:textId="78D78396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Submitted for Acceptance to DG TAXUD.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05449BC0" w14:textId="782FA4A9" w:rsidR="0065275F" w:rsidRPr="00F14F60" w:rsidRDefault="0065275F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proofErr w:type="gramStart"/>
                <w:r w:rsidRPr="00F14F60">
                  <w:rPr>
                    <w:rFonts w:eastAsia="Calibri"/>
                    <w:color w:val="000000"/>
                    <w:szCs w:val="28"/>
                  </w:rPr>
                  <w:t>I</w:t>
                </w:r>
                <w:r w:rsidR="0013160D" w:rsidRPr="00F14F60">
                  <w:rPr>
                    <w:rFonts w:eastAsia="Calibri"/>
                    <w:color w:val="000000"/>
                    <w:szCs w:val="28"/>
                  </w:rPr>
                  <w:t>,R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</w:tcPr>
              <w:p w14:paraId="3417D81D" w14:textId="4C510184" w:rsidR="0065275F" w:rsidRPr="00F14F60" w:rsidRDefault="0013160D" w:rsidP="00A9020C">
                <w:pPr>
                  <w:spacing w:after="0" w:line="276" w:lineRule="auto"/>
                  <w:jc w:val="left"/>
                  <w:rPr>
                    <w:rFonts w:eastAsia="Calibri"/>
                    <w:color w:val="000000"/>
                    <w:sz w:val="20"/>
                  </w:rPr>
                </w:pPr>
                <w:r w:rsidRPr="00F14F60">
                  <w:rPr>
                    <w:rFonts w:eastAsia="Calibri"/>
                    <w:color w:val="000000"/>
                    <w:sz w:val="20"/>
                  </w:rPr>
                  <w:t>All</w:t>
                </w:r>
              </w:p>
            </w:tc>
          </w:tr>
          <w:tr w:rsidR="00D24E78" w:rsidRPr="00F2563E" w14:paraId="65DC375C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EE47AF8" w14:textId="224F45EC" w:rsidR="00D24E78" w:rsidRDefault="00D24E78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4.11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E4E6CCA" w14:textId="4857C263" w:rsidR="00D24E78" w:rsidRDefault="00D24E78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17/02/2023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1B03C0D" w14:textId="44D770BF" w:rsidR="00D24E78" w:rsidRPr="00F2563E" w:rsidRDefault="00D24E78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Submitted for Review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20FCA12E" w14:textId="622532DC" w:rsidR="00D24E78" w:rsidRDefault="00D24E78" w:rsidP="00BE5D44">
                <w:pPr>
                  <w:spacing w:after="0" w:line="276" w:lineRule="auto"/>
                  <w:jc w:val="left"/>
                </w:pPr>
                <w:proofErr w:type="gramStart"/>
                <w:r>
                  <w:t>I,R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6C02F1D" w14:textId="4832958E" w:rsidR="00D24E78" w:rsidRDefault="00D24E78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89727A" w:rsidRPr="00F2563E" w14:paraId="6F673909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D1CEE99" w14:textId="0E806158" w:rsidR="0089727A" w:rsidRDefault="0089727A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4.10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9FA3254" w14:textId="63F04004" w:rsidR="0089727A" w:rsidRDefault="002B1D76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07/12/2022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E69BD0D" w14:textId="2075C8F5" w:rsidR="0089727A" w:rsidRPr="00F2563E" w:rsidRDefault="002B1D76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Member States’ review.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9864B02" w14:textId="67276A11" w:rsidR="0089727A" w:rsidRPr="00F2563E" w:rsidRDefault="002B1D76" w:rsidP="00BE5D44">
                <w:pPr>
                  <w:spacing w:after="0" w:line="276" w:lineRule="auto"/>
                  <w:jc w:val="left"/>
                </w:pPr>
                <w:proofErr w:type="gramStart"/>
                <w:r>
                  <w:t>I,R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FF83070" w14:textId="0DA59CED" w:rsidR="0089727A" w:rsidRDefault="002B1D76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BE5D44" w:rsidRPr="00F2563E" w14:paraId="78B9145B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3E340DA" w14:textId="4AE4FED0" w:rsidR="00BE5D44" w:rsidRPr="00EA7A39" w:rsidRDefault="00BE5D44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4.03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03B8DAA" w14:textId="19DD8CB5" w:rsidR="00BE5D44" w:rsidRDefault="00997BAE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30/11/2022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7B67B83" w14:textId="34ACE1ED" w:rsidR="00BE5D44" w:rsidRDefault="00BE5D44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Acceptance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EAD38BE" w14:textId="06F58ABD" w:rsidR="00BE5D44" w:rsidRPr="00F2563E" w:rsidRDefault="00BE5D44" w:rsidP="00BE5D44">
                <w:pPr>
                  <w:spacing w:after="0" w:line="276" w:lineRule="auto"/>
                  <w:jc w:val="left"/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66696EF" w14:textId="14D83926" w:rsidR="00BE5D44" w:rsidRDefault="00BE5D44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BE5D44" w:rsidRPr="00F2563E" w14:paraId="4DA4A5F5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8CDC0DD" w14:textId="7320343F" w:rsidR="00BE5D44" w:rsidRPr="00EA7A39" w:rsidRDefault="00BE5D44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4.02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86CC2EA" w14:textId="018D064C" w:rsidR="00BE5D44" w:rsidRDefault="00BE5D44" w:rsidP="00BE5D44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25/10/2022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F7E62AD" w14:textId="4596AF9F" w:rsidR="00BE5D44" w:rsidRDefault="00BE5D44" w:rsidP="00BE5D44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Submitted for Review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E9C4E40" w14:textId="40DC3357" w:rsidR="00BE5D44" w:rsidRPr="00F2563E" w:rsidRDefault="00BE5D44" w:rsidP="00BE5D44">
                <w:pPr>
                  <w:spacing w:after="0" w:line="276" w:lineRule="auto"/>
                  <w:jc w:val="left"/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D72F16C" w14:textId="5AAA5C82" w:rsidR="00BE5D44" w:rsidRDefault="00BE5D44" w:rsidP="00BE5D44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488E2949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3F482A3" w14:textId="3FB84A18" w:rsidR="00F6577E" w:rsidRPr="00EA7A39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</w:pPr>
                <w:r w:rsidRPr="00EA7A39">
                  <w:rPr>
                    <w:rFonts w:eastAsia="PMingLiU"/>
                    <w:color w:val="000000"/>
                    <w:sz w:val="20"/>
                    <w:szCs w:val="20"/>
                    <w:lang w:val="en-US"/>
                  </w:rPr>
                  <w:t>4.01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6448088" w14:textId="0AC19543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18/11/2021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9A0D491" w14:textId="63AE864E" w:rsidR="00F6577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Incorporating changes defined under FESS-282</w:t>
                </w:r>
                <w:r w:rsidR="00B944F1"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  <w:p w14:paraId="7D03A8A9" w14:textId="19A32166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Information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06A51A2" w14:textId="2F117FC1" w:rsidR="00F6577E" w:rsidRPr="00F2563E" w:rsidRDefault="00F6577E" w:rsidP="00F6577E">
                <w:pPr>
                  <w:spacing w:after="0" w:line="276" w:lineRule="auto"/>
                  <w:jc w:val="left"/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9CA7F9A" w14:textId="4D5ED3D2" w:rsidR="00F6577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4E637F89" w14:textId="77777777" w:rsidTr="00EA7A39">
            <w:trPr>
              <w:cantSplit/>
              <w:trHeight w:val="70"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9358690" w14:textId="11488EDD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4.00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578389F" w14:textId="6C9178AD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19/04/2021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202124B3" w14:textId="71B81E39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Information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289A119" w14:textId="59559D85" w:rsidR="00F6577E" w:rsidRPr="00F2563E" w:rsidRDefault="00F6577E" w:rsidP="00F6577E">
                <w:pPr>
                  <w:spacing w:after="0" w:line="276" w:lineRule="auto"/>
                  <w:jc w:val="left"/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4F60D27" w14:textId="4488E84F" w:rsidR="00F6577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216B12B3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39E7618" w14:textId="213AA196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3.94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0125671E" w14:textId="4C8145A1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16/12/2020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2F188B2" w14:textId="3E5C7BF5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Member States’ review.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715E13E" w14:textId="0CC01B23" w:rsidR="00F6577E" w:rsidRPr="00F2563E" w:rsidRDefault="00F6577E" w:rsidP="00F6577E">
                <w:pPr>
                  <w:spacing w:after="0" w:line="276" w:lineRule="auto"/>
                  <w:jc w:val="left"/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D6EDEED" w14:textId="40DDD80B" w:rsidR="00F6577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4F8C9D64" w14:textId="77777777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65DC51F" w14:textId="294911A5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3.93</w:t>
                </w:r>
              </w:p>
            </w:tc>
            <w:tc>
              <w:tcPr>
                <w:tcW w:w="103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66601CFD" w14:textId="40F68E50" w:rsidR="00F6577E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</w:rPr>
                </w:pPr>
                <w:r>
                  <w:rPr>
                    <w:rFonts w:eastAsia="PMingLiU"/>
                    <w:color w:val="000000"/>
                    <w:sz w:val="20"/>
                  </w:rPr>
                  <w:t>01/12/2020</w:t>
                </w:r>
              </w:p>
            </w:tc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044F0E0" w14:textId="31F75C2A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Submitted for 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Acceptance</w:t>
                </w: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 xml:space="preserve">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FD9887B" w14:textId="299077CA" w:rsidR="00F6577E" w:rsidRPr="00F2563E" w:rsidRDefault="00F6577E" w:rsidP="00F6577E">
                <w:pPr>
                  <w:spacing w:after="0" w:line="276" w:lineRule="auto"/>
                  <w:jc w:val="left"/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1755BEFD" w14:textId="6C5F41FA" w:rsidR="00F6577E" w:rsidRPr="00F2563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  <w:tr w:rsidR="00F6577E" w:rsidRPr="00F2563E" w14:paraId="6B0FF9B6" w14:textId="184CC53B" w:rsidTr="00F2563E">
            <w:trPr>
              <w:cantSplit/>
            </w:trPr>
            <w:tc>
              <w:tcPr>
                <w:tcW w:w="45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49315FF6" w14:textId="5019BAEC" w:rsidR="00F6577E" w:rsidRPr="002124A0" w:rsidRDefault="00F6577E" w:rsidP="00F6577E">
                <w:pPr>
                  <w:spacing w:after="0" w:line="276" w:lineRule="auto"/>
                  <w:jc w:val="left"/>
                  <w:rPr>
                    <w:rFonts w:eastAsia="PMingLiU"/>
                    <w:color w:val="000000"/>
                    <w:sz w:val="20"/>
                    <w:lang w:val="en-US"/>
                  </w:rPr>
                </w:pPr>
                <w:r>
                  <w:rPr>
                    <w:rFonts w:eastAsia="PMingLiU"/>
                    <w:color w:val="000000"/>
                    <w:sz w:val="20"/>
                    <w:lang w:val="en-US"/>
                  </w:rPr>
                  <w:t>3.92</w:t>
                </w:r>
              </w:p>
            </w:tc>
            <w:sdt>
              <w:sdtPr>
                <w:rPr>
                  <w:rFonts w:eastAsia="PMingLiU"/>
                  <w:color w:val="000000"/>
                  <w:sz w:val="20"/>
                </w:rPr>
                <w:id w:val="-607734541"/>
                <w:placeholder>
                  <w:docPart w:val="EB577D34D42D45B099123E964973508E"/>
                </w:placeholder>
                <w:date w:fullDate="2020-11-10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tc>
                  <w:tcPr>
                    <w:tcW w:w="1033" w:type="pct"/>
                    <w:tc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</w:tcBorders>
                  </w:tcPr>
                  <w:p w14:paraId="063B472C" w14:textId="0B89D753" w:rsidR="00F6577E" w:rsidRPr="00F2563E" w:rsidRDefault="00F6577E" w:rsidP="00F6577E">
                    <w:pPr>
                      <w:spacing w:after="0" w:line="276" w:lineRule="auto"/>
                      <w:jc w:val="left"/>
                      <w:rPr>
                        <w:rFonts w:eastAsia="PMingLiU"/>
                        <w:color w:val="000000"/>
                        <w:sz w:val="20"/>
                      </w:rPr>
                    </w:pPr>
                    <w:r>
                      <w:rPr>
                        <w:rFonts w:eastAsia="PMingLiU"/>
                        <w:color w:val="000000"/>
                        <w:sz w:val="20"/>
                      </w:rPr>
                      <w:t>10/11/2020</w:t>
                    </w:r>
                  </w:p>
                </w:tc>
              </w:sdtContent>
            </w:sdt>
            <w:tc>
              <w:tcPr>
                <w:tcW w:w="2190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706EF092" w14:textId="765B0F35" w:rsidR="00F6577E" w:rsidRPr="00F2563E" w:rsidRDefault="00F6577E" w:rsidP="00F6577E">
                <w:pPr>
                  <w:tabs>
                    <w:tab w:val="left" w:pos="3149"/>
                  </w:tabs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Submitted for Review to DG TAXUD</w:t>
                </w:r>
                <w:r>
                  <w:rPr>
                    <w:rFonts w:eastAsia="Calibri"/>
                    <w:bCs/>
                    <w:color w:val="000000"/>
                    <w:sz w:val="20"/>
                  </w:rPr>
                  <w:t>.</w:t>
                </w:r>
              </w:p>
            </w:tc>
            <w:tc>
              <w:tcPr>
                <w:tcW w:w="663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3460E758" w14:textId="67A452B5" w:rsidR="00F6577E" w:rsidRPr="00F2563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proofErr w:type="gramStart"/>
                <w:r w:rsidRPr="00F2563E">
                  <w:t>I</w:t>
                </w:r>
                <w:r>
                  <w:t>,</w:t>
                </w:r>
                <w:r w:rsidRPr="00F2563E">
                  <w:t>R</w:t>
                </w:r>
                <w:proofErr w:type="gramEnd"/>
              </w:p>
            </w:tc>
            <w:tc>
              <w:tcPr>
                <w:tcW w:w="66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</w:tcPr>
              <w:p w14:paraId="543728CC" w14:textId="6BF780F9" w:rsidR="00F6577E" w:rsidRPr="00F2563E" w:rsidRDefault="00F6577E" w:rsidP="00F6577E">
                <w:pPr>
                  <w:spacing w:after="0" w:line="276" w:lineRule="auto"/>
                  <w:jc w:val="left"/>
                  <w:rPr>
                    <w:rFonts w:eastAsia="Calibri"/>
                    <w:bCs/>
                    <w:color w:val="000000"/>
                    <w:sz w:val="20"/>
                  </w:rPr>
                </w:pPr>
                <w:r w:rsidRPr="00F2563E">
                  <w:rPr>
                    <w:rFonts w:eastAsia="Calibri"/>
                    <w:bCs/>
                    <w:color w:val="000000"/>
                    <w:sz w:val="20"/>
                  </w:rPr>
                  <w:t>All</w:t>
                </w:r>
              </w:p>
            </w:tc>
          </w:tr>
        </w:tbl>
        <w:p w14:paraId="3B59018A" w14:textId="77777777" w:rsidR="00771203" w:rsidRPr="00F2563E" w:rsidRDefault="00771203" w:rsidP="0004751B">
          <w:pPr>
            <w:rPr>
              <w:rFonts w:eastAsia="Calibri"/>
            </w:rPr>
          </w:pPr>
        </w:p>
        <w:p w14:paraId="609CCEB7" w14:textId="7C6A7CDE" w:rsidR="00BC709B" w:rsidRPr="00F2563E" w:rsidRDefault="00BC709B" w:rsidP="008F6F83">
          <w:pPr>
            <w:pStyle w:val="HeadingTOC"/>
            <w:rPr>
              <w:rFonts w:ascii="Times New Roman" w:eastAsia="Calibri" w:hAnsi="Times New Roman"/>
            </w:rPr>
          </w:pPr>
          <w:r w:rsidRPr="00F2563E">
            <w:rPr>
              <w:rFonts w:ascii="Times New Roman" w:eastAsia="Calibri" w:hAnsi="Times New Roman"/>
            </w:rPr>
            <w:t xml:space="preserve">Configuration </w:t>
          </w:r>
          <w:r w:rsidR="002209A1" w:rsidRPr="00F2563E">
            <w:rPr>
              <w:rFonts w:ascii="Times New Roman" w:eastAsia="Calibri" w:hAnsi="Times New Roman"/>
            </w:rPr>
            <w:t>m</w:t>
          </w:r>
          <w:r w:rsidRPr="00F2563E">
            <w:rPr>
              <w:rFonts w:ascii="Times New Roman" w:eastAsia="Calibri" w:hAnsi="Times New Roman"/>
            </w:rPr>
            <w:t xml:space="preserve">anagement: </w:t>
          </w:r>
          <w:r w:rsidR="002209A1" w:rsidRPr="00F2563E">
            <w:rPr>
              <w:rFonts w:ascii="Times New Roman" w:eastAsia="Calibri" w:hAnsi="Times New Roman"/>
            </w:rPr>
            <w:t>d</w:t>
          </w:r>
          <w:r w:rsidRPr="00F2563E">
            <w:rPr>
              <w:rFonts w:ascii="Times New Roman" w:eastAsia="Calibri" w:hAnsi="Times New Roman"/>
            </w:rPr>
            <w:t xml:space="preserve">ocument </w:t>
          </w:r>
          <w:r w:rsidR="002209A1" w:rsidRPr="00F2563E">
            <w:rPr>
              <w:rFonts w:ascii="Times New Roman" w:eastAsia="Calibri" w:hAnsi="Times New Roman"/>
            </w:rPr>
            <w:t>l</w:t>
          </w:r>
          <w:r w:rsidRPr="00F2563E">
            <w:rPr>
              <w:rFonts w:ascii="Times New Roman" w:eastAsia="Calibri" w:hAnsi="Times New Roman"/>
            </w:rPr>
            <w:t>ocation</w:t>
          </w:r>
        </w:p>
        <w:p w14:paraId="75FCC869" w14:textId="3DA6C729" w:rsidR="00D02BE5" w:rsidRPr="00F2563E" w:rsidRDefault="00A45C9D" w:rsidP="001B2080">
          <w:pPr>
            <w:spacing w:line="240" w:lineRule="auto"/>
          </w:pPr>
          <w:r w:rsidRPr="00A45C9D">
            <w:rPr>
              <w:szCs w:val="22"/>
              <w:lang w:eastAsia="nl-NL"/>
            </w:rPr>
            <w:t>The latest version of this controlled document is stored in</w:t>
          </w:r>
          <w:r>
            <w:rPr>
              <w:szCs w:val="22"/>
              <w:lang w:eastAsia="nl-NL"/>
            </w:rPr>
            <w:t xml:space="preserve"> </w:t>
          </w:r>
          <w:hyperlink r:id="rId15" w:history="1">
            <w:r w:rsidR="005140FC" w:rsidRPr="00AE7542">
              <w:rPr>
                <w:rStyle w:val="Hyperlink"/>
                <w:szCs w:val="22"/>
                <w:lang w:eastAsia="nl-NL"/>
              </w:rPr>
              <w:t>https://circabc.europa.eu/ui/group/5d0c005e-c8e5-4193-900b-53c21899fd31/library/71f2258a-0580-44ee-89e5-43ffee7444b8</w:t>
            </w:r>
          </w:hyperlink>
          <w:r w:rsidR="005140FC">
            <w:rPr>
              <w:szCs w:val="22"/>
              <w:lang w:eastAsia="nl-NL"/>
            </w:rPr>
            <w:t xml:space="preserve"> </w:t>
          </w:r>
          <w:r w:rsidR="00473353" w:rsidRPr="00F2563E">
            <w:br w:type="page"/>
          </w:r>
        </w:p>
      </w:sdtContent>
    </w:sdt>
    <w:bookmarkStart w:id="0" w:name="_Toc486939097" w:displacedByCustomXml="prev"/>
    <w:bookmarkStart w:id="1" w:name="_Ref488221223" w:displacedByCustomXml="prev"/>
    <w:bookmarkStart w:id="2" w:name="_Toc496935248" w:displacedByCustomXml="prev"/>
    <w:p w14:paraId="1EE38EA8" w14:textId="0AE93388" w:rsidR="00471835" w:rsidRPr="00F2563E" w:rsidRDefault="001B2080" w:rsidP="001B2080">
      <w:pPr>
        <w:pStyle w:val="Heading1"/>
        <w:numPr>
          <w:ilvl w:val="0"/>
          <w:numId w:val="0"/>
        </w:numPr>
        <w:ind w:left="432" w:hanging="432"/>
      </w:pPr>
      <w:bookmarkStart w:id="3" w:name="_Toc44595232"/>
      <w:bookmarkEnd w:id="2"/>
      <w:bookmarkEnd w:id="1"/>
      <w:bookmarkEnd w:id="0"/>
      <w:r>
        <w:t>Correspondences CN Code – Excise Product</w:t>
      </w:r>
      <w:bookmarkEnd w:id="3"/>
      <w:r>
        <w:t xml:space="preserve"> </w:t>
      </w:r>
    </w:p>
    <w:p w14:paraId="5C0DDA7C" w14:textId="46E5AAB1" w:rsidR="001B2080" w:rsidRDefault="001B2080" w:rsidP="00EC02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purpose of this document is to provide the correspondence between CN codes applicable for the Excise business domain and the corresponding Excise Product Codes. </w:t>
      </w:r>
    </w:p>
    <w:p w14:paraId="2E57EEDF" w14:textId="42BF7B30" w:rsidR="001B2080" w:rsidRDefault="001B2080" w:rsidP="00EC023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provided information is intended for user help only. In some cases, the consignor may give a CN code outside the correspondence. </w:t>
      </w:r>
    </w:p>
    <w:p w14:paraId="5873A934" w14:textId="682F1438" w:rsidR="001B2080" w:rsidRDefault="001B2080" w:rsidP="00EC0230">
      <w:pPr>
        <w:rPr>
          <w:color w:val="000000"/>
          <w:sz w:val="20"/>
          <w:szCs w:val="20"/>
        </w:rPr>
      </w:pPr>
    </w:p>
    <w:tbl>
      <w:tblPr>
        <w:tblW w:w="0" w:type="auto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91"/>
        <w:gridCol w:w="2127"/>
      </w:tblGrid>
      <w:tr w:rsidR="001B2080" w:rsidRPr="008F3B72" w14:paraId="587E24E5" w14:textId="77777777" w:rsidTr="00B97F8A">
        <w:trPr>
          <w:tblHeader/>
          <w:tblCellSpacing w:w="0" w:type="dxa"/>
          <w:jc w:val="center"/>
        </w:trPr>
        <w:tc>
          <w:tcPr>
            <w:tcW w:w="2291" w:type="dxa"/>
            <w:shd w:val="clear" w:color="auto" w:fill="C0C0C0"/>
            <w:vAlign w:val="center"/>
          </w:tcPr>
          <w:p w14:paraId="14F92865" w14:textId="77777777" w:rsidR="001B2080" w:rsidRPr="008F3B72" w:rsidRDefault="001B2080" w:rsidP="00575FDC">
            <w:pPr>
              <w:pStyle w:val="emcstable"/>
              <w:keepNext/>
              <w:spacing w:after="120"/>
              <w:jc w:val="center"/>
              <w:rPr>
                <w:b/>
                <w:szCs w:val="22"/>
              </w:rPr>
            </w:pPr>
            <w:r w:rsidRPr="008F3B72">
              <w:rPr>
                <w:b/>
                <w:szCs w:val="22"/>
              </w:rPr>
              <w:t>Code</w:t>
            </w:r>
          </w:p>
        </w:tc>
        <w:tc>
          <w:tcPr>
            <w:tcW w:w="2127" w:type="dxa"/>
            <w:shd w:val="clear" w:color="auto" w:fill="C0C0C0"/>
            <w:vAlign w:val="center"/>
          </w:tcPr>
          <w:p w14:paraId="358F60B7" w14:textId="77777777" w:rsidR="001B2080" w:rsidRPr="008F3B72" w:rsidRDefault="001B2080" w:rsidP="00575FDC">
            <w:pPr>
              <w:pStyle w:val="emcstable"/>
              <w:keepNext/>
              <w:spacing w:after="120"/>
              <w:jc w:val="center"/>
              <w:rPr>
                <w:b/>
                <w:szCs w:val="22"/>
              </w:rPr>
            </w:pPr>
            <w:r w:rsidRPr="008F3B72">
              <w:rPr>
                <w:b/>
                <w:szCs w:val="22"/>
              </w:rPr>
              <w:t>Description</w:t>
            </w:r>
          </w:p>
        </w:tc>
      </w:tr>
      <w:tr w:rsidR="001B2080" w:rsidRPr="008F3B72" w14:paraId="4D80178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5A4BE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1F515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24022010</w:t>
            </w:r>
          </w:p>
        </w:tc>
      </w:tr>
      <w:tr w:rsidR="001B2080" w:rsidRPr="008F3B72" w14:paraId="62362D9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612597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FE635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24022090</w:t>
            </w:r>
          </w:p>
        </w:tc>
      </w:tr>
      <w:tr w:rsidR="001B2080" w:rsidRPr="008F3B72" w14:paraId="04BD50E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80C98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C05D0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24029000</w:t>
            </w:r>
          </w:p>
        </w:tc>
      </w:tr>
      <w:tr w:rsidR="001B2080" w:rsidRPr="008F3B72" w14:paraId="05C528D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D5575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C8502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24021000</w:t>
            </w:r>
          </w:p>
        </w:tc>
      </w:tr>
      <w:tr w:rsidR="001B2080" w:rsidRPr="008F3B72" w14:paraId="318C461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BC0F6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4A7B9B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24029000</w:t>
            </w:r>
          </w:p>
        </w:tc>
      </w:tr>
      <w:tr w:rsidR="001B2080" w:rsidRPr="008F3B72" w14:paraId="6533444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6AE64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9113BE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24031100</w:t>
            </w:r>
          </w:p>
        </w:tc>
      </w:tr>
      <w:tr w:rsidR="001B2080" w:rsidRPr="008F3B72" w14:paraId="381715D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D08A86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5F323D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24031910</w:t>
            </w:r>
          </w:p>
        </w:tc>
      </w:tr>
      <w:tr w:rsidR="001B2080" w:rsidRPr="008F3B72" w14:paraId="5FBD32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8AEB8F7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FADB56" w14:textId="77777777" w:rsidR="001B2080" w:rsidRPr="00DE055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E0553">
              <w:rPr>
                <w:rFonts w:ascii="CG Times (W1)" w:hAnsi="CG Times (W1)" w:cs="Arial"/>
                <w:szCs w:val="22"/>
              </w:rPr>
              <w:t>24031990</w:t>
            </w:r>
          </w:p>
        </w:tc>
      </w:tr>
      <w:tr w:rsidR="001B2080" w:rsidRPr="008F3B72" w14:paraId="64F84AD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8485F6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B80BDA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24031</w:t>
            </w:r>
            <w:r>
              <w:rPr>
                <w:rFonts w:ascii="CG Times (W1)" w:hAnsi="CG Times (W1)" w:cs="Arial"/>
                <w:szCs w:val="22"/>
              </w:rPr>
              <w:t>9</w:t>
            </w:r>
            <w:r w:rsidRPr="008F3B72">
              <w:rPr>
                <w:rFonts w:ascii="CG Times (W1)" w:hAnsi="CG Times (W1)" w:cs="Arial"/>
                <w:szCs w:val="22"/>
              </w:rPr>
              <w:t>10</w:t>
            </w:r>
          </w:p>
        </w:tc>
      </w:tr>
      <w:tr w:rsidR="001B2080" w:rsidRPr="008F3B72" w14:paraId="236591A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45CFE0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89B15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24031</w:t>
            </w:r>
            <w:r>
              <w:rPr>
                <w:rFonts w:ascii="CG Times (W1)" w:hAnsi="CG Times (W1)" w:cs="Arial"/>
                <w:szCs w:val="22"/>
              </w:rPr>
              <w:t>9</w:t>
            </w:r>
            <w:r w:rsidRPr="008F3B72">
              <w:rPr>
                <w:rFonts w:ascii="CG Times (W1)" w:hAnsi="CG Times (W1)" w:cs="Arial"/>
                <w:szCs w:val="22"/>
              </w:rPr>
              <w:t>90</w:t>
            </w:r>
          </w:p>
        </w:tc>
      </w:tr>
      <w:tr w:rsidR="001B2080" w:rsidRPr="008F3B72" w14:paraId="109894D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A908F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D83C9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24039100</w:t>
            </w:r>
          </w:p>
        </w:tc>
      </w:tr>
      <w:tr w:rsidR="001B2080" w:rsidRPr="008F3B72" w14:paraId="6F6CEBB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91DF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F32803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24029000</w:t>
            </w:r>
          </w:p>
        </w:tc>
      </w:tr>
      <w:tr w:rsidR="001B2080" w:rsidRPr="008F3B72" w14:paraId="044A80D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09B6E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5D8ABF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24039100</w:t>
            </w:r>
          </w:p>
        </w:tc>
      </w:tr>
      <w:tr w:rsidR="006E02E0" w:rsidRPr="008F3B72" w14:paraId="3AFB51A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1ACC53" w14:textId="6C1C8637" w:rsidR="006E02E0" w:rsidRPr="008F3B72" w:rsidRDefault="006E02E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T400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81D66BE" w14:textId="026FAE8D" w:rsidR="006E02E0" w:rsidRPr="008F3B72" w:rsidRDefault="006E02E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6E02E0">
              <w:rPr>
                <w:rFonts w:ascii="CG Times (W1)" w:hAnsi="CG Times (W1)"/>
                <w:color w:val="000000"/>
                <w:szCs w:val="22"/>
              </w:rPr>
              <w:t>24039990</w:t>
            </w:r>
          </w:p>
        </w:tc>
      </w:tr>
      <w:tr w:rsidR="001B2080" w:rsidRPr="008F3B72" w14:paraId="7A6C305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3CBA7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T500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9C9B68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24039990</w:t>
            </w:r>
          </w:p>
        </w:tc>
      </w:tr>
      <w:tr w:rsidR="00D5522D" w:rsidRPr="008F3B72" w14:paraId="62A0CD5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57DEF6" w14:textId="1AA0E135" w:rsidR="00D5522D" w:rsidRPr="008F3B72" w:rsidRDefault="00D5522D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T</w:t>
            </w:r>
            <w:r w:rsidR="00043906">
              <w:rPr>
                <w:rFonts w:ascii="CG Times (W1)" w:hAnsi="CG Times (W1)" w:cs="Arial"/>
                <w:szCs w:val="22"/>
              </w:rPr>
              <w:t>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118179" w14:textId="2FB6C5FF" w:rsidR="00D5522D" w:rsidRPr="008F3B72" w:rsidRDefault="005D1277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5D1277">
              <w:rPr>
                <w:rFonts w:ascii="CG Times (W1)" w:hAnsi="CG Times (W1)"/>
                <w:color w:val="000000"/>
                <w:szCs w:val="22"/>
              </w:rPr>
              <w:t>24041100</w:t>
            </w:r>
          </w:p>
        </w:tc>
      </w:tr>
      <w:tr w:rsidR="001B2080" w:rsidRPr="008F3B72" w14:paraId="5A2E23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871E2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9D4A0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22030001</w:t>
            </w:r>
          </w:p>
        </w:tc>
      </w:tr>
      <w:tr w:rsidR="001B2080" w:rsidRPr="008F3B72" w14:paraId="38641B1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062CA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2EC256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22030009</w:t>
            </w:r>
          </w:p>
        </w:tc>
      </w:tr>
      <w:tr w:rsidR="001B2080" w:rsidRPr="008F3B72" w14:paraId="1EA0AD2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36F208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941067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22030010</w:t>
            </w:r>
          </w:p>
        </w:tc>
      </w:tr>
      <w:tr w:rsidR="001B2080" w:rsidRPr="008F3B72" w14:paraId="30CBE6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1FD9C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1F1B57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524844D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957C7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796E12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5E2294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851A3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B000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24B4F0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247EE88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FA71895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8670D87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22042106</w:t>
            </w:r>
          </w:p>
        </w:tc>
      </w:tr>
      <w:tr w:rsidR="001B2080" w:rsidRPr="008F3B72" w14:paraId="6B2BC31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3AC7ACF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AF02E43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22042107</w:t>
            </w:r>
          </w:p>
        </w:tc>
      </w:tr>
      <w:tr w:rsidR="001B2080" w:rsidRPr="008F3B72" w14:paraId="317186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E821D9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67493D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22042108</w:t>
            </w:r>
          </w:p>
        </w:tc>
      </w:tr>
      <w:tr w:rsidR="001B2080" w:rsidRPr="008F3B72" w14:paraId="2389658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B53C1D1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73F5415" w14:textId="77777777" w:rsidR="001B2080" w:rsidRPr="0099177F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99177F">
              <w:rPr>
                <w:rFonts w:ascii="CG Times (W1)" w:hAnsi="CG Times (W1)" w:cs="Arial"/>
              </w:rPr>
              <w:t>22042109</w:t>
            </w:r>
          </w:p>
        </w:tc>
      </w:tr>
      <w:tr w:rsidR="001B2080" w:rsidRPr="008F3B72" w14:paraId="4B3D3BD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90797F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5EE9D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22042111</w:t>
            </w:r>
          </w:p>
        </w:tc>
      </w:tr>
      <w:tr w:rsidR="001B2080" w:rsidRPr="008F3B72" w14:paraId="7BFE212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72D681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3FE408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22042112</w:t>
            </w:r>
          </w:p>
        </w:tc>
      </w:tr>
      <w:tr w:rsidR="001B2080" w:rsidRPr="008F3B72" w14:paraId="0D5491D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4BCD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A0783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22042113</w:t>
            </w:r>
          </w:p>
        </w:tc>
      </w:tr>
      <w:tr w:rsidR="001B2080" w:rsidRPr="008F3B72" w14:paraId="2F24220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6CC6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80F54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22042117</w:t>
            </w:r>
          </w:p>
        </w:tc>
      </w:tr>
      <w:tr w:rsidR="001B2080" w:rsidRPr="008F3B72" w14:paraId="01FEB2F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39DB8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A7AF5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22042118</w:t>
            </w:r>
          </w:p>
        </w:tc>
      </w:tr>
      <w:tr w:rsidR="001B2080" w:rsidRPr="008F3B72" w14:paraId="7BC8408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255CA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B60CDE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22042119</w:t>
            </w:r>
          </w:p>
        </w:tc>
      </w:tr>
      <w:tr w:rsidR="001B2080" w:rsidRPr="008F3B72" w14:paraId="358F073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616A6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3C54D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22042122</w:t>
            </w:r>
          </w:p>
        </w:tc>
      </w:tr>
      <w:tr w:rsidR="001B2080" w:rsidRPr="008F3B72" w14:paraId="72B5670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144C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D8F8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22042123</w:t>
            </w:r>
          </w:p>
        </w:tc>
      </w:tr>
      <w:tr w:rsidR="001B2080" w:rsidRPr="008F3B72" w14:paraId="6A03266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43F715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0EB9D6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22042124</w:t>
            </w:r>
          </w:p>
        </w:tc>
      </w:tr>
      <w:tr w:rsidR="001B2080" w:rsidRPr="008F3B72" w14:paraId="1785212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E4318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E4CE89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22042126</w:t>
            </w:r>
          </w:p>
        </w:tc>
      </w:tr>
      <w:tr w:rsidR="001B2080" w:rsidRPr="008F3B72" w14:paraId="4DC65D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954FB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C40674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22042127</w:t>
            </w:r>
          </w:p>
        </w:tc>
      </w:tr>
      <w:tr w:rsidR="001B2080" w:rsidRPr="008F3B72" w14:paraId="14BCA7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FA90E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95251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22042128</w:t>
            </w:r>
          </w:p>
        </w:tc>
      </w:tr>
      <w:tr w:rsidR="001B2080" w:rsidRPr="004A5063" w14:paraId="513903F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24829D91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1E38A2F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22042131</w:t>
            </w:r>
          </w:p>
        </w:tc>
      </w:tr>
      <w:tr w:rsidR="001B2080" w:rsidRPr="008F3B72" w14:paraId="23EEF6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35AF5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919AD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22042132</w:t>
            </w:r>
          </w:p>
        </w:tc>
      </w:tr>
      <w:tr w:rsidR="001B2080" w:rsidRPr="008F3B72" w14:paraId="3F6B8F1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16A4A5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B3024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22042134</w:t>
            </w:r>
          </w:p>
        </w:tc>
      </w:tr>
      <w:tr w:rsidR="001B2080" w:rsidRPr="008F3B72" w14:paraId="52237E6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C5C9C9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7F08B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22042136</w:t>
            </w:r>
          </w:p>
        </w:tc>
      </w:tr>
      <w:tr w:rsidR="001B2080" w:rsidRPr="008F3B72" w14:paraId="0D410B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6B4AF9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C06DC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22042137</w:t>
            </w:r>
          </w:p>
        </w:tc>
      </w:tr>
      <w:tr w:rsidR="001B2080" w:rsidRPr="008F3B72" w14:paraId="74EFCD9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35C04F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36FF5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22042138</w:t>
            </w:r>
          </w:p>
        </w:tc>
      </w:tr>
      <w:tr w:rsidR="001B2080" w:rsidRPr="008F3B72" w14:paraId="5F54C11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EAEA07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C4E350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22042142</w:t>
            </w:r>
          </w:p>
        </w:tc>
      </w:tr>
      <w:tr w:rsidR="001B2080" w:rsidRPr="008F3B72" w14:paraId="0E06BF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180FC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74F5C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22042143</w:t>
            </w:r>
          </w:p>
        </w:tc>
      </w:tr>
      <w:tr w:rsidR="001B2080" w:rsidRPr="008F3B72" w14:paraId="043573C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3EE296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B8522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22042144</w:t>
            </w:r>
          </w:p>
        </w:tc>
      </w:tr>
      <w:tr w:rsidR="001B2080" w:rsidRPr="008F3B72" w14:paraId="548B463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A81EB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9AF48D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22042146</w:t>
            </w:r>
          </w:p>
        </w:tc>
      </w:tr>
      <w:tr w:rsidR="001B2080" w:rsidRPr="008F3B72" w14:paraId="22136D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E107BA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65665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22042147</w:t>
            </w:r>
          </w:p>
        </w:tc>
      </w:tr>
      <w:tr w:rsidR="001B2080" w:rsidRPr="008F3B72" w14:paraId="344F5D2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53D83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19AA24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22042148</w:t>
            </w:r>
          </w:p>
        </w:tc>
      </w:tr>
      <w:tr w:rsidR="001B2080" w:rsidRPr="004A5063" w14:paraId="61302BE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B543DC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F92C95" w14:textId="77777777" w:rsidR="001B2080" w:rsidRPr="004A5063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63">
              <w:rPr>
                <w:rFonts w:ascii="CG Times (W1)" w:hAnsi="CG Times (W1)" w:cs="Arial"/>
                <w:szCs w:val="22"/>
              </w:rPr>
              <w:t>22042161</w:t>
            </w:r>
          </w:p>
        </w:tc>
      </w:tr>
      <w:tr w:rsidR="001B2080" w:rsidRPr="008F3B72" w14:paraId="6A0FF2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0119D6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D059C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22042162</w:t>
            </w:r>
          </w:p>
        </w:tc>
      </w:tr>
      <w:tr w:rsidR="001B2080" w:rsidRPr="008F3B72" w14:paraId="399425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DF39C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B7BB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22042166</w:t>
            </w:r>
          </w:p>
        </w:tc>
      </w:tr>
      <w:tr w:rsidR="001B2080" w:rsidRPr="008F3B72" w14:paraId="7EBFE5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36EC24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1EFC3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22042167</w:t>
            </w:r>
          </w:p>
        </w:tc>
      </w:tr>
      <w:tr w:rsidR="001B2080" w:rsidRPr="008F3B72" w14:paraId="696EE4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D0D5E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AA89A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22042168</w:t>
            </w:r>
          </w:p>
        </w:tc>
      </w:tr>
      <w:tr w:rsidR="001B2080" w:rsidRPr="008F3B72" w14:paraId="7ACCED6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492AA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7F6314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22042169</w:t>
            </w:r>
          </w:p>
        </w:tc>
      </w:tr>
      <w:tr w:rsidR="001B2080" w:rsidRPr="008F3B72" w14:paraId="333444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BD1B6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D1303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22042171</w:t>
            </w:r>
          </w:p>
        </w:tc>
      </w:tr>
      <w:tr w:rsidR="001B2080" w:rsidRPr="008F3B72" w14:paraId="4918E0A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2BAF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20085C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22042174</w:t>
            </w:r>
          </w:p>
        </w:tc>
      </w:tr>
      <w:tr w:rsidR="001B2080" w:rsidRPr="008F3B72" w14:paraId="1F2BB03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6F84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2E381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22042176</w:t>
            </w:r>
          </w:p>
        </w:tc>
      </w:tr>
      <w:tr w:rsidR="001B2080" w:rsidRPr="008F3B72" w14:paraId="083E9E2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13F53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B40C0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22042177</w:t>
            </w:r>
          </w:p>
        </w:tc>
      </w:tr>
      <w:tr w:rsidR="001B2080" w:rsidRPr="008F3B72" w14:paraId="3A32DFE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46BCD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5C7B9E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22042178</w:t>
            </w:r>
          </w:p>
        </w:tc>
      </w:tr>
      <w:tr w:rsidR="001B2080" w:rsidRPr="008F3B72" w14:paraId="1B0CA10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C481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9B18A1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22042179</w:t>
            </w:r>
          </w:p>
        </w:tc>
      </w:tr>
      <w:tr w:rsidR="001B2080" w:rsidRPr="008F3B72" w14:paraId="386A60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E8A543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BCED26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22042180</w:t>
            </w:r>
          </w:p>
        </w:tc>
      </w:tr>
      <w:tr w:rsidR="001B2080" w:rsidRPr="008F3B72" w14:paraId="026123A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414738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FA1EF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22042181</w:t>
            </w:r>
          </w:p>
        </w:tc>
      </w:tr>
      <w:tr w:rsidR="001B2080" w:rsidRPr="008F3B72" w14:paraId="48B2B8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3A0BD9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971FF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22042182</w:t>
            </w:r>
          </w:p>
        </w:tc>
      </w:tr>
      <w:tr w:rsidR="001B2080" w:rsidRPr="008F3B72" w14:paraId="4C78DAA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B6C2BC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D8D53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22042183</w:t>
            </w:r>
          </w:p>
        </w:tc>
      </w:tr>
      <w:tr w:rsidR="001B2080" w:rsidRPr="008F3B72" w14:paraId="3352D08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69F90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84A8F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22042184</w:t>
            </w:r>
          </w:p>
        </w:tc>
      </w:tr>
      <w:tr w:rsidR="001B2080" w:rsidRPr="008F3B72" w14:paraId="0AB7BE7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B1628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C0B5B3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22042185</w:t>
            </w:r>
          </w:p>
        </w:tc>
      </w:tr>
      <w:tr w:rsidR="001B2080" w:rsidRPr="008F3B72" w14:paraId="7ACB91F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613124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B1245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22042186</w:t>
            </w:r>
          </w:p>
        </w:tc>
      </w:tr>
      <w:tr w:rsidR="001B2080" w:rsidRPr="008F3B72" w14:paraId="6ECFEE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AC913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D4AEF6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22042187</w:t>
            </w:r>
          </w:p>
        </w:tc>
      </w:tr>
      <w:tr w:rsidR="001B2080" w:rsidRPr="008F3B72" w14:paraId="3EDA1B3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F7F7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8CF2C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22042188</w:t>
            </w:r>
          </w:p>
        </w:tc>
      </w:tr>
      <w:tr w:rsidR="001B2080" w:rsidRPr="008F3B72" w14:paraId="562909D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0529F7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BD53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22042189</w:t>
            </w:r>
          </w:p>
        </w:tc>
      </w:tr>
      <w:tr w:rsidR="001B2080" w:rsidRPr="008F3B72" w14:paraId="14110E9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F6B8CA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0056D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22042190</w:t>
            </w:r>
          </w:p>
        </w:tc>
      </w:tr>
      <w:tr w:rsidR="001B2080" w:rsidRPr="008F3B72" w14:paraId="7BC6DF3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687F9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F345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22042191</w:t>
            </w:r>
          </w:p>
        </w:tc>
      </w:tr>
      <w:tr w:rsidR="001B2080" w:rsidRPr="008F3B72" w:rsidDel="00BB13B8" w14:paraId="649B500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76F0BDE" w14:textId="77777777" w:rsidR="001B2080" w:rsidRPr="008F3B72" w:rsidDel="00BB13B8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26FBEC" w14:textId="77777777" w:rsidR="001B2080" w:rsidRPr="008F3B72" w:rsidDel="00BB13B8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22042193</w:t>
            </w:r>
          </w:p>
        </w:tc>
      </w:tr>
      <w:tr w:rsidR="001B2080" w:rsidRPr="008F3B72" w14:paraId="43C7C77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59AE0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C751C3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22042194</w:t>
            </w:r>
          </w:p>
        </w:tc>
      </w:tr>
      <w:tr w:rsidR="001B2080" w:rsidRPr="008F3B72" w14:paraId="79508E1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23AF7A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B3B344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22042195</w:t>
            </w:r>
          </w:p>
        </w:tc>
      </w:tr>
      <w:tr w:rsidR="001B2080" w:rsidRPr="008F3B72" w14:paraId="7B0B273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68A29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331DC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22042196</w:t>
            </w:r>
          </w:p>
        </w:tc>
      </w:tr>
      <w:tr w:rsidR="001B2080" w:rsidRPr="008F3B72" w14:paraId="3A13F45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5ECA9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22D36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22042197</w:t>
            </w:r>
          </w:p>
        </w:tc>
      </w:tr>
      <w:tr w:rsidR="001B2080" w:rsidRPr="008F3B72" w14:paraId="227A333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A91D87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29464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22042198</w:t>
            </w:r>
          </w:p>
        </w:tc>
      </w:tr>
      <w:tr w:rsidR="001B2080" w:rsidRPr="00AA7584" w14:paraId="5EDA97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0A9C0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102EA7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22042210</w:t>
            </w:r>
          </w:p>
        </w:tc>
      </w:tr>
      <w:tr w:rsidR="001B2080" w:rsidRPr="00AA7584" w14:paraId="42C17E9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EF495A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DDA9A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22042222</w:t>
            </w:r>
          </w:p>
        </w:tc>
      </w:tr>
      <w:tr w:rsidR="001B2080" w:rsidRPr="00AA7584" w14:paraId="5669593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21AC4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DA5E87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22042223</w:t>
            </w:r>
          </w:p>
        </w:tc>
      </w:tr>
      <w:tr w:rsidR="001B2080" w:rsidRPr="00AA7584" w14:paraId="143CD42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90ED66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F0280A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22042224</w:t>
            </w:r>
          </w:p>
        </w:tc>
      </w:tr>
      <w:tr w:rsidR="001B2080" w:rsidRPr="00AA7584" w14:paraId="032F66F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A307A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69495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22042226</w:t>
            </w:r>
          </w:p>
        </w:tc>
      </w:tr>
      <w:tr w:rsidR="001B2080" w:rsidRPr="00AA7584" w14:paraId="1BB328C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8D31AC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B7729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22042227</w:t>
            </w:r>
          </w:p>
        </w:tc>
      </w:tr>
      <w:tr w:rsidR="001B2080" w:rsidRPr="00AA7584" w14:paraId="7270068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3016A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E320DA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22042228</w:t>
            </w:r>
          </w:p>
        </w:tc>
      </w:tr>
      <w:tr w:rsidR="001B2080" w:rsidRPr="00AA7584" w14:paraId="63675A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B7B09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FDEC8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22042232</w:t>
            </w:r>
          </w:p>
        </w:tc>
      </w:tr>
      <w:tr w:rsidR="001B2080" w:rsidRPr="00AA7584" w14:paraId="15BB22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F92CE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3C8B5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22042233</w:t>
            </w:r>
          </w:p>
        </w:tc>
      </w:tr>
      <w:tr w:rsidR="001B2080" w:rsidRPr="00AA7584" w14:paraId="5D6ADF5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23F5C1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97BE4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22042238</w:t>
            </w:r>
          </w:p>
        </w:tc>
      </w:tr>
      <w:tr w:rsidR="001B2080" w:rsidRPr="00AA7584" w14:paraId="7DE8511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05EB2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1A66D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22042278</w:t>
            </w:r>
          </w:p>
        </w:tc>
      </w:tr>
      <w:tr w:rsidR="001B2080" w:rsidRPr="00AA7584" w14:paraId="44B4301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7C03B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A8A44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22042279</w:t>
            </w:r>
          </w:p>
        </w:tc>
      </w:tr>
      <w:tr w:rsidR="001B2080" w:rsidRPr="00AA7584" w14:paraId="749ADAF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A5771C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D7531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22042280</w:t>
            </w:r>
          </w:p>
        </w:tc>
      </w:tr>
      <w:tr w:rsidR="001B2080" w:rsidRPr="00AA7584" w14:paraId="2BB4AF6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CE1DA0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53677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22042281</w:t>
            </w:r>
          </w:p>
        </w:tc>
      </w:tr>
      <w:tr w:rsidR="001B2080" w:rsidRPr="00AA7584" w14:paraId="296CAD3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B8AE5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064AB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22042282</w:t>
            </w:r>
          </w:p>
        </w:tc>
      </w:tr>
      <w:tr w:rsidR="001B2080" w:rsidRPr="00AA7584" w14:paraId="559E580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3DD7F1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9224E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22042283</w:t>
            </w:r>
          </w:p>
        </w:tc>
      </w:tr>
      <w:tr w:rsidR="001B2080" w:rsidRPr="00AA7584" w14:paraId="44AB5A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A4FC6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7319A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22042284</w:t>
            </w:r>
          </w:p>
        </w:tc>
      </w:tr>
      <w:tr w:rsidR="001B2080" w:rsidRPr="00AA7584" w14:paraId="2C45378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BAF99F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0739E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22042285</w:t>
            </w:r>
          </w:p>
        </w:tc>
      </w:tr>
      <w:tr w:rsidR="001B2080" w:rsidRPr="00AA7584" w14:paraId="1551C8A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70CD86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897B7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22042286</w:t>
            </w:r>
          </w:p>
        </w:tc>
      </w:tr>
      <w:tr w:rsidR="001B2080" w:rsidRPr="00AA7584" w14:paraId="4AB46DB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8BEC1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BECE90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22042288</w:t>
            </w:r>
          </w:p>
        </w:tc>
      </w:tr>
      <w:tr w:rsidR="001B2080" w:rsidRPr="00AA7584" w14:paraId="2698DE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E1B391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B269F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22042290</w:t>
            </w:r>
          </w:p>
        </w:tc>
      </w:tr>
      <w:tr w:rsidR="001B2080" w:rsidRPr="00AA7584" w14:paraId="0EEB4A9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8DB1C9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EA4F26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22042291</w:t>
            </w:r>
          </w:p>
        </w:tc>
      </w:tr>
      <w:tr w:rsidR="001B2080" w:rsidRPr="00AA7584" w14:paraId="541B2D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981D0C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9F520B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22042293</w:t>
            </w:r>
          </w:p>
        </w:tc>
      </w:tr>
      <w:tr w:rsidR="001B2080" w:rsidRPr="00AA7584" w14:paraId="3D4E8E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9C9A1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CFADE2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22042294</w:t>
            </w:r>
          </w:p>
        </w:tc>
      </w:tr>
      <w:tr w:rsidR="001B2080" w:rsidRPr="00AA7584" w14:paraId="5388E2D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CDA2B8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E81C0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22042295</w:t>
            </w:r>
          </w:p>
        </w:tc>
      </w:tr>
      <w:tr w:rsidR="001B2080" w:rsidRPr="00AA7584" w14:paraId="5C47BB9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72E37D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8E11A4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22042296</w:t>
            </w:r>
          </w:p>
        </w:tc>
      </w:tr>
      <w:tr w:rsidR="001B2080" w:rsidRPr="00AA7584" w14:paraId="1376A18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F53340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BC0773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22042297</w:t>
            </w:r>
          </w:p>
        </w:tc>
      </w:tr>
      <w:tr w:rsidR="001B2080" w:rsidRPr="00AA7584" w14:paraId="56C791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1F1D85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BC459E" w14:textId="77777777" w:rsidR="001B2080" w:rsidRPr="00AA7584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AA7584">
              <w:rPr>
                <w:rFonts w:ascii="CG Times (W1)" w:hAnsi="CG Times (W1)" w:cs="Arial"/>
                <w:szCs w:val="22"/>
              </w:rPr>
              <w:t>22042298</w:t>
            </w:r>
          </w:p>
        </w:tc>
      </w:tr>
      <w:tr w:rsidR="001B2080" w:rsidRPr="00683C3E" w14:paraId="13F819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171A1E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51D228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22042978</w:t>
            </w:r>
          </w:p>
        </w:tc>
      </w:tr>
      <w:tr w:rsidR="001B2080" w:rsidRPr="008F3B72" w:rsidDel="0039385E" w14:paraId="580027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F83772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073DD5D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22042979</w:t>
            </w:r>
          </w:p>
        </w:tc>
      </w:tr>
      <w:tr w:rsidR="001B2080" w:rsidRPr="008F3B72" w:rsidDel="0039385E" w14:paraId="0EC6014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F951B8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FC0B3FF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22042980</w:t>
            </w:r>
          </w:p>
        </w:tc>
      </w:tr>
      <w:tr w:rsidR="001B2080" w:rsidRPr="008F3B72" w:rsidDel="0039385E" w14:paraId="23B444F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D2C9B45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4D9E08" w14:textId="77777777" w:rsidR="001B2080" w:rsidRPr="008F3B72" w:rsidDel="0039385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22042981</w:t>
            </w:r>
          </w:p>
        </w:tc>
      </w:tr>
      <w:tr w:rsidR="001B2080" w:rsidRPr="008F3B72" w14:paraId="2AA2457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C68A1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ABECA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22042982</w:t>
            </w:r>
          </w:p>
        </w:tc>
      </w:tr>
      <w:tr w:rsidR="001B2080" w:rsidRPr="008F3B72" w14:paraId="5461CE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E4ECF2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6EC3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22042983</w:t>
            </w:r>
          </w:p>
        </w:tc>
      </w:tr>
      <w:tr w:rsidR="001B2080" w:rsidRPr="008F3B72" w14:paraId="3037BD7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73CD00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06A01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22042984</w:t>
            </w:r>
          </w:p>
        </w:tc>
      </w:tr>
      <w:tr w:rsidR="001B2080" w:rsidRPr="008F3B72" w14:paraId="594C480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6C396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E3E81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22042985</w:t>
            </w:r>
          </w:p>
        </w:tc>
      </w:tr>
      <w:tr w:rsidR="001B2080" w:rsidRPr="008F3B72" w14:paraId="0914173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73DD7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038B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22042986</w:t>
            </w:r>
          </w:p>
        </w:tc>
      </w:tr>
      <w:tr w:rsidR="001B2080" w:rsidRPr="008F3B72" w14:paraId="052093D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2CB7F1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D81EC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22042988</w:t>
            </w:r>
          </w:p>
        </w:tc>
      </w:tr>
      <w:tr w:rsidR="001B2080" w:rsidRPr="008F3B72" w14:paraId="7A46561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D3EA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E982A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22042990</w:t>
            </w:r>
          </w:p>
        </w:tc>
      </w:tr>
      <w:tr w:rsidR="001B2080" w:rsidRPr="008F3B72" w14:paraId="2D67414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60F8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1A2E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22042991</w:t>
            </w:r>
          </w:p>
        </w:tc>
      </w:tr>
      <w:tr w:rsidR="001B2080" w:rsidRPr="008F3B72" w:rsidDel="00211155" w14:paraId="331D216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405CF1" w14:textId="77777777" w:rsidR="001B2080" w:rsidRPr="008F3B72" w:rsidDel="00211155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3A7812" w14:textId="77777777" w:rsidR="001B2080" w:rsidRPr="008F3B72" w:rsidDel="00211155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22042993</w:t>
            </w:r>
          </w:p>
        </w:tc>
      </w:tr>
      <w:tr w:rsidR="001B2080" w:rsidRPr="008F3B72" w14:paraId="1E31317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F96741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F02E6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22042994</w:t>
            </w:r>
          </w:p>
        </w:tc>
      </w:tr>
      <w:tr w:rsidR="001B2080" w:rsidRPr="008F3B72" w14:paraId="51ADAFB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043420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47D47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22042995</w:t>
            </w:r>
          </w:p>
        </w:tc>
      </w:tr>
      <w:tr w:rsidR="001B2080" w:rsidRPr="008F3B72" w14:paraId="439A7D2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F3BEAD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8ABD86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22042996</w:t>
            </w:r>
          </w:p>
        </w:tc>
      </w:tr>
      <w:tr w:rsidR="001B2080" w:rsidRPr="008F3B72" w14:paraId="78314E6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C10E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4E69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22042997</w:t>
            </w:r>
          </w:p>
        </w:tc>
      </w:tr>
      <w:tr w:rsidR="001B2080" w:rsidRPr="008F3B72" w14:paraId="0173EAF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69A95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53D08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22042998</w:t>
            </w:r>
          </w:p>
        </w:tc>
      </w:tr>
      <w:tr w:rsidR="001B2080" w:rsidRPr="008F3B72" w14:paraId="403EFD1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708EA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269C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22043010</w:t>
            </w:r>
          </w:p>
        </w:tc>
      </w:tr>
      <w:tr w:rsidR="001B2080" w:rsidRPr="008F3B72" w14:paraId="08E581C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7F3F6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BB139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22043096</w:t>
            </w:r>
          </w:p>
        </w:tc>
      </w:tr>
      <w:tr w:rsidR="001B2080" w:rsidRPr="008F3B72" w14:paraId="142719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7AFBC9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BE2501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22043098</w:t>
            </w:r>
          </w:p>
        </w:tc>
      </w:tr>
      <w:tr w:rsidR="001B2080" w:rsidRPr="008F3B72" w14:paraId="451662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F92FB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4A83C1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22051010</w:t>
            </w:r>
          </w:p>
        </w:tc>
      </w:tr>
      <w:tr w:rsidR="001B2080" w:rsidRPr="008F3B72" w14:paraId="13ED1EB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DCE6E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92DB1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22059010</w:t>
            </w:r>
          </w:p>
        </w:tc>
      </w:tr>
      <w:tr w:rsidR="001B2080" w:rsidRPr="008F3B72" w14:paraId="206E5F2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AC0F06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6D3A50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22060010</w:t>
            </w:r>
          </w:p>
        </w:tc>
      </w:tr>
      <w:tr w:rsidR="001B2080" w:rsidRPr="008F3B72" w14:paraId="00EF2B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440BD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87204E" w14:textId="77777777" w:rsidR="001B2080" w:rsidRPr="00E9501C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E9501C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3A7704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254507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B6913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79FD9E6" w14:textId="77777777" w:rsidR="001B2080" w:rsidRPr="00E9501C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B6913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1F0147E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2F57CD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C24C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22060051</w:t>
            </w:r>
          </w:p>
        </w:tc>
      </w:tr>
      <w:tr w:rsidR="001B2080" w:rsidRPr="008F3B72" w14:paraId="0CEE8EB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F311E6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A67031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6ABC416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6E65BB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E58AB9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22060081</w:t>
            </w:r>
          </w:p>
        </w:tc>
      </w:tr>
      <w:tr w:rsidR="001B2080" w:rsidRPr="008F3B72" w14:paraId="56C571D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2531E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F85AE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35E784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FAE32D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8E0DF6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621C1">
              <w:rPr>
                <w:rFonts w:ascii="CG Times (W1)" w:hAnsi="CG Times (W1)" w:cs="Arial"/>
                <w:szCs w:val="22"/>
              </w:rPr>
              <w:t>22042910</w:t>
            </w:r>
          </w:p>
        </w:tc>
      </w:tr>
      <w:tr w:rsidR="001B2080" w:rsidRPr="00683C3E" w14:paraId="2CA5A08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CB70EB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B78CE9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22042922</w:t>
            </w:r>
          </w:p>
        </w:tc>
      </w:tr>
      <w:tr w:rsidR="001B2080" w:rsidRPr="00683C3E" w14:paraId="344A8E3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0D6696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258420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22042923</w:t>
            </w:r>
          </w:p>
        </w:tc>
      </w:tr>
      <w:tr w:rsidR="001B2080" w:rsidRPr="00683C3E" w14:paraId="45E5348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3F0F4E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3ADAB6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22042924</w:t>
            </w:r>
          </w:p>
        </w:tc>
      </w:tr>
      <w:tr w:rsidR="001B2080" w:rsidRPr="00683C3E" w14:paraId="54771DB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1C4881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163835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22042926</w:t>
            </w:r>
          </w:p>
        </w:tc>
      </w:tr>
      <w:tr w:rsidR="001B2080" w:rsidRPr="00683C3E" w14:paraId="2F3D1C8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BB2AB3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620A97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22042927</w:t>
            </w:r>
          </w:p>
        </w:tc>
      </w:tr>
      <w:tr w:rsidR="001B2080" w:rsidRPr="00683C3E" w14:paraId="78E73AA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7CEA98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40AADA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22042928</w:t>
            </w:r>
          </w:p>
        </w:tc>
      </w:tr>
      <w:tr w:rsidR="001B2080" w:rsidRPr="00683C3E" w14:paraId="3A6ED53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C2AB47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31B80F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22042932</w:t>
            </w:r>
          </w:p>
        </w:tc>
      </w:tr>
      <w:tr w:rsidR="001B2080" w:rsidRPr="00683C3E" w14:paraId="2A0E460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F5860D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2484FB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22042938</w:t>
            </w:r>
          </w:p>
        </w:tc>
      </w:tr>
      <w:tr w:rsidR="001B2080" w:rsidRPr="008F3B72" w14:paraId="0CC13E8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A096B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BC3AC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22041011</w:t>
            </w:r>
          </w:p>
        </w:tc>
      </w:tr>
      <w:tr w:rsidR="001B2080" w:rsidRPr="00683C3E" w14:paraId="7D7C0DC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898BD0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C591EC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22041013</w:t>
            </w:r>
          </w:p>
        </w:tc>
      </w:tr>
      <w:tr w:rsidR="001B2080" w:rsidRPr="00683C3E" w14:paraId="619223C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29A606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D2EB1B" w14:textId="77777777" w:rsidR="001B2080" w:rsidRPr="00683C3E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83C3E">
              <w:rPr>
                <w:rFonts w:ascii="CG Times (W1)" w:hAnsi="CG Times (W1)" w:cs="Arial"/>
                <w:szCs w:val="22"/>
              </w:rPr>
              <w:t>22041015</w:t>
            </w:r>
          </w:p>
        </w:tc>
      </w:tr>
      <w:tr w:rsidR="001B2080" w:rsidRPr="008F3B72" w14:paraId="389EB9D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E727E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756B3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22041091</w:t>
            </w:r>
          </w:p>
        </w:tc>
      </w:tr>
      <w:tr w:rsidR="001B2080" w:rsidRPr="008F3B72" w14:paraId="6C8B18A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4BD13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A6AEC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22041093</w:t>
            </w:r>
          </w:p>
        </w:tc>
      </w:tr>
      <w:tr w:rsidR="001B2080" w:rsidRPr="008F3B72" w14:paraId="1305A4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3D7FC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55BEFA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22041094</w:t>
            </w:r>
          </w:p>
        </w:tc>
      </w:tr>
      <w:tr w:rsidR="001B2080" w:rsidRPr="008F3B72" w14:paraId="328C359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93CD1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330CF4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22041096</w:t>
            </w:r>
          </w:p>
        </w:tc>
      </w:tr>
      <w:tr w:rsidR="001B2080" w:rsidRPr="008F3B72" w14:paraId="313D3B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7F11CF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7F085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22041098</w:t>
            </w:r>
          </w:p>
        </w:tc>
      </w:tr>
      <w:tr w:rsidR="001B2080" w:rsidRPr="008F3B72" w14:paraId="1C8BAD5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289D4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2625F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22042106</w:t>
            </w:r>
          </w:p>
        </w:tc>
      </w:tr>
      <w:tr w:rsidR="001B2080" w:rsidRPr="008F3B72" w14:paraId="20B624F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86451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B16473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22042107</w:t>
            </w:r>
          </w:p>
        </w:tc>
      </w:tr>
      <w:tr w:rsidR="001B2080" w:rsidRPr="008F3B72" w14:paraId="6EEE41C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B46B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9666B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22042108</w:t>
            </w:r>
          </w:p>
        </w:tc>
      </w:tr>
      <w:tr w:rsidR="001B2080" w:rsidRPr="008F3B72" w14:paraId="1E19CA0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5E795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60BC0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22042109</w:t>
            </w:r>
          </w:p>
        </w:tc>
      </w:tr>
      <w:tr w:rsidR="001B2080" w:rsidRPr="00287E1D" w14:paraId="10925D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677F6C" w14:textId="77777777" w:rsidR="001B2080" w:rsidRPr="00287E1D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287E1D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904420" w14:textId="77777777" w:rsidR="001B2080" w:rsidRPr="00287E1D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287E1D">
              <w:rPr>
                <w:rFonts w:ascii="CG Times (W1)" w:hAnsi="CG Times (W1)" w:cs="Arial"/>
                <w:szCs w:val="22"/>
              </w:rPr>
              <w:t>22042210</w:t>
            </w:r>
          </w:p>
        </w:tc>
      </w:tr>
      <w:tr w:rsidR="001B2080" w:rsidRPr="008F3B72" w14:paraId="6E51FCA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08F5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4C6811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22042910</w:t>
            </w:r>
          </w:p>
        </w:tc>
      </w:tr>
      <w:tr w:rsidR="001B2080" w:rsidRPr="008F3B72" w14:paraId="15885C2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569B9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79AB7C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22051010</w:t>
            </w:r>
          </w:p>
        </w:tc>
      </w:tr>
      <w:tr w:rsidR="001B2080" w:rsidRPr="008F3B72" w14:paraId="5AE6D9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B44135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DA7D6C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22059010</w:t>
            </w:r>
          </w:p>
        </w:tc>
      </w:tr>
      <w:tr w:rsidR="001B2080" w:rsidRPr="008F3B72" w14:paraId="1E5E82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44E4E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F0F05C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0EC41F4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AAF50B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W300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B82DD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4B877A6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4F180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D3CDB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22042185</w:t>
            </w:r>
          </w:p>
        </w:tc>
      </w:tr>
      <w:tr w:rsidR="001B2080" w:rsidRPr="008F3B72" w14:paraId="0BA1CDA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76EF57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CAC2D8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22042186</w:t>
            </w:r>
          </w:p>
        </w:tc>
      </w:tr>
      <w:tr w:rsidR="001B2080" w:rsidRPr="008F3B72" w14:paraId="428EC92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95B83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6C3D9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22042187</w:t>
            </w:r>
          </w:p>
        </w:tc>
      </w:tr>
      <w:tr w:rsidR="001B2080" w:rsidRPr="008F3B72" w14:paraId="431E9A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C7BBE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B7F70F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22042188</w:t>
            </w:r>
          </w:p>
        </w:tc>
      </w:tr>
      <w:tr w:rsidR="001B2080" w:rsidRPr="008F3B72" w14:paraId="7D4526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169BB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5F9E3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22042189</w:t>
            </w:r>
          </w:p>
        </w:tc>
      </w:tr>
      <w:tr w:rsidR="001B2080" w:rsidRPr="008F3B72" w14:paraId="306E859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0F528D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2CF98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22042190</w:t>
            </w:r>
          </w:p>
        </w:tc>
      </w:tr>
      <w:tr w:rsidR="001B2080" w:rsidRPr="008F3B72" w14:paraId="5F9FD61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B06E25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22710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22042191</w:t>
            </w:r>
          </w:p>
        </w:tc>
      </w:tr>
      <w:tr w:rsidR="001B2080" w:rsidRPr="008F3B72" w14:paraId="0482D0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E5AEB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6D55D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22042193</w:t>
            </w:r>
          </w:p>
        </w:tc>
      </w:tr>
      <w:tr w:rsidR="001B2080" w:rsidRPr="008F3B72" w14:paraId="4F150BD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9737B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E6335D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22042194</w:t>
            </w:r>
          </w:p>
        </w:tc>
      </w:tr>
      <w:tr w:rsidR="001B2080" w:rsidRPr="008F3B72" w14:paraId="05F599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573FA5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56CCA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22042195</w:t>
            </w:r>
          </w:p>
        </w:tc>
      </w:tr>
      <w:tr w:rsidR="001B2080" w:rsidRPr="008F3B72" w14:paraId="5260D93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1E032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C6C50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22042196</w:t>
            </w:r>
          </w:p>
        </w:tc>
      </w:tr>
      <w:tr w:rsidR="001B2080" w:rsidRPr="008F3B72" w14:paraId="7746C89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878F16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2D317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22042197</w:t>
            </w:r>
          </w:p>
        </w:tc>
      </w:tr>
      <w:tr w:rsidR="001B2080" w:rsidRPr="008F3B72" w14:paraId="18260CA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189D36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80B82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22042198</w:t>
            </w:r>
          </w:p>
        </w:tc>
      </w:tr>
      <w:tr w:rsidR="001B2080" w:rsidRPr="000B00F2" w14:paraId="7242DF4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06C15EDC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360C3C3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22042285</w:t>
            </w:r>
          </w:p>
        </w:tc>
      </w:tr>
      <w:tr w:rsidR="001B2080" w:rsidRPr="000B00F2" w14:paraId="50090FA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7BFBD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79FDC3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22042286</w:t>
            </w:r>
          </w:p>
        </w:tc>
      </w:tr>
      <w:tr w:rsidR="001B2080" w:rsidRPr="000B00F2" w14:paraId="73FBBC2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AB915B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F40F4B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22042288</w:t>
            </w:r>
          </w:p>
        </w:tc>
      </w:tr>
      <w:tr w:rsidR="001B2080" w:rsidRPr="000B00F2" w14:paraId="7F84AF3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6D695A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6F650E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22042290</w:t>
            </w:r>
          </w:p>
        </w:tc>
      </w:tr>
      <w:tr w:rsidR="001B2080" w:rsidRPr="000B00F2" w14:paraId="1E32C5B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43993E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C5AB085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22042291</w:t>
            </w:r>
          </w:p>
        </w:tc>
      </w:tr>
      <w:tr w:rsidR="001B2080" w:rsidRPr="000B00F2" w14:paraId="0AF6C91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D7F0CC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3D8A7E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22042293</w:t>
            </w:r>
          </w:p>
        </w:tc>
      </w:tr>
      <w:tr w:rsidR="001B2080" w:rsidRPr="000B00F2" w14:paraId="66DB601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D0525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B201B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22042294</w:t>
            </w:r>
          </w:p>
        </w:tc>
      </w:tr>
      <w:tr w:rsidR="001B2080" w:rsidRPr="000B00F2" w14:paraId="5459924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02E3C6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E8CEF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22042295</w:t>
            </w:r>
          </w:p>
        </w:tc>
      </w:tr>
      <w:tr w:rsidR="001B2080" w:rsidRPr="000B00F2" w14:paraId="6B7BE81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4CB95C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6FA78F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22042296</w:t>
            </w:r>
          </w:p>
        </w:tc>
      </w:tr>
      <w:tr w:rsidR="001B2080" w:rsidRPr="000B00F2" w14:paraId="0226DC6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82F38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C62930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22042297</w:t>
            </w:r>
          </w:p>
        </w:tc>
      </w:tr>
      <w:tr w:rsidR="001B2080" w:rsidRPr="000B00F2" w14:paraId="412D764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E2E7BD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E10299" w14:textId="77777777" w:rsidR="001B2080" w:rsidRPr="000B00F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B00F2">
              <w:rPr>
                <w:rFonts w:ascii="CG Times (W1)" w:hAnsi="CG Times (W1)" w:cs="Arial"/>
                <w:szCs w:val="22"/>
              </w:rPr>
              <w:t>22042298</w:t>
            </w:r>
          </w:p>
        </w:tc>
      </w:tr>
      <w:tr w:rsidR="001B2080" w:rsidRPr="008F3B72" w14:paraId="79C6747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1E912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7B444F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22042985</w:t>
            </w:r>
          </w:p>
        </w:tc>
      </w:tr>
      <w:tr w:rsidR="001B2080" w:rsidRPr="008F3B72" w14:paraId="2C7A548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7011E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6B251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22042986</w:t>
            </w:r>
          </w:p>
        </w:tc>
      </w:tr>
      <w:tr w:rsidR="001B2080" w:rsidRPr="008F3B72" w14:paraId="6126524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C094D8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BEF29E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22042988</w:t>
            </w:r>
          </w:p>
        </w:tc>
      </w:tr>
      <w:tr w:rsidR="001B2080" w:rsidRPr="008F3B72" w14:paraId="38458A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6309C0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1DEB7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22042990</w:t>
            </w:r>
          </w:p>
        </w:tc>
      </w:tr>
      <w:tr w:rsidR="001B2080" w:rsidRPr="008F3B72" w14:paraId="409591F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D97AE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84DED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22042991</w:t>
            </w:r>
          </w:p>
        </w:tc>
      </w:tr>
      <w:tr w:rsidR="001B2080" w:rsidRPr="008F3B72" w14:paraId="241B84D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0CA4C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19C1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22042993</w:t>
            </w:r>
          </w:p>
        </w:tc>
      </w:tr>
      <w:tr w:rsidR="001B2080" w:rsidRPr="008F3B72" w14:paraId="1CC0E4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EC4229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6EF52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22042994</w:t>
            </w:r>
          </w:p>
        </w:tc>
      </w:tr>
      <w:tr w:rsidR="001B2080" w:rsidRPr="008F3B72" w14:paraId="424704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EFC16C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802E63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22042995</w:t>
            </w:r>
          </w:p>
        </w:tc>
      </w:tr>
      <w:tr w:rsidR="001B2080" w:rsidRPr="008F3B72" w14:paraId="1617986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7CF7E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3E60E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22042996</w:t>
            </w:r>
          </w:p>
        </w:tc>
      </w:tr>
      <w:tr w:rsidR="001B2080" w:rsidRPr="008F3B72" w14:paraId="4EC45C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3E097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FD417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22042997</w:t>
            </w:r>
          </w:p>
        </w:tc>
      </w:tr>
      <w:tr w:rsidR="001B2080" w:rsidRPr="008F3B72" w14:paraId="5E462FB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E1E5DA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DFC2C8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22042998</w:t>
            </w:r>
          </w:p>
        </w:tc>
      </w:tr>
      <w:tr w:rsidR="001B2080" w:rsidRPr="008F3B72" w14:paraId="761C683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A110B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0B0DC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22051010</w:t>
            </w:r>
          </w:p>
        </w:tc>
      </w:tr>
      <w:tr w:rsidR="001B2080" w:rsidRPr="008F3B72" w14:paraId="4DFF7D7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D675B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6F042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22051090</w:t>
            </w:r>
          </w:p>
        </w:tc>
      </w:tr>
      <w:tr w:rsidR="001B2080" w:rsidRPr="008F3B72" w14:paraId="2662264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D7C757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B394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22059010</w:t>
            </w:r>
          </w:p>
        </w:tc>
      </w:tr>
      <w:tr w:rsidR="001B2080" w:rsidRPr="008F3B72" w14:paraId="034152B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E62EBF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029CA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22059090</w:t>
            </w:r>
          </w:p>
        </w:tc>
      </w:tr>
      <w:tr w:rsidR="001B2080" w:rsidRPr="008F3B72" w14:paraId="4ED4498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C0E32D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7C0E9C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22060010</w:t>
            </w:r>
          </w:p>
        </w:tc>
      </w:tr>
      <w:tr w:rsidR="001B2080" w:rsidRPr="008F3B72" w14:paraId="2C0A37E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115DDF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F22F3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64A1C8F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F10957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A43585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06B1B79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DA79C2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21D3CC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22060051</w:t>
            </w:r>
          </w:p>
        </w:tc>
      </w:tr>
      <w:tr w:rsidR="001B2080" w:rsidRPr="008F3B72" w14:paraId="2302800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DD347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3352F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4015266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F5A1F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754823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22060081</w:t>
            </w:r>
          </w:p>
        </w:tc>
      </w:tr>
      <w:tr w:rsidR="001B2080" w:rsidRPr="008F3B72" w14:paraId="4B49B3F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6EA81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325091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47591BF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8952F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04161F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B621C1">
              <w:rPr>
                <w:rFonts w:ascii="CG Times (W1)" w:hAnsi="CG Times (W1)" w:cs="Arial"/>
                <w:szCs w:val="22"/>
              </w:rPr>
              <w:t>22042138</w:t>
            </w:r>
          </w:p>
        </w:tc>
      </w:tr>
      <w:tr w:rsidR="001B2080" w:rsidRPr="008F3B72" w14:paraId="0EF5F8F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092087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I000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D5C09EF" w14:textId="77777777" w:rsidR="001B2080" w:rsidRPr="00B621C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621C1">
              <w:rPr>
                <w:rFonts w:ascii="CG Times (W1)" w:hAnsi="CG Times (W1)" w:cs="Arial"/>
                <w:szCs w:val="22"/>
              </w:rPr>
              <w:t>220421</w:t>
            </w:r>
            <w:r>
              <w:rPr>
                <w:rFonts w:ascii="CG Times (W1)" w:hAnsi="CG Times (W1)" w:cs="Arial"/>
                <w:szCs w:val="22"/>
              </w:rPr>
              <w:t>81</w:t>
            </w:r>
          </w:p>
        </w:tc>
      </w:tr>
      <w:tr w:rsidR="001B2080" w:rsidRPr="001F2721" w14:paraId="5E4C931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5C8E66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CF85CB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22042185</w:t>
            </w:r>
          </w:p>
        </w:tc>
      </w:tr>
      <w:tr w:rsidR="001B2080" w:rsidRPr="001F2721" w14:paraId="0DF0A30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B2B03E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2015C9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22042186</w:t>
            </w:r>
          </w:p>
        </w:tc>
      </w:tr>
      <w:tr w:rsidR="001B2080" w:rsidRPr="001F2721" w14:paraId="350CBF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AA0EE4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0A1D25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22042187</w:t>
            </w:r>
          </w:p>
        </w:tc>
      </w:tr>
      <w:tr w:rsidR="001B2080" w:rsidRPr="001F2721" w14:paraId="34EAA4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1C6287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FCAFA1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22042188</w:t>
            </w:r>
          </w:p>
        </w:tc>
      </w:tr>
      <w:tr w:rsidR="001B2080" w:rsidRPr="001F2721" w14:paraId="04846CE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B4D93A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FE580B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22042189</w:t>
            </w:r>
          </w:p>
        </w:tc>
      </w:tr>
      <w:tr w:rsidR="001B2080" w:rsidRPr="001F2721" w14:paraId="563F052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52714B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D13DDC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22042190</w:t>
            </w:r>
          </w:p>
        </w:tc>
      </w:tr>
      <w:tr w:rsidR="001B2080" w:rsidRPr="001F2721" w14:paraId="5679059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B66A89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21E5C8" w14:textId="77777777" w:rsidR="001B2080" w:rsidRPr="001F2721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2721">
              <w:rPr>
                <w:rFonts w:ascii="CG Times (W1)" w:hAnsi="CG Times (W1)" w:cs="Arial"/>
                <w:szCs w:val="22"/>
              </w:rPr>
              <w:t>22042191</w:t>
            </w:r>
          </w:p>
        </w:tc>
      </w:tr>
      <w:tr w:rsidR="001B2080" w:rsidRPr="008F3B72" w14:paraId="434B4AD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BD86D2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E1A38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22042193</w:t>
            </w:r>
          </w:p>
        </w:tc>
      </w:tr>
      <w:tr w:rsidR="001B2080" w:rsidRPr="008F3B72" w14:paraId="6F07E42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A82B09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2BD30D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22042194</w:t>
            </w:r>
          </w:p>
        </w:tc>
      </w:tr>
      <w:tr w:rsidR="001B2080" w:rsidRPr="008F3B72" w14:paraId="351F6F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CC9690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CF849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22042195</w:t>
            </w:r>
          </w:p>
        </w:tc>
      </w:tr>
      <w:tr w:rsidR="001B2080" w:rsidRPr="008F3B72" w14:paraId="4DC23AB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F319E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635EC9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22042196</w:t>
            </w:r>
          </w:p>
        </w:tc>
      </w:tr>
      <w:tr w:rsidR="001B2080" w:rsidRPr="008F3B72" w14:paraId="3482480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5455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15B3EB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22042197</w:t>
            </w:r>
          </w:p>
        </w:tc>
      </w:tr>
      <w:tr w:rsidR="001B2080" w:rsidRPr="008F3B72" w14:paraId="491587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51201F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E16CB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22042198</w:t>
            </w:r>
          </w:p>
        </w:tc>
      </w:tr>
      <w:tr w:rsidR="001B2080" w:rsidRPr="0074697A" w14:paraId="07EFDB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0E11DB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CFD373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22042285</w:t>
            </w:r>
          </w:p>
        </w:tc>
      </w:tr>
      <w:tr w:rsidR="001B2080" w:rsidRPr="0074697A" w14:paraId="6C5D7D9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7BB762E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B17837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22042286</w:t>
            </w:r>
          </w:p>
        </w:tc>
      </w:tr>
      <w:tr w:rsidR="001B2080" w:rsidRPr="0074697A" w14:paraId="45B9D2D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A8F39C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968003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22042288</w:t>
            </w:r>
          </w:p>
        </w:tc>
      </w:tr>
      <w:tr w:rsidR="001B2080" w:rsidRPr="0074697A" w14:paraId="6F9EEC4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DAADEC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4ED71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22042290</w:t>
            </w:r>
          </w:p>
        </w:tc>
      </w:tr>
      <w:tr w:rsidR="001B2080" w:rsidRPr="0074697A" w14:paraId="0C8C776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DAD527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301B19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22042291</w:t>
            </w:r>
          </w:p>
        </w:tc>
      </w:tr>
      <w:tr w:rsidR="001B2080" w:rsidRPr="0074697A" w14:paraId="04E150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CE9FC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D4C04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22042293</w:t>
            </w:r>
          </w:p>
        </w:tc>
      </w:tr>
      <w:tr w:rsidR="001B2080" w:rsidRPr="0074697A" w14:paraId="1E28D41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EBE02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0342DC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22042294</w:t>
            </w:r>
          </w:p>
        </w:tc>
      </w:tr>
      <w:tr w:rsidR="001B2080" w:rsidRPr="0074697A" w14:paraId="4FF954E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5CDB29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5069D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22042295</w:t>
            </w:r>
          </w:p>
        </w:tc>
      </w:tr>
      <w:tr w:rsidR="001B2080" w:rsidRPr="0074697A" w14:paraId="61ABAF6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3B7FDB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A4CF26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22042296</w:t>
            </w:r>
          </w:p>
        </w:tc>
      </w:tr>
      <w:tr w:rsidR="001B2080" w:rsidRPr="0074697A" w14:paraId="2BF443A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760BDF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B2159E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22042297</w:t>
            </w:r>
          </w:p>
        </w:tc>
      </w:tr>
      <w:tr w:rsidR="001B2080" w:rsidRPr="0074697A" w14:paraId="2EC3570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D48E7F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6B91BF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22042298</w:t>
            </w:r>
          </w:p>
        </w:tc>
      </w:tr>
      <w:tr w:rsidR="001B2080" w:rsidRPr="0074697A" w14:paraId="2F45128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ED9CB4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A168F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22042985</w:t>
            </w:r>
          </w:p>
        </w:tc>
      </w:tr>
      <w:tr w:rsidR="001B2080" w:rsidRPr="0074697A" w14:paraId="6EA40E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E427AD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D2C388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22042986</w:t>
            </w:r>
          </w:p>
        </w:tc>
      </w:tr>
      <w:tr w:rsidR="001B2080" w:rsidRPr="0074697A" w14:paraId="7CC613F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C4736A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8C7735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22042988</w:t>
            </w:r>
          </w:p>
        </w:tc>
      </w:tr>
      <w:tr w:rsidR="001B2080" w:rsidRPr="0074697A" w14:paraId="02BEEF7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F86077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999391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22042990</w:t>
            </w:r>
          </w:p>
        </w:tc>
      </w:tr>
      <w:tr w:rsidR="001B2080" w:rsidRPr="0074697A" w14:paraId="0334EB9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F4FD72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74697A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ABE31E" w14:textId="77777777" w:rsidR="001B2080" w:rsidRPr="0074697A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74697A">
              <w:rPr>
                <w:rFonts w:ascii="CG Times (W1)" w:hAnsi="CG Times (W1)"/>
                <w:color w:val="000000"/>
                <w:szCs w:val="22"/>
              </w:rPr>
              <w:t>22042991</w:t>
            </w:r>
          </w:p>
        </w:tc>
      </w:tr>
      <w:tr w:rsidR="001B2080" w:rsidRPr="008F3B72" w14:paraId="082C94B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03FA73A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4FF10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22042993</w:t>
            </w:r>
          </w:p>
        </w:tc>
      </w:tr>
      <w:tr w:rsidR="001B2080" w:rsidRPr="008F3B72" w14:paraId="3CA1496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52609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4F489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22042994</w:t>
            </w:r>
          </w:p>
        </w:tc>
      </w:tr>
      <w:tr w:rsidR="001B2080" w:rsidRPr="008F3B72" w14:paraId="1F668C3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28A189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6DE0B5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22042995</w:t>
            </w:r>
          </w:p>
        </w:tc>
      </w:tr>
      <w:tr w:rsidR="001B2080" w:rsidRPr="008F3B72" w14:paraId="3987A34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1E9C0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54CE9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22042996</w:t>
            </w:r>
          </w:p>
        </w:tc>
      </w:tr>
      <w:tr w:rsidR="001B2080" w:rsidRPr="008F3B72" w14:paraId="5436772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90661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A84A4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22042997</w:t>
            </w:r>
          </w:p>
        </w:tc>
      </w:tr>
      <w:tr w:rsidR="001B2080" w:rsidRPr="008F3B72" w14:paraId="5A5A73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8632F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5EFE9B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22042998</w:t>
            </w:r>
          </w:p>
        </w:tc>
      </w:tr>
      <w:tr w:rsidR="001B2080" w:rsidRPr="008F3B72" w14:paraId="19D9F27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B070A0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185DF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22051090</w:t>
            </w:r>
          </w:p>
        </w:tc>
      </w:tr>
      <w:tr w:rsidR="001B2080" w:rsidRPr="008F3B72" w14:paraId="10DEE9D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937DDB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4122B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22059090</w:t>
            </w:r>
          </w:p>
        </w:tc>
      </w:tr>
      <w:tr w:rsidR="001B2080" w:rsidRPr="008F3B72" w14:paraId="746148F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2BE42AF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811226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22060010</w:t>
            </w:r>
          </w:p>
        </w:tc>
      </w:tr>
      <w:tr w:rsidR="001B2080" w:rsidRPr="008F3B72" w14:paraId="04D4576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39287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D3078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22060031</w:t>
            </w:r>
          </w:p>
        </w:tc>
      </w:tr>
      <w:tr w:rsidR="001B2080" w:rsidRPr="008F3B72" w14:paraId="753FF6F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12ACFD4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273F30C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22060039</w:t>
            </w:r>
          </w:p>
        </w:tc>
      </w:tr>
      <w:tr w:rsidR="001B2080" w:rsidRPr="008F3B72" w14:paraId="23866FF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F13E63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F336B5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22060051</w:t>
            </w:r>
          </w:p>
        </w:tc>
      </w:tr>
      <w:tr w:rsidR="001B2080" w:rsidRPr="008F3B72" w14:paraId="6FD336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81D84D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53FB0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22060059</w:t>
            </w:r>
          </w:p>
        </w:tc>
      </w:tr>
      <w:tr w:rsidR="001B2080" w:rsidRPr="008F3B72" w14:paraId="0B40042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4D72F99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49AB5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22060081</w:t>
            </w:r>
          </w:p>
        </w:tc>
      </w:tr>
      <w:tr w:rsidR="001B2080" w:rsidRPr="008F3B72" w14:paraId="7270C12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EB045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122060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22060089</w:t>
            </w:r>
          </w:p>
        </w:tc>
      </w:tr>
      <w:tr w:rsidR="001B2080" w:rsidRPr="008F3B72" w14:paraId="7FF7F84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AE59BE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DB5BBF2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22082012</w:t>
            </w:r>
          </w:p>
        </w:tc>
      </w:tr>
      <w:tr w:rsidR="001B2080" w:rsidRPr="008F3B72" w14:paraId="2AB09BE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6FD5D17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0E92156" w14:textId="77777777" w:rsidR="001B2080" w:rsidRPr="008F3B72" w:rsidRDefault="001B2080" w:rsidP="00575FDC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22082014</w:t>
            </w:r>
          </w:p>
        </w:tc>
      </w:tr>
      <w:tr w:rsidR="00C90796" w:rsidRPr="008F3B72" w14:paraId="2121C91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FCE09FC" w14:textId="07BE376B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4E620334" w14:textId="6E33AE2B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22082016</w:t>
            </w:r>
          </w:p>
        </w:tc>
      </w:tr>
      <w:tr w:rsidR="00C90796" w:rsidRPr="008F3B72" w14:paraId="32F6B61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D0CE122" w14:textId="12FA50C5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17548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42257B44" w14:textId="4FAD9E28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22082018</w:t>
            </w:r>
          </w:p>
        </w:tc>
      </w:tr>
      <w:tr w:rsidR="00C90796" w:rsidRPr="008F3B72" w14:paraId="7E7C7F1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1B34D25F" w14:textId="27F963B9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17548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5477441A" w14:textId="52994C28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22082019</w:t>
            </w:r>
          </w:p>
        </w:tc>
      </w:tr>
      <w:tr w:rsidR="00C90796" w:rsidRPr="008F3B72" w14:paraId="672E044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4591D6B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9CA766C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22082026</w:t>
            </w:r>
          </w:p>
        </w:tc>
      </w:tr>
      <w:tr w:rsidR="00964295" w:rsidRPr="008F3B72" w14:paraId="18B151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3D96E8" w14:textId="0243222A" w:rsidR="00964295" w:rsidRPr="008F3B72" w:rsidRDefault="00623AC0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D313F5" w14:textId="1D90F2AC" w:rsidR="00964295" w:rsidRPr="008F3B72" w:rsidRDefault="00623AC0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23AC0">
              <w:rPr>
                <w:rFonts w:ascii="CG Times (W1)" w:hAnsi="CG Times (W1)" w:cs="Arial"/>
                <w:szCs w:val="22"/>
              </w:rPr>
              <w:t>22082028</w:t>
            </w:r>
          </w:p>
        </w:tc>
      </w:tr>
      <w:tr w:rsidR="00C90796" w:rsidRPr="008F3B72" w14:paraId="39A9D8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DEEE63C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0360EA" w14:textId="77777777" w:rsidR="00C90796" w:rsidRPr="008F3B72" w:rsidRDefault="00C90796" w:rsidP="00C90796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22082062</w:t>
            </w:r>
          </w:p>
        </w:tc>
      </w:tr>
      <w:tr w:rsidR="00CE3BF2" w:rsidRPr="008F3B72" w14:paraId="383FFC2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23B29FC2" w14:textId="073BB989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58A3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16A7A3B4" w14:textId="31B52802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22082066</w:t>
            </w:r>
          </w:p>
        </w:tc>
      </w:tr>
      <w:tr w:rsidR="00CE3BF2" w:rsidRPr="008F3B72" w14:paraId="25F683C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66B7E60C" w14:textId="1949841B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F58A3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</w:tcPr>
          <w:p w14:paraId="380153BE" w14:textId="0DCCA8F3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22082069</w:t>
            </w:r>
          </w:p>
        </w:tc>
      </w:tr>
      <w:tr w:rsidR="00CE3BF2" w:rsidRPr="008F3B72" w14:paraId="2F39429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C449C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F501B6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22082086</w:t>
            </w:r>
          </w:p>
        </w:tc>
      </w:tr>
      <w:tr w:rsidR="00E12F2E" w:rsidRPr="008F3B72" w14:paraId="7BFD8E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2D2066" w14:textId="70E2534F" w:rsidR="00E12F2E" w:rsidRPr="008F3B72" w:rsidRDefault="00E12F2E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40B8C8" w14:textId="4949CC6F" w:rsidR="00E12F2E" w:rsidRPr="008F3B72" w:rsidRDefault="00E12F2E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22082088</w:t>
            </w:r>
          </w:p>
        </w:tc>
      </w:tr>
      <w:tr w:rsidR="00CE3BF2" w:rsidRPr="008F3B72" w14:paraId="4188502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7C69A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EEB45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22083011</w:t>
            </w:r>
          </w:p>
        </w:tc>
      </w:tr>
      <w:tr w:rsidR="00CE3BF2" w:rsidRPr="008F3B72" w14:paraId="14E8D3B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578DCD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BDD03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22083019</w:t>
            </w:r>
          </w:p>
        </w:tc>
      </w:tr>
      <w:tr w:rsidR="00CE3BF2" w:rsidRPr="008F3B72" w14:paraId="7B04A4A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30E431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5305A4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22083030</w:t>
            </w:r>
          </w:p>
        </w:tc>
      </w:tr>
      <w:tr w:rsidR="00CE3BF2" w:rsidRPr="008F3B72" w14:paraId="7CA0168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C2E218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0C8A64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22083041</w:t>
            </w:r>
          </w:p>
        </w:tc>
      </w:tr>
      <w:tr w:rsidR="00CE3BF2" w:rsidRPr="008F3B72" w14:paraId="6D07D04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48E563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38DABE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22083049</w:t>
            </w:r>
          </w:p>
        </w:tc>
      </w:tr>
      <w:tr w:rsidR="00CE3BF2" w:rsidRPr="008F3B72" w14:paraId="665EB42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CDD8B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7006CE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22083061</w:t>
            </w:r>
          </w:p>
        </w:tc>
      </w:tr>
      <w:tr w:rsidR="00CE3BF2" w:rsidRPr="008F3B72" w14:paraId="23D9DF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314A8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003FBA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22083069</w:t>
            </w:r>
          </w:p>
        </w:tc>
      </w:tr>
      <w:tr w:rsidR="00CE3BF2" w:rsidRPr="008F3B72" w14:paraId="0051F70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85C52E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8E6262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22083071</w:t>
            </w:r>
          </w:p>
        </w:tc>
      </w:tr>
      <w:tr w:rsidR="00CE3BF2" w:rsidRPr="008F3B72" w14:paraId="5884A75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37F0AC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BCE6851" w14:textId="77777777" w:rsidR="00CE3BF2" w:rsidRPr="008F3B72" w:rsidDel="00845D5F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22083079</w:t>
            </w:r>
          </w:p>
        </w:tc>
      </w:tr>
      <w:tr w:rsidR="00CE3BF2" w:rsidRPr="008F3B72" w14:paraId="6DFD352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415A6F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B398E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22083082</w:t>
            </w:r>
          </w:p>
        </w:tc>
      </w:tr>
      <w:tr w:rsidR="00CE3BF2" w:rsidRPr="008F3B72" w14:paraId="7CEFF86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5EDCAC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E89F10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22083088</w:t>
            </w:r>
          </w:p>
        </w:tc>
      </w:tr>
      <w:tr w:rsidR="00CE3BF2" w:rsidRPr="008F3B72" w14:paraId="2E9ECFA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D1A3C8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28FB85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22084011</w:t>
            </w:r>
          </w:p>
        </w:tc>
      </w:tr>
      <w:tr w:rsidR="00CE3BF2" w:rsidRPr="008F3B72" w14:paraId="559506B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D90CD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7182D7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22084031</w:t>
            </w:r>
          </w:p>
        </w:tc>
      </w:tr>
      <w:tr w:rsidR="00CE3BF2" w:rsidRPr="008F3B72" w14:paraId="33DCD0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12FAE8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47BAF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22084039</w:t>
            </w:r>
          </w:p>
        </w:tc>
      </w:tr>
      <w:tr w:rsidR="00CE3BF2" w:rsidRPr="008F3B72" w14:paraId="7FD3EF3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2FFE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14CF15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22084051</w:t>
            </w:r>
          </w:p>
        </w:tc>
      </w:tr>
      <w:tr w:rsidR="00CE3BF2" w:rsidRPr="008F3B72" w14:paraId="593A40F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8D3C4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54DEAE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22084091</w:t>
            </w:r>
          </w:p>
        </w:tc>
      </w:tr>
      <w:tr w:rsidR="00CE3BF2" w:rsidRPr="008F3B72" w14:paraId="180C80D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ADC2CB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BAD07A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22084099</w:t>
            </w:r>
          </w:p>
        </w:tc>
      </w:tr>
      <w:tr w:rsidR="00CE3BF2" w:rsidRPr="008F3B72" w14:paraId="1CCD639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B6AD4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521CD4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22085011</w:t>
            </w:r>
          </w:p>
        </w:tc>
      </w:tr>
      <w:tr w:rsidR="00CE3BF2" w:rsidRPr="008F3B72" w14:paraId="21D2239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71FA7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5A3391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22085019</w:t>
            </w:r>
          </w:p>
        </w:tc>
      </w:tr>
      <w:tr w:rsidR="00CE3BF2" w:rsidRPr="008F3B72" w14:paraId="4E401EA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AC117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2742F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22085091</w:t>
            </w:r>
          </w:p>
        </w:tc>
      </w:tr>
      <w:tr w:rsidR="00CE3BF2" w:rsidRPr="008F3B72" w14:paraId="3F7C4D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CE48CE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6FDBE5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22085099</w:t>
            </w:r>
          </w:p>
        </w:tc>
      </w:tr>
      <w:tr w:rsidR="00CE3BF2" w:rsidRPr="008F3B72" w14:paraId="421C38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EA3C03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B11BA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22086011</w:t>
            </w:r>
          </w:p>
        </w:tc>
      </w:tr>
      <w:tr w:rsidR="00CE3BF2" w:rsidRPr="008F3B72" w14:paraId="238D01A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FA8D42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E0223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22086019</w:t>
            </w:r>
          </w:p>
        </w:tc>
      </w:tr>
      <w:tr w:rsidR="00CE3BF2" w:rsidRPr="008F3B72" w14:paraId="67B1852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385388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8D7BE6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22086091</w:t>
            </w:r>
          </w:p>
        </w:tc>
      </w:tr>
      <w:tr w:rsidR="00CE3BF2" w:rsidRPr="008F3B72" w14:paraId="4EE01E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04E51C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7A34D7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22086099</w:t>
            </w:r>
          </w:p>
        </w:tc>
      </w:tr>
      <w:tr w:rsidR="00CE3BF2" w:rsidRPr="008F3B72" w14:paraId="58FAE48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7001F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ACEC22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22087010</w:t>
            </w:r>
          </w:p>
        </w:tc>
      </w:tr>
      <w:tr w:rsidR="00CE3BF2" w:rsidRPr="008F3B72" w14:paraId="60B9C63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C1DD5C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9EF8C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22087090</w:t>
            </w:r>
          </w:p>
        </w:tc>
      </w:tr>
      <w:tr w:rsidR="00CE3BF2" w:rsidRPr="008F3B72" w14:paraId="39D1E11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1F5744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07BD6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22089011</w:t>
            </w:r>
          </w:p>
        </w:tc>
      </w:tr>
      <w:tr w:rsidR="00CE3BF2" w:rsidRPr="008F3B72" w14:paraId="796204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3B4FEE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A4C68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22089019</w:t>
            </w:r>
          </w:p>
        </w:tc>
      </w:tr>
      <w:tr w:rsidR="00CE3BF2" w:rsidRPr="008F3B72" w14:paraId="31FB41F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0448DC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100AD0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22089033</w:t>
            </w:r>
          </w:p>
        </w:tc>
      </w:tr>
      <w:tr w:rsidR="00CE3BF2" w:rsidRPr="008F3B72" w14:paraId="7FF399E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F1F22D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89223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22089038</w:t>
            </w:r>
          </w:p>
        </w:tc>
      </w:tr>
      <w:tr w:rsidR="00CE3BF2" w:rsidRPr="008F3B72" w14:paraId="510765C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F6557D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E8A4C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22089041</w:t>
            </w:r>
          </w:p>
        </w:tc>
      </w:tr>
      <w:tr w:rsidR="00CE3BF2" w:rsidRPr="008F3B72" w14:paraId="3EACD6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3D84F3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630B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22089045</w:t>
            </w:r>
          </w:p>
        </w:tc>
      </w:tr>
      <w:tr w:rsidR="00CE3BF2" w:rsidRPr="008F3B72" w14:paraId="45DE88E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7BD578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D48AD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22089048</w:t>
            </w:r>
          </w:p>
        </w:tc>
      </w:tr>
      <w:tr w:rsidR="00CE3BF2" w:rsidRPr="008F3B72" w14:paraId="5305106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53623D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909AB8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22089054</w:t>
            </w:r>
          </w:p>
        </w:tc>
      </w:tr>
      <w:tr w:rsidR="00CE3BF2" w:rsidRPr="008F3B72" w14:paraId="0B801A4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4536DD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AA18A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22089056</w:t>
            </w:r>
          </w:p>
        </w:tc>
      </w:tr>
      <w:tr w:rsidR="00CE3BF2" w:rsidRPr="008F3B72" w14:paraId="1CAFE07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7BFED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EB4B2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22089069</w:t>
            </w:r>
          </w:p>
        </w:tc>
      </w:tr>
      <w:tr w:rsidR="00CE3BF2" w:rsidRPr="008F3B72" w14:paraId="7B40C8A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438E1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4AE3C0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22089071</w:t>
            </w:r>
          </w:p>
        </w:tc>
      </w:tr>
      <w:tr w:rsidR="00CE3BF2" w:rsidRPr="008F3B72" w14:paraId="01D5FF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F5F9EA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255D4E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22089075</w:t>
            </w:r>
          </w:p>
        </w:tc>
      </w:tr>
      <w:tr w:rsidR="00CE3BF2" w:rsidRPr="008F3B72" w14:paraId="533330A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9A5B09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473A2A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22089077</w:t>
            </w:r>
          </w:p>
        </w:tc>
      </w:tr>
      <w:tr w:rsidR="00CE3BF2" w:rsidRPr="008F3B72" w14:paraId="39EBAE3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DD70E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406EE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22089078</w:t>
            </w:r>
          </w:p>
        </w:tc>
      </w:tr>
      <w:tr w:rsidR="00CE3BF2" w:rsidRPr="008F3B72" w14:paraId="08C95EC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1868DE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FFAE2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22071000</w:t>
            </w:r>
          </w:p>
        </w:tc>
      </w:tr>
      <w:tr w:rsidR="00CE3BF2" w:rsidRPr="008F3B72" w14:paraId="347DE5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045796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4FCD2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22089091</w:t>
            </w:r>
          </w:p>
        </w:tc>
      </w:tr>
      <w:tr w:rsidR="00CE3BF2" w:rsidRPr="008F3B72" w14:paraId="5EBD6F2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CC7F64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E3F556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22089099</w:t>
            </w:r>
          </w:p>
        </w:tc>
      </w:tr>
      <w:tr w:rsidR="00CE3BF2" w:rsidRPr="008F3B72" w14:paraId="681877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45DC6F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S400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A6DA7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22072000</w:t>
            </w:r>
          </w:p>
        </w:tc>
      </w:tr>
      <w:tr w:rsidR="00CE3BF2" w:rsidRPr="008F3B72" w14:paraId="24C8B84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D78E937" w14:textId="7DBCEF44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S600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97CE0D" w14:textId="2851D6EC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22072000</w:t>
            </w:r>
          </w:p>
        </w:tc>
      </w:tr>
      <w:tr w:rsidR="00CE3BF2" w:rsidRPr="008F3B72" w14:paraId="52AFA95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DBF7CC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219DC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15071010</w:t>
            </w:r>
          </w:p>
        </w:tc>
      </w:tr>
      <w:tr w:rsidR="00CE3BF2" w:rsidRPr="008F3B72" w14:paraId="50A05A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FFA58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57EE83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15079010</w:t>
            </w:r>
          </w:p>
        </w:tc>
      </w:tr>
      <w:tr w:rsidR="00CE3BF2" w:rsidRPr="008F3B72" w14:paraId="45E28FF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AC9D0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105D9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15081010</w:t>
            </w:r>
          </w:p>
        </w:tc>
      </w:tr>
      <w:tr w:rsidR="00CE3BF2" w:rsidRPr="008F3B72" w14:paraId="7C1307A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FB8EB9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432CDE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15089010</w:t>
            </w:r>
          </w:p>
        </w:tc>
      </w:tr>
      <w:tr w:rsidR="007F067B" w:rsidRPr="008F3B72" w14:paraId="0508A0AA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34DFEB70" w14:textId="289956BE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0D5806C6" w14:textId="1DA18BB2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15092000</w:t>
            </w:r>
          </w:p>
        </w:tc>
      </w:tr>
      <w:tr w:rsidR="007F067B" w:rsidRPr="008F3B72" w14:paraId="529FC21A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746C9A42" w14:textId="5978E8E1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0566C4FD" w14:textId="0E8AE8F1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15093000</w:t>
            </w:r>
          </w:p>
        </w:tc>
      </w:tr>
      <w:tr w:rsidR="007F067B" w:rsidRPr="008F3B72" w14:paraId="0178693F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5A25C2BE" w14:textId="021719EE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75ACCE6F" w14:textId="4B4A71AA" w:rsidR="007F067B" w:rsidRPr="008F3B72" w:rsidRDefault="007F067B" w:rsidP="007F067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A5023">
              <w:t>15094000</w:t>
            </w:r>
          </w:p>
        </w:tc>
      </w:tr>
      <w:tr w:rsidR="00CE3BF2" w:rsidRPr="008F3B72" w14:paraId="641E4C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DB3EAA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3D136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15099000</w:t>
            </w:r>
          </w:p>
        </w:tc>
      </w:tr>
      <w:tr w:rsidR="006A5D65" w:rsidRPr="008F3B72" w14:paraId="7C0C2EA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02959B8" w14:textId="6F7C106B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17B77">
              <w:rPr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63E319" w14:textId="058EC8D1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B17B77">
              <w:rPr>
                <w:szCs w:val="22"/>
              </w:rPr>
              <w:t>15101000</w:t>
            </w:r>
          </w:p>
        </w:tc>
      </w:tr>
      <w:tr w:rsidR="006A5D65" w:rsidRPr="008F3B72" w14:paraId="14DFA82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662D74" w14:textId="51BABBC9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B17B77">
              <w:rPr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EAC04A" w14:textId="03C30143" w:rsidR="006A5D65" w:rsidRPr="008F3B72" w:rsidRDefault="006A5D65" w:rsidP="006A5D65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B17B77">
              <w:rPr>
                <w:szCs w:val="22"/>
              </w:rPr>
              <w:t>15109000</w:t>
            </w:r>
          </w:p>
        </w:tc>
      </w:tr>
      <w:tr w:rsidR="00CE3BF2" w:rsidRPr="008F3B72" w14:paraId="7AD47B0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844CEF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C56C3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15111010</w:t>
            </w:r>
          </w:p>
        </w:tc>
      </w:tr>
      <w:tr w:rsidR="00CE3BF2" w:rsidRPr="008F3B72" w14:paraId="0E8673F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481871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28C12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15119011</w:t>
            </w:r>
          </w:p>
        </w:tc>
      </w:tr>
      <w:tr w:rsidR="00CE3BF2" w:rsidRPr="008F3B72" w14:paraId="7FFE30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71BCE8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0CEFE4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15119019</w:t>
            </w:r>
          </w:p>
        </w:tc>
      </w:tr>
      <w:tr w:rsidR="00CE3BF2" w:rsidRPr="008F3B72" w14:paraId="1BBCE3C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8EF40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833868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15119091</w:t>
            </w:r>
          </w:p>
        </w:tc>
      </w:tr>
      <w:tr w:rsidR="00CE3BF2" w:rsidRPr="008F3B72" w14:paraId="394123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87B110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48005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15121110</w:t>
            </w:r>
          </w:p>
        </w:tc>
      </w:tr>
      <w:tr w:rsidR="00CE3BF2" w:rsidRPr="008F3B72" w14:paraId="2799342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2E9AA3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933142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15121910</w:t>
            </w:r>
          </w:p>
        </w:tc>
      </w:tr>
      <w:tr w:rsidR="00CE3BF2" w:rsidRPr="008F3B72" w14:paraId="262151B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B71713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A1015C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15122110</w:t>
            </w:r>
          </w:p>
        </w:tc>
      </w:tr>
      <w:tr w:rsidR="00CE3BF2" w:rsidRPr="008F3B72" w14:paraId="4AE0EE7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749613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523D64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15122910</w:t>
            </w:r>
          </w:p>
        </w:tc>
      </w:tr>
      <w:tr w:rsidR="00CE3BF2" w:rsidRPr="008F3B72" w14:paraId="7A3AC9C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29F2D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55521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15131110</w:t>
            </w:r>
          </w:p>
        </w:tc>
      </w:tr>
      <w:tr w:rsidR="00CE3BF2" w:rsidRPr="008F3B72" w14:paraId="61D7EB7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5B51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65BFBC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15131911</w:t>
            </w:r>
          </w:p>
        </w:tc>
      </w:tr>
      <w:tr w:rsidR="00CE3BF2" w:rsidRPr="008F3B72" w14:paraId="242EE4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37242E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17E452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15131919</w:t>
            </w:r>
          </w:p>
        </w:tc>
      </w:tr>
      <w:tr w:rsidR="00CE3BF2" w:rsidRPr="008F3B72" w14:paraId="6428800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F9F5C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155D06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15131930</w:t>
            </w:r>
          </w:p>
        </w:tc>
      </w:tr>
      <w:tr w:rsidR="00CE3BF2" w:rsidRPr="008F3B72" w14:paraId="0611E86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0C404A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AF437E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15132110</w:t>
            </w:r>
          </w:p>
        </w:tc>
      </w:tr>
      <w:tr w:rsidR="00CE3BF2" w:rsidRPr="008F3B72" w14:paraId="42B804E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80D4EB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191D57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15132911</w:t>
            </w:r>
          </w:p>
        </w:tc>
      </w:tr>
      <w:tr w:rsidR="00CE3BF2" w:rsidRPr="008F3B72" w14:paraId="5954729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8A22D9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BB37B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15132919</w:t>
            </w:r>
          </w:p>
        </w:tc>
      </w:tr>
      <w:tr w:rsidR="00CE3BF2" w:rsidRPr="008F3B72" w14:paraId="530132C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7BCFD4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4D27E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15132930</w:t>
            </w:r>
          </w:p>
        </w:tc>
      </w:tr>
      <w:tr w:rsidR="00CE3BF2" w:rsidRPr="008F3B72" w14:paraId="75301F2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005859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EE2930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15141110</w:t>
            </w:r>
          </w:p>
        </w:tc>
      </w:tr>
      <w:tr w:rsidR="00CE3BF2" w:rsidRPr="008F3B72" w14:paraId="0707460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229102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5DD6D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15141910</w:t>
            </w:r>
          </w:p>
        </w:tc>
      </w:tr>
      <w:tr w:rsidR="00CE3BF2" w:rsidRPr="008F3B72" w14:paraId="187296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D1556A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6AAFB2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15149110</w:t>
            </w:r>
          </w:p>
        </w:tc>
      </w:tr>
      <w:tr w:rsidR="00CE3BF2" w:rsidRPr="008F3B72" w14:paraId="6351849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EF2A30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D64E92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15149910</w:t>
            </w:r>
          </w:p>
        </w:tc>
      </w:tr>
      <w:tr w:rsidR="00CE3BF2" w:rsidRPr="008F3B72" w14:paraId="76A1F9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9576AC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9A7D4F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15151100</w:t>
            </w:r>
          </w:p>
        </w:tc>
      </w:tr>
      <w:tr w:rsidR="00CE3BF2" w:rsidRPr="008F3B72" w14:paraId="12CB653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EFDA5A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C9E10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15151910</w:t>
            </w:r>
          </w:p>
        </w:tc>
      </w:tr>
      <w:tr w:rsidR="00CE3BF2" w:rsidRPr="008F3B72" w14:paraId="19BB791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FF709B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3C41F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15152110</w:t>
            </w:r>
          </w:p>
        </w:tc>
      </w:tr>
      <w:tr w:rsidR="00CE3BF2" w:rsidRPr="008F3B72" w14:paraId="6AF86C6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820874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F34DB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15152910</w:t>
            </w:r>
          </w:p>
        </w:tc>
      </w:tr>
      <w:tr w:rsidR="00CE3BF2" w:rsidRPr="008F3B72" w14:paraId="6AF67D4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7634A8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72E6C1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15153090</w:t>
            </w:r>
          </w:p>
        </w:tc>
      </w:tr>
      <w:tr w:rsidR="00CE3BF2" w:rsidRPr="008F3B72" w14:paraId="7CAD9BB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D3130D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2A669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15155011</w:t>
            </w:r>
          </w:p>
        </w:tc>
      </w:tr>
      <w:tr w:rsidR="00CE3BF2" w:rsidRPr="008F3B72" w14:paraId="6336E59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B3ADF6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C98F68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15155091</w:t>
            </w:r>
          </w:p>
        </w:tc>
      </w:tr>
      <w:tr w:rsidR="003C095B" w:rsidRPr="008F3B72" w14:paraId="33325E60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2FA44E15" w14:textId="5E91A8D7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4D543998" w14:textId="15073346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15156011</w:t>
            </w:r>
          </w:p>
        </w:tc>
      </w:tr>
      <w:tr w:rsidR="003C095B" w:rsidRPr="008F3B72" w14:paraId="39D86867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2E5B60C4" w14:textId="5046BEE0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029C1B85" w14:textId="451564ED" w:rsidR="003C095B" w:rsidRPr="008F3B72" w:rsidRDefault="003C095B" w:rsidP="003C095B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5E2BB4">
              <w:t>15156060</w:t>
            </w:r>
          </w:p>
        </w:tc>
      </w:tr>
      <w:tr w:rsidR="00CE3BF2" w:rsidRPr="008F3B72" w14:paraId="51A7B07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12F3C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E1EE0E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15159011</w:t>
            </w:r>
          </w:p>
        </w:tc>
      </w:tr>
      <w:tr w:rsidR="00CE3BF2" w:rsidRPr="008F3B72" w14:paraId="75FF0CC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929092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65069F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15159021</w:t>
            </w:r>
          </w:p>
        </w:tc>
      </w:tr>
      <w:tr w:rsidR="00CE3BF2" w:rsidRPr="008F3B72" w14:paraId="52A358C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49A813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65C01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15159031</w:t>
            </w:r>
          </w:p>
        </w:tc>
      </w:tr>
      <w:tr w:rsidR="00CE3BF2" w:rsidRPr="008F3B72" w14:paraId="0331A4A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90A5D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3674F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15159040</w:t>
            </w:r>
          </w:p>
        </w:tc>
      </w:tr>
      <w:tr w:rsidR="00CE3BF2" w:rsidRPr="008F3B72" w14:paraId="2112EF0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86B0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41DAA1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15159060</w:t>
            </w:r>
          </w:p>
        </w:tc>
      </w:tr>
      <w:tr w:rsidR="00CE3BF2" w:rsidRPr="008F3B72" w14:paraId="0DD73E4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689BA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E27899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15161010</w:t>
            </w:r>
          </w:p>
        </w:tc>
      </w:tr>
      <w:tr w:rsidR="00CE3BF2" w:rsidRPr="008F3B72" w14:paraId="1BC61B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57DE9E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8282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15161090</w:t>
            </w:r>
          </w:p>
        </w:tc>
      </w:tr>
      <w:tr w:rsidR="00CE3BF2" w:rsidRPr="008F3B72" w14:paraId="3E686D7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A099CD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D3B8E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15162010</w:t>
            </w:r>
          </w:p>
        </w:tc>
      </w:tr>
      <w:tr w:rsidR="00CE3BF2" w:rsidRPr="008F3B72" w14:paraId="2F759FE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73C9DC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B7E184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15162091</w:t>
            </w:r>
          </w:p>
        </w:tc>
      </w:tr>
      <w:tr w:rsidR="00CE3BF2" w:rsidRPr="008F3B72" w14:paraId="1A954C8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E851BF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38FB16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15162095</w:t>
            </w:r>
          </w:p>
        </w:tc>
      </w:tr>
      <w:tr w:rsidR="00996798" w:rsidRPr="008F3B72" w14:paraId="599FC5B3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442521B1" w14:textId="49CD76A3" w:rsidR="00996798" w:rsidRPr="008F3B72" w:rsidRDefault="00996798" w:rsidP="00996798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8032C">
              <w:t>E200</w:t>
            </w:r>
          </w:p>
        </w:tc>
        <w:tc>
          <w:tcPr>
            <w:tcW w:w="2127" w:type="dxa"/>
            <w:shd w:val="clear" w:color="auto" w:fill="auto"/>
            <w:noWrap/>
          </w:tcPr>
          <w:p w14:paraId="5F8A59B1" w14:textId="6A4D2AAC" w:rsidR="00996798" w:rsidRPr="008F3B72" w:rsidRDefault="00996798" w:rsidP="00996798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08032C">
              <w:t>15163091</w:t>
            </w:r>
          </w:p>
        </w:tc>
      </w:tr>
      <w:tr w:rsidR="00CE3BF2" w:rsidRPr="008F3B72" w14:paraId="7B8E737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CA5B2E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BCD3C4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15171010</w:t>
            </w:r>
          </w:p>
        </w:tc>
      </w:tr>
      <w:tr w:rsidR="00CE3BF2" w:rsidRPr="008F3B72" w14:paraId="62580CE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2EF955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C41C60F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15171090</w:t>
            </w:r>
          </w:p>
        </w:tc>
      </w:tr>
      <w:tr w:rsidR="00CE3BF2" w:rsidRPr="008F3B72" w14:paraId="78F0AF4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6F409D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B2AEDC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15179010</w:t>
            </w:r>
          </w:p>
        </w:tc>
      </w:tr>
      <w:tr w:rsidR="00CE3BF2" w:rsidRPr="008F3B72" w14:paraId="1CE3E9C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48020C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276A6A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15179091</w:t>
            </w:r>
          </w:p>
        </w:tc>
      </w:tr>
      <w:tr w:rsidR="00CE3BF2" w:rsidRPr="008F3B72" w14:paraId="4B34E29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8D197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617D43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15179093</w:t>
            </w:r>
          </w:p>
        </w:tc>
      </w:tr>
      <w:tr w:rsidR="00CE3BF2" w:rsidRPr="008F3B72" w14:paraId="3A497BC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6E4FBC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9B6A4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15179099</w:t>
            </w:r>
          </w:p>
        </w:tc>
      </w:tr>
      <w:tr w:rsidR="00CE3BF2" w:rsidRPr="008F3B72" w14:paraId="24C9E9C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01EC53B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78141E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15180010</w:t>
            </w:r>
          </w:p>
        </w:tc>
      </w:tr>
      <w:tr w:rsidR="00CE3BF2" w:rsidRPr="008F3B72" w14:paraId="3D215F1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1193261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EAEA5F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15180031</w:t>
            </w:r>
          </w:p>
        </w:tc>
      </w:tr>
      <w:tr w:rsidR="00CE3BF2" w:rsidRPr="008F3B72" w14:paraId="4E4290A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449493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A8AEA1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15180039</w:t>
            </w:r>
          </w:p>
        </w:tc>
      </w:tr>
      <w:tr w:rsidR="00CE3BF2" w:rsidRPr="008F3B72" w14:paraId="7AE6CE8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832EF90" w14:textId="1A2C497E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E200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51D2A25" w14:textId="038E8324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DB4C1D">
              <w:rPr>
                <w:rFonts w:ascii="CG Times (W1)" w:hAnsi="CG Times (W1)" w:cs="Arial"/>
                <w:szCs w:val="22"/>
              </w:rPr>
              <w:t>15180095</w:t>
            </w:r>
          </w:p>
        </w:tc>
      </w:tr>
      <w:tr w:rsidR="00CE3BF2" w:rsidRPr="008F3B72" w14:paraId="259A319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B32D0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6D35CC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270710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7162182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76CD01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47897B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270720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2DA0EE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B44AE7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E5C41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270730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628939D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1DBB24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E300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452AB7A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270750</w:t>
            </w:r>
            <w:r>
              <w:rPr>
                <w:rFonts w:ascii="CG Times (W1)" w:hAnsi="CG Times (W1)" w:cs="Arial"/>
                <w:szCs w:val="22"/>
              </w:rPr>
              <w:t>0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</w:tr>
      <w:tr w:rsidR="00CE3BF2" w:rsidRPr="008F3B72" w14:paraId="5B57D5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57BE03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E410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C5671C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31</w:t>
            </w:r>
          </w:p>
        </w:tc>
      </w:tr>
      <w:tr w:rsidR="00CE3BF2" w:rsidRPr="008F3B72" w14:paraId="3887261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3A78E02" w14:textId="0FC93097" w:rsidR="00CE3BF2" w:rsidRPr="008F3B72" w:rsidRDefault="00C73FDA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E410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DFFC721" w14:textId="3D5D0A09" w:rsidR="00CE3BF2" w:rsidRPr="008F3B72" w:rsidRDefault="00C73FDA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C73FDA">
              <w:rPr>
                <w:rFonts w:ascii="CG Times (W1)" w:hAnsi="CG Times (W1)" w:cs="Arial"/>
                <w:szCs w:val="22"/>
              </w:rPr>
              <w:t>27101250</w:t>
            </w:r>
          </w:p>
        </w:tc>
      </w:tr>
      <w:tr w:rsidR="00CE3BF2" w:rsidRPr="008F3B72" w14:paraId="5648CAE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D78DD0E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C525D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31</w:t>
            </w:r>
          </w:p>
        </w:tc>
      </w:tr>
      <w:tr w:rsidR="00CE3BF2" w:rsidRPr="008F3B72" w14:paraId="0384D23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19D8D49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42034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41</w:t>
            </w:r>
          </w:p>
        </w:tc>
      </w:tr>
      <w:tr w:rsidR="00CE3BF2" w:rsidRPr="008F3B72" w14:paraId="2C72397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981B238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F9EDC3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45</w:t>
            </w:r>
          </w:p>
        </w:tc>
      </w:tr>
      <w:tr w:rsidR="00CE3BF2" w:rsidRPr="008F3B72" w14:paraId="41542B0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125E4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E420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CB75C1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49</w:t>
            </w:r>
          </w:p>
        </w:tc>
      </w:tr>
      <w:tr w:rsidR="00CE3BF2" w:rsidRPr="008F3B72" w14:paraId="3053A691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039B7C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70CC2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3</w:t>
            </w:r>
          </w:p>
        </w:tc>
      </w:tr>
      <w:tr w:rsidR="00CE3BF2" w:rsidRPr="008F3B72" w14:paraId="2005822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429D255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376CF90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6</w:t>
            </w:r>
          </w:p>
        </w:tc>
      </w:tr>
      <w:tr w:rsidR="00CE3BF2" w:rsidRPr="008F3B72" w14:paraId="2DEB256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5E1C6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B73A0C3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27101947</w:t>
            </w:r>
          </w:p>
        </w:tc>
      </w:tr>
      <w:tr w:rsidR="00CE3BF2" w:rsidRPr="008F3B72" w14:paraId="2103B5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10745C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F0C96D7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8</w:t>
            </w:r>
          </w:p>
        </w:tc>
      </w:tr>
      <w:tr w:rsidR="00CE3BF2" w:rsidRPr="008F3B72" w14:paraId="124BE9C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647C884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AE44586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2011</w:t>
            </w:r>
          </w:p>
        </w:tc>
      </w:tr>
      <w:tr w:rsidR="00CE3BF2" w:rsidRPr="008F3B72" w14:paraId="596A6EB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C44A9D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66F5DB2" w14:textId="77777777" w:rsidR="00CE3BF2" w:rsidRPr="008F3B72" w:rsidRDefault="00CE3BF2" w:rsidP="00CE3BF2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2019</w:t>
            </w:r>
          </w:p>
        </w:tc>
      </w:tr>
      <w:tr w:rsidR="00B2046F" w:rsidRPr="008F3B72" w14:paraId="16806D9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4EFFA53" w14:textId="34571CA3" w:rsidR="00B2046F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E43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5631DF1" w14:textId="6B95B500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27102016</w:t>
            </w:r>
          </w:p>
        </w:tc>
      </w:tr>
      <w:tr w:rsidR="00B2046F" w:rsidRPr="008F3B72" w14:paraId="15FF35A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327839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F0B29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3</w:t>
            </w:r>
          </w:p>
        </w:tc>
      </w:tr>
      <w:tr w:rsidR="00B2046F" w:rsidRPr="008F3B72" w14:paraId="4CE6062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ABAEEF5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6E274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6</w:t>
            </w:r>
          </w:p>
        </w:tc>
      </w:tr>
      <w:tr w:rsidR="00B2046F" w:rsidRPr="008F3B72" w14:paraId="5A3B7DB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F867F3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5CAA57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7</w:t>
            </w:r>
          </w:p>
        </w:tc>
      </w:tr>
      <w:tr w:rsidR="00B2046F" w:rsidRPr="008F3B72" w14:paraId="48FD23B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5265A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E440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F130D9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2710194</w:t>
            </w:r>
            <w:r>
              <w:rPr>
                <w:rFonts w:ascii="CG Times (W1)" w:hAnsi="CG Times (W1)" w:cs="Arial"/>
                <w:szCs w:val="22"/>
              </w:rPr>
              <w:t>8</w:t>
            </w:r>
          </w:p>
        </w:tc>
      </w:tr>
      <w:tr w:rsidR="00B2046F" w:rsidRPr="008F3B72" w14:paraId="254666A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250C10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</w:t>
            </w:r>
            <w:r>
              <w:rPr>
                <w:rFonts w:ascii="CG Times (W1)" w:hAnsi="CG Times (W1)" w:cs="Arial"/>
                <w:szCs w:val="22"/>
              </w:rPr>
              <w:t>4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0A32A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2011</w:t>
            </w:r>
          </w:p>
        </w:tc>
      </w:tr>
      <w:tr w:rsidR="00B2046F" w:rsidRPr="008F3B72" w14:paraId="08B516E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E3DFF7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</w:t>
            </w:r>
            <w:r>
              <w:rPr>
                <w:rFonts w:ascii="CG Times (W1)" w:hAnsi="CG Times (W1)" w:cs="Arial"/>
                <w:szCs w:val="22"/>
              </w:rPr>
              <w:t>4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B7F2B8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</w:t>
            </w:r>
            <w:r>
              <w:rPr>
                <w:rFonts w:ascii="CG Times (W1)" w:hAnsi="CG Times (W1)" w:cs="Arial"/>
                <w:szCs w:val="22"/>
              </w:rPr>
              <w:t>2019</w:t>
            </w:r>
          </w:p>
        </w:tc>
      </w:tr>
      <w:tr w:rsidR="00B2046F" w:rsidRPr="008F3B72" w14:paraId="5CC5370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1CBF76F" w14:textId="2A61801B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</w:t>
            </w:r>
            <w:r>
              <w:rPr>
                <w:rFonts w:ascii="CG Times (W1)" w:hAnsi="CG Times (W1)" w:cs="Arial"/>
                <w:szCs w:val="22"/>
              </w:rPr>
              <w:t>4</w:t>
            </w:r>
            <w:r w:rsidRPr="008F3B72">
              <w:rPr>
                <w:rFonts w:ascii="CG Times (W1)" w:hAnsi="CG Times (W1)" w:cs="Arial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8E037B0" w14:textId="4C7A2ECB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27102016</w:t>
            </w:r>
          </w:p>
        </w:tc>
      </w:tr>
      <w:tr w:rsidR="00B2046F" w:rsidRPr="008F3B72" w14:paraId="5403F63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63CA5B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E450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FAE126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27101921</w:t>
            </w:r>
          </w:p>
        </w:tc>
      </w:tr>
      <w:tr w:rsidR="00B2046F" w:rsidRPr="008F3B72" w14:paraId="63991F9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7099A3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E450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66ECC1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27101925</w:t>
            </w:r>
          </w:p>
        </w:tc>
      </w:tr>
      <w:tr w:rsidR="00B2046F" w:rsidRPr="008F3B72" w14:paraId="2AC54F6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2F8F4D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E460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3D4EE4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27101925</w:t>
            </w:r>
          </w:p>
        </w:tc>
      </w:tr>
      <w:tr w:rsidR="00B2046F" w:rsidRPr="008F3B72" w14:paraId="7B78D15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E837B0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512C0B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2710196</w:t>
            </w:r>
            <w:r>
              <w:rPr>
                <w:rFonts w:ascii="CG Times (W1)" w:hAnsi="CG Times (W1)" w:cs="Arial"/>
                <w:szCs w:val="22"/>
              </w:rPr>
              <w:t>2</w:t>
            </w:r>
          </w:p>
        </w:tc>
      </w:tr>
      <w:tr w:rsidR="00B2046F" w:rsidRPr="008F3B72" w14:paraId="29329446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5F2B23FB" w14:textId="4217E6C9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FB2152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51030F3" w14:textId="1631C08C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27102032</w:t>
            </w:r>
          </w:p>
        </w:tc>
      </w:tr>
      <w:tr w:rsidR="00B2046F" w:rsidRPr="008F3B72" w14:paraId="07A1F4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D276261" w14:textId="29FD88A9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FB2152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AF5ED6B" w14:textId="0DB475D5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445D89">
              <w:rPr>
                <w:szCs w:val="22"/>
              </w:rPr>
              <w:t>27102038</w:t>
            </w:r>
          </w:p>
        </w:tc>
      </w:tr>
      <w:tr w:rsidR="00B2046F" w:rsidRPr="008F3B72" w14:paraId="64457A2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55013A8B" w14:textId="27B552A4" w:rsidR="00B2046F" w:rsidRPr="00FB215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47BEF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</w:tcPr>
          <w:p w14:paraId="2B2FCFD9" w14:textId="2A38109E" w:rsidR="00B2046F" w:rsidRPr="00445D89" w:rsidRDefault="00B2046F" w:rsidP="00B2046F">
            <w:pPr>
              <w:pStyle w:val="emcstable"/>
              <w:jc w:val="center"/>
              <w:rPr>
                <w:szCs w:val="22"/>
              </w:rPr>
            </w:pPr>
            <w:r w:rsidRPr="00445D89">
              <w:rPr>
                <w:color w:val="000000"/>
                <w:szCs w:val="22"/>
              </w:rPr>
              <w:t>27101966</w:t>
            </w:r>
          </w:p>
        </w:tc>
      </w:tr>
      <w:tr w:rsidR="00B2046F" w:rsidRPr="008F3B72" w14:paraId="049168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3AA5F724" w14:textId="72302761" w:rsidR="00B2046F" w:rsidRPr="00FB215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147BEF">
              <w:rPr>
                <w:rFonts w:ascii="CG Times (W1)" w:hAnsi="CG Times (W1)" w:cs="Arial"/>
                <w:szCs w:val="22"/>
              </w:rPr>
              <w:t>E470</w:t>
            </w:r>
          </w:p>
        </w:tc>
        <w:tc>
          <w:tcPr>
            <w:tcW w:w="2127" w:type="dxa"/>
            <w:shd w:val="clear" w:color="auto" w:fill="auto"/>
            <w:noWrap/>
          </w:tcPr>
          <w:p w14:paraId="0C070682" w14:textId="43E2518B" w:rsidR="00B2046F" w:rsidRPr="00445D89" w:rsidRDefault="00B2046F" w:rsidP="00B2046F">
            <w:pPr>
              <w:pStyle w:val="emcstable"/>
              <w:jc w:val="center"/>
              <w:rPr>
                <w:szCs w:val="22"/>
              </w:rPr>
            </w:pPr>
            <w:r w:rsidRPr="00445D89">
              <w:rPr>
                <w:color w:val="000000"/>
                <w:szCs w:val="22"/>
              </w:rPr>
              <w:t>27101967</w:t>
            </w:r>
          </w:p>
        </w:tc>
      </w:tr>
      <w:tr w:rsidR="00B2046F" w:rsidRPr="008F3B72" w14:paraId="0C0B546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C80B1A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2CA6E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21</w:t>
            </w:r>
          </w:p>
        </w:tc>
      </w:tr>
      <w:tr w:rsidR="00B2046F" w:rsidRPr="008F3B72" w14:paraId="5DC7A59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9B158D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A937A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25</w:t>
            </w:r>
          </w:p>
        </w:tc>
      </w:tr>
      <w:tr w:rsidR="00B2046F" w:rsidRPr="008F3B72" w14:paraId="51CD4E7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F28F2C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F7142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27101929</w:t>
            </w:r>
          </w:p>
        </w:tc>
      </w:tr>
      <w:tr w:rsidR="00B2046F" w:rsidRPr="008F3B72" w14:paraId="2213991C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C4943A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>
              <w:rPr>
                <w:rFonts w:ascii="CG Times (W1)" w:hAnsi="CG Times (W1)" w:cs="Arial"/>
                <w:szCs w:val="22"/>
              </w:rPr>
              <w:t>E480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1B5AF5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666716">
              <w:rPr>
                <w:rFonts w:ascii="CG Times" w:eastAsia="Calibri" w:hAnsi="CG Times" w:cs="CG Times"/>
                <w:color w:val="000000"/>
                <w:szCs w:val="22"/>
                <w:lang w:val="en-US"/>
              </w:rPr>
              <w:t>27102090</w:t>
            </w:r>
          </w:p>
        </w:tc>
      </w:tr>
      <w:tr w:rsidR="00B2046F" w:rsidRPr="008F3B72" w14:paraId="667D24D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4E5831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3E3D55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11</w:t>
            </w:r>
          </w:p>
        </w:tc>
      </w:tr>
      <w:tr w:rsidR="00B2046F" w:rsidRPr="008F3B72" w14:paraId="43D7F11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9FBB7C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8C54AE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15</w:t>
            </w:r>
          </w:p>
        </w:tc>
      </w:tr>
      <w:tr w:rsidR="00B2046F" w:rsidRPr="008F3B72" w14:paraId="6423C8C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6A55B3E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0A9FB8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70</w:t>
            </w:r>
          </w:p>
        </w:tc>
      </w:tr>
      <w:tr w:rsidR="00B2046F" w:rsidRPr="008F3B72" w14:paraId="3DFFE6B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DB615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A327D5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</w:t>
            </w:r>
            <w:r>
              <w:rPr>
                <w:rFonts w:ascii="CG Times (W1)" w:hAnsi="CG Times (W1)" w:cs="Arial"/>
                <w:szCs w:val="22"/>
              </w:rPr>
              <w:t>2</w:t>
            </w:r>
            <w:r w:rsidRPr="008F3B72">
              <w:rPr>
                <w:rFonts w:ascii="CG Times (W1)" w:hAnsi="CG Times (W1)" w:cs="Arial"/>
                <w:szCs w:val="22"/>
              </w:rPr>
              <w:t>90</w:t>
            </w:r>
          </w:p>
        </w:tc>
      </w:tr>
      <w:tr w:rsidR="00B2046F" w:rsidRPr="008F3B72" w14:paraId="60A1DB5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D4318CE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21B694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27101911</w:t>
            </w:r>
          </w:p>
        </w:tc>
      </w:tr>
      <w:tr w:rsidR="00B2046F" w:rsidRPr="008F3B72" w14:paraId="26FD9D6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C67CA88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4D192E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27101915</w:t>
            </w:r>
          </w:p>
        </w:tc>
      </w:tr>
      <w:tr w:rsidR="00B2046F" w:rsidRPr="008F3B72" w14:paraId="7265EF3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A8C716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8E849D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27101931</w:t>
            </w:r>
          </w:p>
        </w:tc>
      </w:tr>
      <w:tr w:rsidR="00B2046F" w:rsidRPr="008F3B72" w14:paraId="5EB54D2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96BB3D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099FE15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27101935</w:t>
            </w:r>
          </w:p>
        </w:tc>
      </w:tr>
      <w:tr w:rsidR="00B2046F" w:rsidRPr="008F3B72" w14:paraId="60266FC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C5EF118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1540A9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27101951</w:t>
            </w:r>
          </w:p>
        </w:tc>
      </w:tr>
      <w:tr w:rsidR="00B2046F" w:rsidRPr="008F3B72" w14:paraId="080EC71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D9A54D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E490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4B4D2F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27101955</w:t>
            </w:r>
          </w:p>
        </w:tc>
      </w:tr>
      <w:tr w:rsidR="00B2046F" w:rsidRPr="008F3B72" w14:paraId="705B112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9F8AA6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3AD09B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27111211</w:t>
            </w:r>
          </w:p>
        </w:tc>
      </w:tr>
      <w:tr w:rsidR="00B2046F" w:rsidRPr="008F3B72" w14:paraId="73C78E6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0AD737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343AF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27111219</w:t>
            </w:r>
          </w:p>
        </w:tc>
      </w:tr>
      <w:tr w:rsidR="00B2046F" w:rsidRPr="008F3B72" w14:paraId="218DE70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9AF738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AF058D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27111291</w:t>
            </w:r>
          </w:p>
        </w:tc>
      </w:tr>
      <w:tr w:rsidR="00B2046F" w:rsidRPr="008F3B72" w14:paraId="1966D77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BE5FD18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12B68F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27111293</w:t>
            </w:r>
          </w:p>
        </w:tc>
      </w:tr>
      <w:tr w:rsidR="00B2046F" w:rsidRPr="008F3B72" w14:paraId="6A672E7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9650D95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4C6D1B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27111294</w:t>
            </w:r>
          </w:p>
        </w:tc>
      </w:tr>
      <w:tr w:rsidR="00B2046F" w:rsidRPr="008F3B72" w14:paraId="1E35BA60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36F84A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4084D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27111297</w:t>
            </w:r>
          </w:p>
        </w:tc>
      </w:tr>
      <w:tr w:rsidR="00B2046F" w:rsidRPr="008F3B72" w14:paraId="1E23D19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3BAF2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BBEA9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27111310</w:t>
            </w:r>
          </w:p>
        </w:tc>
      </w:tr>
      <w:tr w:rsidR="00B2046F" w:rsidRPr="008F3B72" w14:paraId="5DBEB0C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F2C57C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33184C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27111330</w:t>
            </w:r>
          </w:p>
        </w:tc>
      </w:tr>
      <w:tr w:rsidR="00B2046F" w:rsidRPr="008F3B72" w14:paraId="4DEB44B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7791E71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35B3ACB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27111391</w:t>
            </w:r>
          </w:p>
        </w:tc>
      </w:tr>
      <w:tr w:rsidR="00B2046F" w:rsidRPr="008F3B72" w14:paraId="31B62E6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5B787C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CDFD332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27111397</w:t>
            </w:r>
          </w:p>
        </w:tc>
      </w:tr>
      <w:tr w:rsidR="00B2046F" w:rsidRPr="008F3B72" w14:paraId="5F794EF8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20292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DD8567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27111400</w:t>
            </w:r>
          </w:p>
        </w:tc>
      </w:tr>
      <w:tr w:rsidR="00B2046F" w:rsidRPr="008F3B72" w14:paraId="039DE11E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D76E1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E500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2A734B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27111900</w:t>
            </w:r>
          </w:p>
        </w:tc>
      </w:tr>
      <w:tr w:rsidR="00B2046F" w:rsidRPr="008F3B72" w14:paraId="1CAC091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D1FBD0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E600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4B6321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29011000</w:t>
            </w:r>
          </w:p>
        </w:tc>
      </w:tr>
      <w:tr w:rsidR="00B2046F" w:rsidRPr="008F3B72" w14:paraId="2310735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EE5EA2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2554035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29022000</w:t>
            </w:r>
          </w:p>
        </w:tc>
      </w:tr>
      <w:tr w:rsidR="00B2046F" w:rsidRPr="008F3B72" w14:paraId="52A8523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9260243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31918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29023000</w:t>
            </w:r>
          </w:p>
        </w:tc>
      </w:tr>
      <w:tr w:rsidR="00B2046F" w:rsidRPr="008F3B72" w14:paraId="7E0CC6E4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1E67CD7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F42503C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29024100</w:t>
            </w:r>
          </w:p>
        </w:tc>
      </w:tr>
      <w:tr w:rsidR="00B2046F" w:rsidRPr="008F3B72" w14:paraId="4F7C110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4B370267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86400B6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29024200</w:t>
            </w:r>
          </w:p>
        </w:tc>
      </w:tr>
      <w:tr w:rsidR="00B2046F" w:rsidRPr="008F3B72" w14:paraId="1F2DEB0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65A6C569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9F034F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29024300</w:t>
            </w:r>
          </w:p>
        </w:tc>
      </w:tr>
      <w:tr w:rsidR="00B2046F" w:rsidRPr="008F3B72" w14:paraId="7210D86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F9E8E4A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E700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0C57471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29024400</w:t>
            </w:r>
          </w:p>
        </w:tc>
      </w:tr>
      <w:tr w:rsidR="00B2046F" w:rsidRPr="008F3B72" w14:paraId="35215492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0B4BFBC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E800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7D07F3CF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 w:cs="Arial"/>
                <w:szCs w:val="22"/>
              </w:rPr>
              <w:t>29051100</w:t>
            </w:r>
          </w:p>
        </w:tc>
      </w:tr>
      <w:tr w:rsidR="00B2046F" w:rsidRPr="008F3B72" w14:paraId="17E757B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5AB62EFE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E910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1A35AAD4" w14:textId="77777777" w:rsidR="00B2046F" w:rsidRPr="008F3B72" w:rsidRDefault="00B2046F" w:rsidP="00B2046F">
            <w:pPr>
              <w:pStyle w:val="emcstable"/>
              <w:jc w:val="center"/>
              <w:rPr>
                <w:rFonts w:ascii="CG Times (W1)" w:hAnsi="CG Times (W1)" w:cs="Arial"/>
                <w:szCs w:val="22"/>
              </w:rPr>
            </w:pPr>
            <w:r w:rsidRPr="008F3B72">
              <w:rPr>
                <w:rFonts w:ascii="CG Times (W1)" w:hAnsi="CG Times (W1)"/>
                <w:color w:val="000000"/>
                <w:szCs w:val="22"/>
              </w:rPr>
              <w:t>382</w:t>
            </w:r>
            <w:r>
              <w:rPr>
                <w:rFonts w:ascii="CG Times (W1)" w:hAnsi="CG Times (W1)"/>
                <w:color w:val="000000"/>
                <w:szCs w:val="22"/>
              </w:rPr>
              <w:t>60010</w:t>
            </w:r>
          </w:p>
        </w:tc>
      </w:tr>
      <w:tr w:rsidR="00B2046F" w:rsidRPr="008F3B72" w14:paraId="177FFF25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211CD303" w14:textId="77777777" w:rsidR="00B2046F" w:rsidRDefault="00B2046F" w:rsidP="00B2046F">
            <w:pPr>
              <w:pStyle w:val="emcstable"/>
              <w:jc w:val="center"/>
            </w:pPr>
            <w:r>
              <w:rPr>
                <w:rFonts w:ascii="CG Times (W1)" w:hAnsi="CG Times (W1)"/>
                <w:color w:val="000000"/>
                <w:szCs w:val="22"/>
              </w:rPr>
              <w:t>E92</w:t>
            </w:r>
            <w:r w:rsidRPr="008F3B72">
              <w:rPr>
                <w:rFonts w:ascii="CG Times (W1)" w:hAnsi="CG Times (W1)"/>
                <w:color w:val="000000"/>
                <w:szCs w:val="22"/>
              </w:rPr>
              <w:t>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9D7D129" w14:textId="77777777" w:rsidR="00B2046F" w:rsidRDefault="00B2046F" w:rsidP="00B2046F">
            <w:pPr>
              <w:pStyle w:val="emcstable"/>
              <w:jc w:val="center"/>
            </w:pPr>
            <w:r w:rsidRPr="00B621C1">
              <w:rPr>
                <w:rFonts w:ascii="CG Times (W1)" w:hAnsi="CG Times (W1)"/>
                <w:color w:val="000000"/>
                <w:szCs w:val="22"/>
              </w:rPr>
              <w:t>38260090</w:t>
            </w:r>
          </w:p>
        </w:tc>
      </w:tr>
      <w:tr w:rsidR="00474C1C" w:rsidRPr="008F3B72" w14:paraId="4A7BB141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863902A" w14:textId="341AACA5" w:rsidR="00474C1C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E920</w:t>
            </w:r>
          </w:p>
        </w:tc>
        <w:tc>
          <w:tcPr>
            <w:tcW w:w="2127" w:type="dxa"/>
            <w:shd w:val="clear" w:color="auto" w:fill="auto"/>
            <w:noWrap/>
          </w:tcPr>
          <w:p w14:paraId="6E9E504E" w14:textId="7E5E0643" w:rsidR="00474C1C" w:rsidRPr="00B621C1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38248900</w:t>
            </w:r>
          </w:p>
        </w:tc>
      </w:tr>
      <w:tr w:rsidR="00474C1C" w:rsidRPr="008F3B72" w14:paraId="70384ED2" w14:textId="77777777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64BDA44" w14:textId="78233940" w:rsidR="00474C1C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E920</w:t>
            </w:r>
          </w:p>
        </w:tc>
        <w:tc>
          <w:tcPr>
            <w:tcW w:w="2127" w:type="dxa"/>
            <w:shd w:val="clear" w:color="auto" w:fill="auto"/>
            <w:noWrap/>
          </w:tcPr>
          <w:p w14:paraId="27011967" w14:textId="7A584D0C" w:rsidR="00474C1C" w:rsidRPr="00B621C1" w:rsidRDefault="00474C1C" w:rsidP="00474C1C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9829D9">
              <w:t>38249200</w:t>
            </w:r>
          </w:p>
        </w:tc>
      </w:tr>
      <w:tr w:rsidR="00B2046F" w:rsidRPr="001D01D2" w14:paraId="2E00DACA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6BDB7A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CF912A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38249986</w:t>
            </w:r>
          </w:p>
        </w:tc>
      </w:tr>
      <w:tr w:rsidR="00B2046F" w:rsidRPr="001D01D2" w14:paraId="358435A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D64BC0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24F2D2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38249992</w:t>
            </w:r>
          </w:p>
        </w:tc>
      </w:tr>
      <w:tr w:rsidR="00B2046F" w:rsidRPr="001D01D2" w14:paraId="304C3ECF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0C5AC9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038D2F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38249993</w:t>
            </w:r>
          </w:p>
        </w:tc>
      </w:tr>
      <w:tr w:rsidR="00B2046F" w:rsidRPr="001D01D2" w14:paraId="6350FE1D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12530D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E920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092157" w14:textId="77777777" w:rsidR="00B2046F" w:rsidRPr="001D01D2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1D01D2">
              <w:rPr>
                <w:rFonts w:ascii="CG Times (W1)" w:hAnsi="CG Times (W1)"/>
                <w:color w:val="000000"/>
                <w:szCs w:val="22"/>
              </w:rPr>
              <w:t>38249996</w:t>
            </w:r>
          </w:p>
        </w:tc>
      </w:tr>
      <w:tr w:rsidR="00B2046F" w:rsidRPr="008F3B72" w14:paraId="54632803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  <w:vAlign w:val="bottom"/>
          </w:tcPr>
          <w:p w14:paraId="353193F3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A059CF4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38111110</w:t>
            </w:r>
          </w:p>
        </w:tc>
      </w:tr>
      <w:tr w:rsidR="00B2046F" w:rsidRPr="008F3B72" w14:paraId="34CF1387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7B02E017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385BCCDD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38111190</w:t>
            </w:r>
          </w:p>
        </w:tc>
      </w:tr>
      <w:tr w:rsidR="00B2046F" w:rsidRPr="008F3B72" w14:paraId="21EF1E9B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072CE256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FF3AADF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38111900</w:t>
            </w:r>
          </w:p>
        </w:tc>
      </w:tr>
      <w:tr w:rsidR="00B2046F" w:rsidRPr="008F3B72" w14:paraId="305FFE49" w14:textId="77777777" w:rsidTr="00B97F8A">
        <w:tblPrEx>
          <w:tblCellSpacing w:w="0" w:type="nil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291" w:type="dxa"/>
            <w:shd w:val="clear" w:color="auto" w:fill="auto"/>
            <w:noWrap/>
          </w:tcPr>
          <w:p w14:paraId="6D75E1DE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E930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E66FF60" w14:textId="77777777" w:rsidR="00B2046F" w:rsidRDefault="00B2046F" w:rsidP="00B2046F">
            <w:pPr>
              <w:pStyle w:val="emcstable"/>
              <w:jc w:val="center"/>
              <w:rPr>
                <w:rFonts w:ascii="CG Times (W1)" w:hAnsi="CG Times (W1)"/>
                <w:color w:val="000000"/>
                <w:szCs w:val="22"/>
              </w:rPr>
            </w:pPr>
            <w:r w:rsidRPr="00D94FDA">
              <w:rPr>
                <w:rFonts w:ascii="CG Times (W1)" w:hAnsi="CG Times (W1)"/>
                <w:color w:val="000000"/>
                <w:szCs w:val="22"/>
              </w:rPr>
              <w:t>38119000</w:t>
            </w:r>
          </w:p>
        </w:tc>
      </w:tr>
    </w:tbl>
    <w:p w14:paraId="71278A7F" w14:textId="77777777" w:rsidR="001B2080" w:rsidRDefault="001B2080" w:rsidP="00EC0230">
      <w:pPr>
        <w:rPr>
          <w:color w:val="000000"/>
          <w:sz w:val="20"/>
          <w:szCs w:val="20"/>
        </w:rPr>
      </w:pPr>
    </w:p>
    <w:p w14:paraId="079DAEFA" w14:textId="77777777" w:rsidR="00D56A4B" w:rsidRPr="00F2563E" w:rsidRDefault="00D56A4B" w:rsidP="001B2080">
      <w:pPr>
        <w:pStyle w:val="Heading1"/>
        <w:numPr>
          <w:ilvl w:val="0"/>
          <w:numId w:val="0"/>
        </w:numPr>
      </w:pPr>
      <w:bookmarkStart w:id="4" w:name="_Toc499202180"/>
      <w:bookmarkStart w:id="5" w:name="_Toc499299277"/>
      <w:bookmarkStart w:id="6" w:name="_Toc499202181"/>
      <w:bookmarkStart w:id="7" w:name="_Toc499299278"/>
      <w:bookmarkStart w:id="8" w:name="_Toc499202182"/>
      <w:bookmarkStart w:id="9" w:name="_Toc499299279"/>
      <w:bookmarkEnd w:id="4"/>
      <w:bookmarkEnd w:id="5"/>
      <w:bookmarkEnd w:id="6"/>
      <w:bookmarkEnd w:id="7"/>
      <w:bookmarkEnd w:id="8"/>
      <w:bookmarkEnd w:id="9"/>
    </w:p>
    <w:sectPr w:rsidR="00D56A4B" w:rsidRPr="00F2563E" w:rsidSect="00D56A4B">
      <w:headerReference w:type="even" r:id="rId16"/>
      <w:footerReference w:type="even" r:id="rId17"/>
      <w:footerReference w:type="default" r:id="rId18"/>
      <w:footerReference w:type="first" r:id="rId19"/>
      <w:pgSz w:w="11906" w:h="16838" w:code="9"/>
      <w:pgMar w:top="1411" w:right="1411" w:bottom="1411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AE1A3" w14:textId="77777777" w:rsidR="000F2E47" w:rsidRDefault="000F2E47">
      <w:pPr>
        <w:spacing w:after="0" w:line="240" w:lineRule="auto"/>
      </w:pPr>
      <w:r>
        <w:separator/>
      </w:r>
    </w:p>
  </w:endnote>
  <w:endnote w:type="continuationSeparator" w:id="0">
    <w:p w14:paraId="02098834" w14:textId="77777777" w:rsidR="000F2E47" w:rsidRDefault="000F2E47">
      <w:pPr>
        <w:spacing w:after="0" w:line="240" w:lineRule="auto"/>
      </w:pPr>
      <w:r>
        <w:continuationSeparator/>
      </w:r>
    </w:p>
  </w:endnote>
  <w:endnote w:type="continuationNotice" w:id="1">
    <w:p w14:paraId="162A6114" w14:textId="77777777" w:rsidR="000F2E47" w:rsidRDefault="000F2E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BEHIZ+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-66499086"/>
    </w:sdtPr>
    <w:sdtContent>
      <w:p w14:paraId="2D2540D0" w14:textId="262DCF7E" w:rsidR="00575FDC" w:rsidRPr="00C97651" w:rsidRDefault="00A13FC3">
        <w:pPr>
          <w:pStyle w:val="FooterLine"/>
          <w:rPr>
            <w:lang w:val="fr-FR"/>
          </w:rPr>
        </w:pPr>
        <w:sdt>
          <w:sdtPr>
            <w:rPr>
              <w:lang w:val="fr-FR"/>
            </w:rPr>
            <w:id w:val="-171457221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B21427">
              <w:rPr>
                <w:lang w:val="fr-FR"/>
              </w:rPr>
              <w:t>Correspondence CN codes – EPC</w:t>
            </w:r>
          </w:sdtContent>
        </w:sdt>
        <w:r w:rsidR="00575FDC" w:rsidRPr="002213EA">
          <w:rPr>
            <w:lang w:val="fr-FR"/>
          </w:rPr>
          <w:t xml:space="preserve"> - </w:t>
        </w:r>
        <w:sdt>
          <w:sdtPr>
            <w:rPr>
              <w:lang w:val="fr-FR"/>
            </w:rPr>
            <w:id w:val="-19998756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575FDC">
              <w:rPr>
                <w:lang w:val="fr-FR"/>
              </w:rPr>
              <w:t>EMCS Phase 4</w:t>
            </w:r>
          </w:sdtContent>
        </w:sdt>
        <w:r w:rsidR="00575FDC" w:rsidRPr="002213EA">
          <w:rPr>
            <w:lang w:val="fr-FR"/>
          </w:rPr>
          <w:tab/>
          <w:t xml:space="preserve">Page </w:t>
        </w:r>
        <w:r w:rsidR="00575FDC">
          <w:fldChar w:fldCharType="begin"/>
        </w:r>
        <w:r w:rsidR="00575FDC" w:rsidRPr="002213EA">
          <w:rPr>
            <w:lang w:val="fr-FR"/>
          </w:rPr>
          <w:instrText>PAGE</w:instrText>
        </w:r>
        <w:r w:rsidR="00575FDC">
          <w:fldChar w:fldCharType="separate"/>
        </w:r>
        <w:r w:rsidR="00575FDC" w:rsidRPr="002213EA">
          <w:rPr>
            <w:noProof/>
            <w:lang w:val="fr-FR"/>
          </w:rPr>
          <w:t>6</w:t>
        </w:r>
        <w:r w:rsidR="00575FDC">
          <w:fldChar w:fldCharType="end"/>
        </w:r>
        <w:r w:rsidR="00575FDC" w:rsidRPr="00C97651">
          <w:rPr>
            <w:lang w:val="fr-FR"/>
          </w:rPr>
          <w:t xml:space="preserve"> / </w:t>
        </w:r>
        <w:r w:rsidR="00575FDC">
          <w:fldChar w:fldCharType="begin"/>
        </w:r>
        <w:r w:rsidR="00575FDC" w:rsidRPr="00C97651">
          <w:rPr>
            <w:lang w:val="fr-FR"/>
          </w:rPr>
          <w:instrText>NUMPAGES</w:instrText>
        </w:r>
        <w:r w:rsidR="00575FDC">
          <w:fldChar w:fldCharType="separate"/>
        </w:r>
        <w:r w:rsidR="00575FDC" w:rsidRPr="00C97651">
          <w:rPr>
            <w:noProof/>
            <w:lang w:val="fr-FR"/>
          </w:rPr>
          <w:t>8</w:t>
        </w:r>
        <w:r w:rsidR="00575FDC">
          <w:fldChar w:fldCharType="end"/>
        </w:r>
      </w:p>
      <w:p w14:paraId="0934336C" w14:textId="2B27B47D" w:rsidR="00575FDC" w:rsidRPr="00845245" w:rsidRDefault="00A13FC3">
        <w:pPr>
          <w:pStyle w:val="Footer"/>
          <w:rPr>
            <w:lang w:val="en-US"/>
          </w:rPr>
        </w:pPr>
        <w:sdt>
          <w:sdtPr>
            <w:rPr>
              <w:noProof/>
              <w:lang w:val="fr-BE"/>
            </w:rPr>
            <w:id w:val="-1646350973"/>
            <w:dataBinding w:xpath="/Texts/TechFooterVersion" w:storeItemID="{4EF90DE6-88B6-4264-9629-4D8DFDFE87D2}"/>
            <w:text w:multiLine="1"/>
          </w:sdtPr>
          <w:sdtContent>
            <w:r w:rsidR="00575FDC" w:rsidRPr="00845245">
              <w:rPr>
                <w:noProof/>
                <w:lang w:val="en-US"/>
              </w:rPr>
              <w:t>Document Version</w:t>
            </w:r>
          </w:sdtContent>
        </w:sdt>
        <w:r w:rsidR="00575FDC" w:rsidRPr="00845245">
          <w:rPr>
            <w:lang w:val="en-US"/>
          </w:rPr>
          <w:t xml:space="preserve"> </w:t>
        </w:r>
        <w:sdt>
          <w:sdtPr>
            <w:alias w:val="Version"/>
            <w:id w:val="-581447756"/>
            <w:dataBinding w:xpath="/EurolookProperties/DocumentVersion" w:storeItemID="{D3EA5527-7367-4268-9D83-5125C98D0ED2}"/>
            <w:text w:multiLine="1"/>
          </w:sdtPr>
          <w:sdtContent>
            <w:r w:rsidR="0065275F">
              <w:t>4.12</w:t>
            </w:r>
          </w:sdtContent>
        </w:sdt>
        <w:r w:rsidR="00575FDC" w:rsidRPr="00845245">
          <w:rPr>
            <w:lang w:val="en-US"/>
          </w:rPr>
          <w:t xml:space="preserve"> </w:t>
        </w:r>
        <w:sdt>
          <w:sdtPr>
            <w:rPr>
              <w:noProof/>
              <w:lang w:val="fr-BE"/>
            </w:rPr>
            <w:id w:val="-1738384756"/>
            <w:dataBinding w:xpath="/Texts/TechFooterDated" w:storeItemID="{4EF90DE6-88B6-4264-9629-4D8DFDFE87D2}"/>
            <w:text w:multiLine="1"/>
          </w:sdtPr>
          <w:sdtContent>
            <w:r w:rsidR="00575FDC" w:rsidRPr="00845245">
              <w:rPr>
                <w:noProof/>
                <w:lang w:val="en-US"/>
              </w:rPr>
              <w:t>dated</w:t>
            </w:r>
          </w:sdtContent>
        </w:sdt>
        <w:r w:rsidR="00575FDC" w:rsidRPr="00845245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64425944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65275F">
              <w:t>01/03/2023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1051889446"/>
    </w:sdtPr>
    <w:sdtContent>
      <w:p w14:paraId="016CF4A0" w14:textId="66B6A009" w:rsidR="00575FDC" w:rsidRPr="00C97651" w:rsidRDefault="00A13FC3" w:rsidP="001F03D8">
        <w:pPr>
          <w:pStyle w:val="FooterLine"/>
          <w:rPr>
            <w:lang w:val="fr-FR"/>
          </w:rPr>
        </w:pPr>
        <w:sdt>
          <w:sdtPr>
            <w:rPr>
              <w:lang w:val="fr-FR"/>
            </w:rPr>
            <w:id w:val="-2101790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B21427">
              <w:rPr>
                <w:lang w:val="fr-FR"/>
              </w:rPr>
              <w:t>Correspondence CN codes – EPC</w:t>
            </w:r>
          </w:sdtContent>
        </w:sdt>
        <w:r w:rsidR="00575FDC" w:rsidRPr="00C97651">
          <w:rPr>
            <w:lang w:val="fr-FR"/>
          </w:rPr>
          <w:t xml:space="preserve"> - </w:t>
        </w:r>
        <w:sdt>
          <w:sdtPr>
            <w:rPr>
              <w:lang w:val="fr-FR"/>
            </w:rPr>
            <w:id w:val="-170300464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575FDC">
              <w:rPr>
                <w:lang w:val="fr-FR"/>
              </w:rPr>
              <w:t>EMCS Phase 4</w:t>
            </w:r>
          </w:sdtContent>
        </w:sdt>
        <w:r w:rsidR="00575FDC" w:rsidRPr="00C97651">
          <w:rPr>
            <w:lang w:val="fr-FR"/>
          </w:rPr>
          <w:tab/>
          <w:t xml:space="preserve">Page </w:t>
        </w:r>
        <w:r w:rsidR="00575FDC">
          <w:fldChar w:fldCharType="begin"/>
        </w:r>
        <w:r w:rsidR="00575FDC" w:rsidRPr="00C97651">
          <w:rPr>
            <w:lang w:val="fr-FR"/>
          </w:rPr>
          <w:instrText>PAGE</w:instrText>
        </w:r>
        <w:r w:rsidR="00575FDC">
          <w:fldChar w:fldCharType="separate"/>
        </w:r>
        <w:r w:rsidR="00575FDC">
          <w:rPr>
            <w:noProof/>
            <w:lang w:val="fr-FR"/>
          </w:rPr>
          <w:t>199</w:t>
        </w:r>
        <w:r w:rsidR="00575FDC">
          <w:fldChar w:fldCharType="end"/>
        </w:r>
        <w:r w:rsidR="00575FDC" w:rsidRPr="00C97651">
          <w:rPr>
            <w:lang w:val="fr-FR"/>
          </w:rPr>
          <w:t xml:space="preserve"> / </w:t>
        </w:r>
        <w:r w:rsidR="00575FDC">
          <w:fldChar w:fldCharType="begin"/>
        </w:r>
        <w:r w:rsidR="00575FDC" w:rsidRPr="00C97651">
          <w:rPr>
            <w:lang w:val="fr-FR"/>
          </w:rPr>
          <w:instrText>NUMPAGES</w:instrText>
        </w:r>
        <w:r w:rsidR="00575FDC">
          <w:fldChar w:fldCharType="separate"/>
        </w:r>
        <w:r w:rsidR="00575FDC">
          <w:rPr>
            <w:noProof/>
            <w:lang w:val="fr-FR"/>
          </w:rPr>
          <w:t>199</w:t>
        </w:r>
        <w:r w:rsidR="00575FDC">
          <w:fldChar w:fldCharType="end"/>
        </w:r>
      </w:p>
      <w:p w14:paraId="01852AD5" w14:textId="228FB188" w:rsidR="00575FDC" w:rsidRDefault="00A13FC3">
        <w:pPr>
          <w:pStyle w:val="Footer"/>
          <w:rPr>
            <w:lang w:val="fr-BE"/>
          </w:rPr>
        </w:pPr>
        <w:sdt>
          <w:sdtPr>
            <w:rPr>
              <w:noProof/>
              <w:lang w:val="en-US"/>
            </w:rPr>
            <w:id w:val="-1203323583"/>
            <w:dataBinding w:xpath="/Texts/TechFooterVersion" w:storeItemID="{4EF90DE6-88B6-4264-9629-4D8DFDFE87D2}"/>
            <w:text w:multiLine="1"/>
          </w:sdtPr>
          <w:sdtContent>
            <w:r w:rsidR="00575FDC" w:rsidRPr="009900A0">
              <w:rPr>
                <w:noProof/>
                <w:lang w:val="en-US"/>
              </w:rPr>
              <w:t>Document Version</w:t>
            </w:r>
          </w:sdtContent>
        </w:sdt>
        <w:r w:rsidR="00575FDC" w:rsidRPr="009900A0">
          <w:rPr>
            <w:lang w:val="en-US"/>
          </w:rPr>
          <w:t xml:space="preserve"> </w:t>
        </w:r>
        <w:sdt>
          <w:sdtPr>
            <w:alias w:val="Version"/>
            <w:id w:val="-807239695"/>
            <w:dataBinding w:xpath="/EurolookProperties/DocumentVersion" w:storeItemID="{D3EA5527-7367-4268-9D83-5125C98D0ED2}"/>
            <w:text w:multiLine="1"/>
          </w:sdtPr>
          <w:sdtContent>
            <w:r w:rsidR="0065275F">
              <w:t>4.12</w:t>
            </w:r>
          </w:sdtContent>
        </w:sdt>
        <w:r w:rsidR="00575FDC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-1750648157"/>
            <w:dataBinding w:xpath="/Texts/TechFooterDated" w:storeItemID="{4EF90DE6-88B6-4264-9629-4D8DFDFE87D2}"/>
            <w:text w:multiLine="1"/>
          </w:sdtPr>
          <w:sdtContent>
            <w:r w:rsidR="00575FDC" w:rsidRPr="009900A0">
              <w:rPr>
                <w:noProof/>
                <w:lang w:val="en-US"/>
              </w:rPr>
              <w:t>dated</w:t>
            </w:r>
          </w:sdtContent>
        </w:sdt>
        <w:r w:rsidR="00575FDC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642578304"/>
            <w:dataBinding w:xpath="/EurolookProperties/DocumentDate" w:storeItemID="{D3EA5527-7367-4268-9D83-5125C98D0ED2}"/>
            <w:date w:fullDate="2023-03-01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65275F">
              <w:t>01/03/2023</w:t>
            </w:r>
          </w:sdtContent>
        </w:sdt>
      </w:p>
      <w:p w14:paraId="09E1B7BF" w14:textId="0BBF1D47" w:rsidR="00575FDC" w:rsidRPr="001F03D8" w:rsidRDefault="00575FDC">
        <w:pPr>
          <w:pStyle w:val="Footer"/>
          <w:rPr>
            <w:lang w:val="en-US"/>
          </w:rPr>
        </w:pPr>
        <w:r w:rsidRPr="00D049F7">
          <w:t>Confidentiality</w:t>
        </w:r>
        <w:r>
          <w:rPr>
            <w:lang w:val="fr-BE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312867792"/>
            <w:placeholder>
              <w:docPart w:val="FA2A0D700DD94E0B970A6D2F8DECC97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Sensitive non-classified (SNC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>
              <w:rPr>
                <w:bCs/>
                <w:szCs w:val="16"/>
                <w:lang w:eastAsia="en-US"/>
              </w:rPr>
              <w:t>Sensitive non-classified (SNC)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EC Footers - EC Standard Footer "/>
      <w:tag w:val="SVoGAZ38gakDmzcHmLly90-Uz5BECj2qQF70SGAMzDdI0"/>
      <w:id w:val="-1471894362"/>
    </w:sdtPr>
    <w:sdtContent>
      <w:p w14:paraId="71BDB680" w14:textId="7C7874CA" w:rsidR="00575FDC" w:rsidRDefault="00A13FC3">
        <w:pPr>
          <w:pStyle w:val="Footer"/>
        </w:pPr>
        <w:sdt>
          <w:sdtPr>
            <w:rPr>
              <w:noProof/>
              <w:lang w:val="fr-BE"/>
            </w:rPr>
            <w:id w:val="-796519606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575FDC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3D8B59E8" w14:textId="5609E1BF" w:rsidR="00575FDC" w:rsidRPr="001F03D8" w:rsidRDefault="00A13FC3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1C77" w14:textId="77777777" w:rsidR="000F2E47" w:rsidRDefault="000F2E47">
      <w:pPr>
        <w:spacing w:after="0" w:line="240" w:lineRule="auto"/>
      </w:pPr>
      <w:r>
        <w:separator/>
      </w:r>
    </w:p>
  </w:footnote>
  <w:footnote w:type="continuationSeparator" w:id="0">
    <w:p w14:paraId="0508C9B4" w14:textId="77777777" w:rsidR="000F2E47" w:rsidRDefault="000F2E47">
      <w:pPr>
        <w:spacing w:after="0" w:line="240" w:lineRule="auto"/>
      </w:pPr>
      <w:r>
        <w:continuationSeparator/>
      </w:r>
    </w:p>
  </w:footnote>
  <w:footnote w:type="continuationNotice" w:id="1">
    <w:p w14:paraId="4093240A" w14:textId="77777777" w:rsidR="000F2E47" w:rsidRDefault="000F2E47">
      <w:pPr>
        <w:spacing w:after="0" w:line="240" w:lineRule="auto"/>
      </w:pPr>
    </w:p>
  </w:footnote>
  <w:footnote w:id="2">
    <w:p w14:paraId="559607A8" w14:textId="3B89D74A" w:rsidR="00575FDC" w:rsidRPr="007050D7" w:rsidRDefault="00575FDC">
      <w:pPr>
        <w:pStyle w:val="FootnoteText"/>
        <w:rPr>
          <w:lang w:val="nl-BE"/>
        </w:rPr>
      </w:pPr>
      <w:r>
        <w:rPr>
          <w:rStyle w:val="FootnoteReference"/>
        </w:rPr>
        <w:footnoteRef/>
      </w:r>
      <w:r>
        <w:t xml:space="preserve"> </w:t>
      </w:r>
      <w:r w:rsidRPr="007050D7">
        <w:t>Action: I=Insert R=Replace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A954" w14:textId="77777777" w:rsidR="00575FDC" w:rsidRDefault="00575FDC">
    <w:pPr>
      <w:pStyle w:val="Header"/>
    </w:pPr>
  </w:p>
  <w:p w14:paraId="6A3EA04B" w14:textId="77777777" w:rsidR="00575FDC" w:rsidRDefault="00575F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40A14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8326206"/>
    <w:lvl w:ilvl="0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2A66DFF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WPx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pStyle w:val="NormalSubitem"/>
      <w:lvlText w:val="*"/>
      <w:lvlJc w:val="left"/>
    </w:lvl>
  </w:abstractNum>
  <w:abstractNum w:abstractNumId="5" w15:restartNumberingAfterBreak="0">
    <w:nsid w:val="02CF7F60"/>
    <w:multiLevelType w:val="hybridMultilevel"/>
    <w:tmpl w:val="0B7E2A42"/>
    <w:lvl w:ilvl="0" w:tplc="36D876B2">
      <w:start w:val="1"/>
      <w:numFmt w:val="decimal"/>
      <w:pStyle w:val="Numbered1"/>
      <w:lvlText w:val="%1."/>
      <w:lvlJc w:val="left"/>
      <w:pPr>
        <w:ind w:left="720" w:hanging="360"/>
      </w:pPr>
      <w:rPr>
        <w:rFonts w:hint="default"/>
      </w:rPr>
    </w:lvl>
    <w:lvl w:ilvl="1" w:tplc="F042CC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B53E9"/>
    <w:multiLevelType w:val="hybridMultilevel"/>
    <w:tmpl w:val="D0CC9C0A"/>
    <w:lvl w:ilvl="0" w:tplc="05E43EAA">
      <w:start w:val="1"/>
      <w:numFmt w:val="bullet"/>
      <w:pStyle w:val="emcsbullet2"/>
      <w:lvlText w:val=""/>
      <w:lvlJc w:val="left"/>
      <w:pPr>
        <w:tabs>
          <w:tab w:val="num" w:pos="284"/>
        </w:tabs>
        <w:ind w:left="1134" w:hanging="283"/>
      </w:pPr>
      <w:rPr>
        <w:rFonts w:ascii="Wingdings" w:hAnsi="Wingdings" w:hint="default"/>
      </w:rPr>
    </w:lvl>
    <w:lvl w:ilvl="1" w:tplc="7068AE88">
      <w:start w:val="1"/>
      <w:numFmt w:val="bullet"/>
      <w:pStyle w:val="emcsbullet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51F8C"/>
    <w:multiLevelType w:val="hybridMultilevel"/>
    <w:tmpl w:val="C2BAFBB4"/>
    <w:lvl w:ilvl="0" w:tplc="D450BB66">
      <w:start w:val="1"/>
      <w:numFmt w:val="bullet"/>
      <w:pStyle w:val="minute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7DE014F"/>
    <w:multiLevelType w:val="singleLevel"/>
    <w:tmpl w:val="E8824D90"/>
    <w:lvl w:ilvl="0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</w:abstractNum>
  <w:abstractNum w:abstractNumId="9" w15:restartNumberingAfterBreak="0">
    <w:nsid w:val="0F916E1F"/>
    <w:multiLevelType w:val="hybridMultilevel"/>
    <w:tmpl w:val="C7F2496C"/>
    <w:lvl w:ilvl="0" w:tplc="551EF616">
      <w:start w:val="1"/>
      <w:numFmt w:val="bullet"/>
      <w:pStyle w:val="RFCFiel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B7201"/>
    <w:multiLevelType w:val="multilevel"/>
    <w:tmpl w:val="D1625A42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12AC7FDB"/>
    <w:multiLevelType w:val="singleLevel"/>
    <w:tmpl w:val="FCE8006A"/>
    <w:lvl w:ilvl="0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 w15:restartNumberingAfterBreak="0">
    <w:nsid w:val="12FC00DF"/>
    <w:multiLevelType w:val="singleLevel"/>
    <w:tmpl w:val="E3A014D6"/>
    <w:lvl w:ilvl="0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</w:abstractNum>
  <w:abstractNum w:abstractNumId="13" w15:restartNumberingAfterBreak="0">
    <w:nsid w:val="17525A9F"/>
    <w:multiLevelType w:val="multilevel"/>
    <w:tmpl w:val="35903AA0"/>
    <w:lvl w:ilvl="0"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anhead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AD62E22"/>
    <w:multiLevelType w:val="singleLevel"/>
    <w:tmpl w:val="3E0E150E"/>
    <w:lvl w:ilvl="0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</w:abstractNum>
  <w:abstractNum w:abstractNumId="15" w15:restartNumberingAfterBreak="0">
    <w:nsid w:val="1F3A38E6"/>
    <w:multiLevelType w:val="hybridMultilevel"/>
    <w:tmpl w:val="23B685D6"/>
    <w:lvl w:ilvl="0" w:tplc="98FEC252">
      <w:start w:val="1"/>
      <w:numFmt w:val="bullet"/>
      <w:pStyle w:val="emcsbullet2blueitalic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7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CE5766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19" w15:restartNumberingAfterBreak="0">
    <w:nsid w:val="2D293CE3"/>
    <w:multiLevelType w:val="multilevel"/>
    <w:tmpl w:val="4DC8517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20" w15:restartNumberingAfterBreak="0">
    <w:nsid w:val="35955DA9"/>
    <w:multiLevelType w:val="hybridMultilevel"/>
    <w:tmpl w:val="E408C082"/>
    <w:lvl w:ilvl="0" w:tplc="5798F15E">
      <w:start w:val="1"/>
      <w:numFmt w:val="bullet"/>
      <w:pStyle w:val="emcsAPtablebullet4"/>
      <w:lvlText w:val="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A2C42"/>
    <w:multiLevelType w:val="hybridMultilevel"/>
    <w:tmpl w:val="0784A2FE"/>
    <w:lvl w:ilvl="0" w:tplc="5A40CC8E">
      <w:start w:val="1"/>
      <w:numFmt w:val="lowerRoman"/>
      <w:pStyle w:val="emcssummaryhead1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E61CE"/>
    <w:multiLevelType w:val="hybridMultilevel"/>
    <w:tmpl w:val="B5C61EF8"/>
    <w:lvl w:ilvl="0" w:tplc="358A7FC8">
      <w:start w:val="1"/>
      <w:numFmt w:val="bullet"/>
      <w:pStyle w:val="emcs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DE5429B"/>
    <w:multiLevelType w:val="hybridMultilevel"/>
    <w:tmpl w:val="A2B2F0DE"/>
    <w:lvl w:ilvl="0" w:tplc="FFFFFFFF">
      <w:start w:val="1"/>
      <w:numFmt w:val="bullet"/>
      <w:pStyle w:val="Normal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44CD3C66"/>
    <w:multiLevelType w:val="singleLevel"/>
    <w:tmpl w:val="86DC3E04"/>
    <w:lvl w:ilvl="0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7" w15:restartNumberingAfterBreak="0">
    <w:nsid w:val="45922302"/>
    <w:multiLevelType w:val="singleLevel"/>
    <w:tmpl w:val="4840124C"/>
    <w:lvl w:ilvl="0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</w:abstractNum>
  <w:abstractNum w:abstractNumId="28" w15:restartNumberingAfterBreak="0">
    <w:nsid w:val="465D172F"/>
    <w:multiLevelType w:val="multilevel"/>
    <w:tmpl w:val="6AEE9BA4"/>
    <w:lvl w:ilvl="0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A982C"/>
    <w:multiLevelType w:val="multilevel"/>
    <w:tmpl w:val="73EA311E"/>
    <w:name w:val="ListBulletNumbering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1" w15:restartNumberingAfterBreak="0">
    <w:nsid w:val="5072619B"/>
    <w:multiLevelType w:val="multilevel"/>
    <w:tmpl w:val="16E016D6"/>
    <w:name w:val="ListDashNumbering"/>
    <w:lvl w:ilvl="0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2" w15:restartNumberingAfterBreak="0">
    <w:nsid w:val="50C43046"/>
    <w:multiLevelType w:val="multilevel"/>
    <w:tmpl w:val="5952216C"/>
    <w:name w:val="basic_flow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561A62C4"/>
    <w:multiLevelType w:val="singleLevel"/>
    <w:tmpl w:val="24567ADC"/>
    <w:lvl w:ilvl="0">
      <w:start w:val="1"/>
      <w:numFmt w:val="bullet"/>
      <w:pStyle w:val="ListBullet1Cha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68C0A31"/>
    <w:multiLevelType w:val="hybridMultilevel"/>
    <w:tmpl w:val="5704A3A2"/>
    <w:lvl w:ilvl="0" w:tplc="F4B8E2A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815767"/>
    <w:multiLevelType w:val="hybridMultilevel"/>
    <w:tmpl w:val="A880C186"/>
    <w:lvl w:ilvl="0" w:tplc="9A1C9D30">
      <w:start w:val="1"/>
      <w:numFmt w:val="decimal"/>
      <w:pStyle w:val="emcsbodynumbered"/>
      <w:lvlText w:val="%1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AE6A9F"/>
    <w:multiLevelType w:val="multilevel"/>
    <w:tmpl w:val="499C402C"/>
    <w:lvl w:ilvl="0">
      <w:start w:val="1"/>
      <w:numFmt w:val="decimal"/>
      <w:pStyle w:val="emcs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mcs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emcs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5"/>
        </w:tabs>
        <w:ind w:left="25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9"/>
        </w:tabs>
        <w:ind w:left="26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3"/>
        </w:tabs>
        <w:ind w:left="27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37"/>
        </w:tabs>
        <w:ind w:left="2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81"/>
        </w:tabs>
        <w:ind w:left="3081" w:hanging="1584"/>
      </w:pPr>
      <w:rPr>
        <w:rFonts w:hint="default"/>
      </w:rPr>
    </w:lvl>
  </w:abstractNum>
  <w:abstractNum w:abstractNumId="37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5145E"/>
    <w:multiLevelType w:val="multilevel"/>
    <w:tmpl w:val="B21C57A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41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1894345177">
    <w:abstractNumId w:val="39"/>
  </w:num>
  <w:num w:numId="2" w16cid:durableId="1018654368">
    <w:abstractNumId w:val="30"/>
  </w:num>
  <w:num w:numId="3" w16cid:durableId="2103718945">
    <w:abstractNumId w:val="10"/>
  </w:num>
  <w:num w:numId="4" w16cid:durableId="679313064">
    <w:abstractNumId w:val="31"/>
  </w:num>
  <w:num w:numId="5" w16cid:durableId="981469842">
    <w:abstractNumId w:val="19"/>
  </w:num>
  <w:num w:numId="6" w16cid:durableId="1203178046">
    <w:abstractNumId w:val="40"/>
  </w:num>
  <w:num w:numId="7" w16cid:durableId="318844902">
    <w:abstractNumId w:val="41"/>
  </w:num>
  <w:num w:numId="8" w16cid:durableId="1330332400">
    <w:abstractNumId w:val="4"/>
    <w:lvlOverride w:ilvl="0">
      <w:lvl w:ilvl="0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288170542">
    <w:abstractNumId w:val="23"/>
  </w:num>
  <w:num w:numId="10" w16cid:durableId="695423124">
    <w:abstractNumId w:val="0"/>
  </w:num>
  <w:num w:numId="11" w16cid:durableId="1050114112">
    <w:abstractNumId w:val="38"/>
  </w:num>
  <w:num w:numId="12" w16cid:durableId="718865173">
    <w:abstractNumId w:val="28"/>
  </w:num>
  <w:num w:numId="13" w16cid:durableId="1706952838">
    <w:abstractNumId w:val="2"/>
  </w:num>
  <w:num w:numId="14" w16cid:durableId="243102630">
    <w:abstractNumId w:val="17"/>
  </w:num>
  <w:num w:numId="15" w16cid:durableId="1621717895">
    <w:abstractNumId w:val="37"/>
  </w:num>
  <w:num w:numId="16" w16cid:durableId="1006205506">
    <w:abstractNumId w:val="11"/>
  </w:num>
  <w:num w:numId="17" w16cid:durableId="1864584892">
    <w:abstractNumId w:val="8"/>
  </w:num>
  <w:num w:numId="18" w16cid:durableId="794373419">
    <w:abstractNumId w:val="25"/>
  </w:num>
  <w:num w:numId="19" w16cid:durableId="254871119">
    <w:abstractNumId w:val="27"/>
  </w:num>
  <w:num w:numId="20" w16cid:durableId="475150114">
    <w:abstractNumId w:val="16"/>
  </w:num>
  <w:num w:numId="21" w16cid:durableId="2036930289">
    <w:abstractNumId w:val="14"/>
  </w:num>
  <w:num w:numId="22" w16cid:durableId="1790468382">
    <w:abstractNumId w:val="12"/>
  </w:num>
  <w:num w:numId="23" w16cid:durableId="1962958029">
    <w:abstractNumId w:val="34"/>
  </w:num>
  <w:num w:numId="24" w16cid:durableId="1051222935">
    <w:abstractNumId w:val="29"/>
  </w:num>
  <w:num w:numId="25" w16cid:durableId="1961572179">
    <w:abstractNumId w:val="33"/>
  </w:num>
  <w:num w:numId="26" w16cid:durableId="1567911877">
    <w:abstractNumId w:val="7"/>
  </w:num>
  <w:num w:numId="27" w16cid:durableId="1546721565">
    <w:abstractNumId w:val="3"/>
  </w:num>
  <w:num w:numId="28" w16cid:durableId="1830704776">
    <w:abstractNumId w:val="26"/>
  </w:num>
  <w:num w:numId="29" w16cid:durableId="1266234287">
    <w:abstractNumId w:val="13"/>
  </w:num>
  <w:num w:numId="30" w16cid:durableId="208416497">
    <w:abstractNumId w:val="22"/>
  </w:num>
  <w:num w:numId="31" w16cid:durableId="126168107">
    <w:abstractNumId w:val="9"/>
  </w:num>
  <w:num w:numId="32" w16cid:durableId="1509325801">
    <w:abstractNumId w:val="5"/>
  </w:num>
  <w:num w:numId="33" w16cid:durableId="1655986083">
    <w:abstractNumId w:val="36"/>
  </w:num>
  <w:num w:numId="34" w16cid:durableId="652831494">
    <w:abstractNumId w:val="15"/>
  </w:num>
  <w:num w:numId="35" w16cid:durableId="125860713">
    <w:abstractNumId w:val="18"/>
  </w:num>
  <w:num w:numId="36" w16cid:durableId="350880653">
    <w:abstractNumId w:val="24"/>
  </w:num>
  <w:num w:numId="37" w16cid:durableId="1765758148">
    <w:abstractNumId w:val="1"/>
  </w:num>
  <w:num w:numId="38" w16cid:durableId="1819227636">
    <w:abstractNumId w:val="6"/>
  </w:num>
  <w:num w:numId="39" w16cid:durableId="1162309331">
    <w:abstractNumId w:val="20"/>
  </w:num>
  <w:num w:numId="40" w16cid:durableId="2095318648">
    <w:abstractNumId w:val="35"/>
  </w:num>
  <w:num w:numId="41" w16cid:durableId="947389595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E2E"/>
    <w:rsid w:val="00000FB9"/>
    <w:rsid w:val="00012202"/>
    <w:rsid w:val="00015A21"/>
    <w:rsid w:val="00015A2A"/>
    <w:rsid w:val="00016839"/>
    <w:rsid w:val="00020C0D"/>
    <w:rsid w:val="00020F19"/>
    <w:rsid w:val="0002338F"/>
    <w:rsid w:val="000271DB"/>
    <w:rsid w:val="000329F7"/>
    <w:rsid w:val="00033517"/>
    <w:rsid w:val="00040C02"/>
    <w:rsid w:val="00041562"/>
    <w:rsid w:val="0004374A"/>
    <w:rsid w:val="00043906"/>
    <w:rsid w:val="00045877"/>
    <w:rsid w:val="0004751B"/>
    <w:rsid w:val="00047B76"/>
    <w:rsid w:val="00060FDE"/>
    <w:rsid w:val="0006168D"/>
    <w:rsid w:val="00061F8C"/>
    <w:rsid w:val="0006725B"/>
    <w:rsid w:val="00070BF7"/>
    <w:rsid w:val="00071D1B"/>
    <w:rsid w:val="000738EB"/>
    <w:rsid w:val="00080D2A"/>
    <w:rsid w:val="00086BE5"/>
    <w:rsid w:val="000873DC"/>
    <w:rsid w:val="00090050"/>
    <w:rsid w:val="000A7983"/>
    <w:rsid w:val="000B2197"/>
    <w:rsid w:val="000C295D"/>
    <w:rsid w:val="000C3E93"/>
    <w:rsid w:val="000C7A7E"/>
    <w:rsid w:val="000D3245"/>
    <w:rsid w:val="000F2E47"/>
    <w:rsid w:val="000F7A53"/>
    <w:rsid w:val="001047B2"/>
    <w:rsid w:val="0010590B"/>
    <w:rsid w:val="00110594"/>
    <w:rsid w:val="0011234E"/>
    <w:rsid w:val="00113006"/>
    <w:rsid w:val="001145C3"/>
    <w:rsid w:val="00117907"/>
    <w:rsid w:val="00120BA9"/>
    <w:rsid w:val="0012279E"/>
    <w:rsid w:val="0013160D"/>
    <w:rsid w:val="001337B8"/>
    <w:rsid w:val="00136563"/>
    <w:rsid w:val="00142ADE"/>
    <w:rsid w:val="00144605"/>
    <w:rsid w:val="00151D03"/>
    <w:rsid w:val="00153E17"/>
    <w:rsid w:val="00163D4F"/>
    <w:rsid w:val="00180252"/>
    <w:rsid w:val="00182F95"/>
    <w:rsid w:val="001973CE"/>
    <w:rsid w:val="001A4F80"/>
    <w:rsid w:val="001B2080"/>
    <w:rsid w:val="001B4EE7"/>
    <w:rsid w:val="001B5083"/>
    <w:rsid w:val="001B5ADC"/>
    <w:rsid w:val="001C2D80"/>
    <w:rsid w:val="001E19C1"/>
    <w:rsid w:val="001E1D3A"/>
    <w:rsid w:val="001E6183"/>
    <w:rsid w:val="001F03D8"/>
    <w:rsid w:val="001F52A3"/>
    <w:rsid w:val="001F60F8"/>
    <w:rsid w:val="001F6BF4"/>
    <w:rsid w:val="002055EE"/>
    <w:rsid w:val="002124A0"/>
    <w:rsid w:val="00212AAF"/>
    <w:rsid w:val="00214382"/>
    <w:rsid w:val="00214ABB"/>
    <w:rsid w:val="002203DB"/>
    <w:rsid w:val="002209A1"/>
    <w:rsid w:val="002213EA"/>
    <w:rsid w:val="00221E09"/>
    <w:rsid w:val="00223752"/>
    <w:rsid w:val="002320D7"/>
    <w:rsid w:val="0025434C"/>
    <w:rsid w:val="00271793"/>
    <w:rsid w:val="002758A9"/>
    <w:rsid w:val="002763C4"/>
    <w:rsid w:val="00277683"/>
    <w:rsid w:val="00277F5E"/>
    <w:rsid w:val="0028186F"/>
    <w:rsid w:val="00284E57"/>
    <w:rsid w:val="002B1D76"/>
    <w:rsid w:val="002B207B"/>
    <w:rsid w:val="002B6E7C"/>
    <w:rsid w:val="002B6E9F"/>
    <w:rsid w:val="002C443D"/>
    <w:rsid w:val="002F51DA"/>
    <w:rsid w:val="00303BF7"/>
    <w:rsid w:val="00307002"/>
    <w:rsid w:val="003160FD"/>
    <w:rsid w:val="003251C6"/>
    <w:rsid w:val="00327789"/>
    <w:rsid w:val="00331DB5"/>
    <w:rsid w:val="00336AC9"/>
    <w:rsid w:val="00350274"/>
    <w:rsid w:val="00366D24"/>
    <w:rsid w:val="00373D65"/>
    <w:rsid w:val="00375FB6"/>
    <w:rsid w:val="003826EC"/>
    <w:rsid w:val="00393CA0"/>
    <w:rsid w:val="003974E2"/>
    <w:rsid w:val="003A15EB"/>
    <w:rsid w:val="003A4F74"/>
    <w:rsid w:val="003A5FE9"/>
    <w:rsid w:val="003B0600"/>
    <w:rsid w:val="003B1A7E"/>
    <w:rsid w:val="003C095B"/>
    <w:rsid w:val="003C2A21"/>
    <w:rsid w:val="003C3280"/>
    <w:rsid w:val="003C32A9"/>
    <w:rsid w:val="003C408B"/>
    <w:rsid w:val="003D59A4"/>
    <w:rsid w:val="003D61F8"/>
    <w:rsid w:val="003D661F"/>
    <w:rsid w:val="003D79BA"/>
    <w:rsid w:val="003E1B86"/>
    <w:rsid w:val="003F7338"/>
    <w:rsid w:val="00400868"/>
    <w:rsid w:val="00400F64"/>
    <w:rsid w:val="0040501B"/>
    <w:rsid w:val="00417D3E"/>
    <w:rsid w:val="004200DD"/>
    <w:rsid w:val="00424542"/>
    <w:rsid w:val="00440888"/>
    <w:rsid w:val="004431B8"/>
    <w:rsid w:val="00443450"/>
    <w:rsid w:val="00445962"/>
    <w:rsid w:val="00445D89"/>
    <w:rsid w:val="004473D3"/>
    <w:rsid w:val="00471835"/>
    <w:rsid w:val="00473353"/>
    <w:rsid w:val="00474C1C"/>
    <w:rsid w:val="0048498D"/>
    <w:rsid w:val="00494863"/>
    <w:rsid w:val="00494F4F"/>
    <w:rsid w:val="00495196"/>
    <w:rsid w:val="004A1483"/>
    <w:rsid w:val="004A1D5B"/>
    <w:rsid w:val="004D637A"/>
    <w:rsid w:val="004E09DF"/>
    <w:rsid w:val="004F3CBC"/>
    <w:rsid w:val="004F49CF"/>
    <w:rsid w:val="005012EE"/>
    <w:rsid w:val="005032C1"/>
    <w:rsid w:val="00503A6D"/>
    <w:rsid w:val="005072A6"/>
    <w:rsid w:val="005140FC"/>
    <w:rsid w:val="00514BAB"/>
    <w:rsid w:val="0052788F"/>
    <w:rsid w:val="00535195"/>
    <w:rsid w:val="00537D8D"/>
    <w:rsid w:val="005445EA"/>
    <w:rsid w:val="005550A9"/>
    <w:rsid w:val="005600BB"/>
    <w:rsid w:val="0056390F"/>
    <w:rsid w:val="00567B25"/>
    <w:rsid w:val="00575FDC"/>
    <w:rsid w:val="00581459"/>
    <w:rsid w:val="00581AB1"/>
    <w:rsid w:val="00584FEB"/>
    <w:rsid w:val="0058755D"/>
    <w:rsid w:val="00595C6A"/>
    <w:rsid w:val="005A3359"/>
    <w:rsid w:val="005B5F6A"/>
    <w:rsid w:val="005B66BD"/>
    <w:rsid w:val="005C3559"/>
    <w:rsid w:val="005D1277"/>
    <w:rsid w:val="005D2F82"/>
    <w:rsid w:val="005E3523"/>
    <w:rsid w:val="005E5277"/>
    <w:rsid w:val="005F0035"/>
    <w:rsid w:val="005F2E48"/>
    <w:rsid w:val="005F3823"/>
    <w:rsid w:val="005F58FC"/>
    <w:rsid w:val="006055B1"/>
    <w:rsid w:val="006162F9"/>
    <w:rsid w:val="00617D0F"/>
    <w:rsid w:val="00623AC0"/>
    <w:rsid w:val="00623C6F"/>
    <w:rsid w:val="00625513"/>
    <w:rsid w:val="006316C9"/>
    <w:rsid w:val="00636AFC"/>
    <w:rsid w:val="00643092"/>
    <w:rsid w:val="00644F23"/>
    <w:rsid w:val="00646A12"/>
    <w:rsid w:val="00647966"/>
    <w:rsid w:val="00651B35"/>
    <w:rsid w:val="0065275F"/>
    <w:rsid w:val="00662355"/>
    <w:rsid w:val="00662806"/>
    <w:rsid w:val="006710D5"/>
    <w:rsid w:val="006837EA"/>
    <w:rsid w:val="00691E9A"/>
    <w:rsid w:val="006A5D65"/>
    <w:rsid w:val="006C750D"/>
    <w:rsid w:val="006E02E0"/>
    <w:rsid w:val="006E038B"/>
    <w:rsid w:val="006E0817"/>
    <w:rsid w:val="006E131A"/>
    <w:rsid w:val="006E49FF"/>
    <w:rsid w:val="006F24AA"/>
    <w:rsid w:val="007050D7"/>
    <w:rsid w:val="00712EED"/>
    <w:rsid w:val="007241CB"/>
    <w:rsid w:val="007348A5"/>
    <w:rsid w:val="0073659A"/>
    <w:rsid w:val="0073766C"/>
    <w:rsid w:val="007379F8"/>
    <w:rsid w:val="00751950"/>
    <w:rsid w:val="00755C24"/>
    <w:rsid w:val="0075725A"/>
    <w:rsid w:val="00763834"/>
    <w:rsid w:val="00767150"/>
    <w:rsid w:val="007701A5"/>
    <w:rsid w:val="00771203"/>
    <w:rsid w:val="00774B08"/>
    <w:rsid w:val="00785CEA"/>
    <w:rsid w:val="0079161E"/>
    <w:rsid w:val="007A4282"/>
    <w:rsid w:val="007A5029"/>
    <w:rsid w:val="007A6C2C"/>
    <w:rsid w:val="007B11FB"/>
    <w:rsid w:val="007C64F8"/>
    <w:rsid w:val="007C763F"/>
    <w:rsid w:val="007D10D5"/>
    <w:rsid w:val="007D2A6F"/>
    <w:rsid w:val="007D40AC"/>
    <w:rsid w:val="007D5890"/>
    <w:rsid w:val="007D6192"/>
    <w:rsid w:val="007D7C25"/>
    <w:rsid w:val="007E1636"/>
    <w:rsid w:val="007E5CCA"/>
    <w:rsid w:val="007F067B"/>
    <w:rsid w:val="00806EDD"/>
    <w:rsid w:val="00810E66"/>
    <w:rsid w:val="008131AC"/>
    <w:rsid w:val="0081397E"/>
    <w:rsid w:val="00824221"/>
    <w:rsid w:val="00824EA0"/>
    <w:rsid w:val="00825D1B"/>
    <w:rsid w:val="008354D2"/>
    <w:rsid w:val="00837214"/>
    <w:rsid w:val="00845245"/>
    <w:rsid w:val="0084573E"/>
    <w:rsid w:val="0085051A"/>
    <w:rsid w:val="00852063"/>
    <w:rsid w:val="00855041"/>
    <w:rsid w:val="00863B03"/>
    <w:rsid w:val="00863EB6"/>
    <w:rsid w:val="00865BD5"/>
    <w:rsid w:val="00884E0F"/>
    <w:rsid w:val="00884EDE"/>
    <w:rsid w:val="00887C45"/>
    <w:rsid w:val="00892157"/>
    <w:rsid w:val="008966C0"/>
    <w:rsid w:val="0089727A"/>
    <w:rsid w:val="008A5004"/>
    <w:rsid w:val="008B29A0"/>
    <w:rsid w:val="008B464E"/>
    <w:rsid w:val="008C3818"/>
    <w:rsid w:val="008C3AD7"/>
    <w:rsid w:val="008C6071"/>
    <w:rsid w:val="008E64F8"/>
    <w:rsid w:val="008E676F"/>
    <w:rsid w:val="008F3224"/>
    <w:rsid w:val="008F6F83"/>
    <w:rsid w:val="0090171C"/>
    <w:rsid w:val="00906A18"/>
    <w:rsid w:val="0090777C"/>
    <w:rsid w:val="009132F5"/>
    <w:rsid w:val="0091561A"/>
    <w:rsid w:val="00922DBF"/>
    <w:rsid w:val="00922E72"/>
    <w:rsid w:val="00931CDE"/>
    <w:rsid w:val="009439C5"/>
    <w:rsid w:val="0094434C"/>
    <w:rsid w:val="00953745"/>
    <w:rsid w:val="00964295"/>
    <w:rsid w:val="00966B1D"/>
    <w:rsid w:val="009736FF"/>
    <w:rsid w:val="00975056"/>
    <w:rsid w:val="009900A0"/>
    <w:rsid w:val="009925B1"/>
    <w:rsid w:val="00993B23"/>
    <w:rsid w:val="00995170"/>
    <w:rsid w:val="00995ED2"/>
    <w:rsid w:val="00996798"/>
    <w:rsid w:val="00997BAE"/>
    <w:rsid w:val="009A07DA"/>
    <w:rsid w:val="009A4486"/>
    <w:rsid w:val="009A5FBB"/>
    <w:rsid w:val="009B15EC"/>
    <w:rsid w:val="009C2151"/>
    <w:rsid w:val="009C2E65"/>
    <w:rsid w:val="009C3442"/>
    <w:rsid w:val="009E7139"/>
    <w:rsid w:val="009F1786"/>
    <w:rsid w:val="009F3E3A"/>
    <w:rsid w:val="009F6747"/>
    <w:rsid w:val="00A00F3E"/>
    <w:rsid w:val="00A03016"/>
    <w:rsid w:val="00A03638"/>
    <w:rsid w:val="00A13FC3"/>
    <w:rsid w:val="00A23A9B"/>
    <w:rsid w:val="00A249A6"/>
    <w:rsid w:val="00A2654B"/>
    <w:rsid w:val="00A26D0E"/>
    <w:rsid w:val="00A36CF9"/>
    <w:rsid w:val="00A3778D"/>
    <w:rsid w:val="00A4192B"/>
    <w:rsid w:val="00A41AB0"/>
    <w:rsid w:val="00A45C9D"/>
    <w:rsid w:val="00A556DB"/>
    <w:rsid w:val="00A56964"/>
    <w:rsid w:val="00A609CD"/>
    <w:rsid w:val="00A671AD"/>
    <w:rsid w:val="00A72725"/>
    <w:rsid w:val="00A77988"/>
    <w:rsid w:val="00A83ED8"/>
    <w:rsid w:val="00A852EE"/>
    <w:rsid w:val="00A9020C"/>
    <w:rsid w:val="00AB0D80"/>
    <w:rsid w:val="00AB6133"/>
    <w:rsid w:val="00AC75D2"/>
    <w:rsid w:val="00AD386F"/>
    <w:rsid w:val="00AD5DDB"/>
    <w:rsid w:val="00AE4878"/>
    <w:rsid w:val="00AE6E40"/>
    <w:rsid w:val="00AF174D"/>
    <w:rsid w:val="00AF25FC"/>
    <w:rsid w:val="00AF31D0"/>
    <w:rsid w:val="00B00845"/>
    <w:rsid w:val="00B03D74"/>
    <w:rsid w:val="00B06CFE"/>
    <w:rsid w:val="00B15035"/>
    <w:rsid w:val="00B2046F"/>
    <w:rsid w:val="00B21427"/>
    <w:rsid w:val="00B25E30"/>
    <w:rsid w:val="00B305DF"/>
    <w:rsid w:val="00B34A7C"/>
    <w:rsid w:val="00B34D31"/>
    <w:rsid w:val="00B616B0"/>
    <w:rsid w:val="00B7002B"/>
    <w:rsid w:val="00B76CA8"/>
    <w:rsid w:val="00B7723E"/>
    <w:rsid w:val="00B858CC"/>
    <w:rsid w:val="00B944F1"/>
    <w:rsid w:val="00B97F8A"/>
    <w:rsid w:val="00BA4F84"/>
    <w:rsid w:val="00BA5064"/>
    <w:rsid w:val="00BB0F74"/>
    <w:rsid w:val="00BB1B6D"/>
    <w:rsid w:val="00BB25DF"/>
    <w:rsid w:val="00BB751A"/>
    <w:rsid w:val="00BC04C2"/>
    <w:rsid w:val="00BC6090"/>
    <w:rsid w:val="00BC709B"/>
    <w:rsid w:val="00BD2438"/>
    <w:rsid w:val="00BD4AAD"/>
    <w:rsid w:val="00BD4ED7"/>
    <w:rsid w:val="00BD549E"/>
    <w:rsid w:val="00BD6297"/>
    <w:rsid w:val="00BE4350"/>
    <w:rsid w:val="00BE5D44"/>
    <w:rsid w:val="00BF0F75"/>
    <w:rsid w:val="00BF3F5B"/>
    <w:rsid w:val="00BF46A9"/>
    <w:rsid w:val="00BF789F"/>
    <w:rsid w:val="00C011AE"/>
    <w:rsid w:val="00C02A95"/>
    <w:rsid w:val="00C12EAE"/>
    <w:rsid w:val="00C32F91"/>
    <w:rsid w:val="00C33ECC"/>
    <w:rsid w:val="00C350EF"/>
    <w:rsid w:val="00C375AF"/>
    <w:rsid w:val="00C43437"/>
    <w:rsid w:val="00C5039D"/>
    <w:rsid w:val="00C57ACD"/>
    <w:rsid w:val="00C67803"/>
    <w:rsid w:val="00C70867"/>
    <w:rsid w:val="00C73299"/>
    <w:rsid w:val="00C73FDA"/>
    <w:rsid w:val="00C80522"/>
    <w:rsid w:val="00C8348E"/>
    <w:rsid w:val="00C877F7"/>
    <w:rsid w:val="00C90796"/>
    <w:rsid w:val="00C94237"/>
    <w:rsid w:val="00C96E2C"/>
    <w:rsid w:val="00C97651"/>
    <w:rsid w:val="00CA663B"/>
    <w:rsid w:val="00CB1F6A"/>
    <w:rsid w:val="00CB480E"/>
    <w:rsid w:val="00CB5CDB"/>
    <w:rsid w:val="00CB6AD4"/>
    <w:rsid w:val="00CE33EF"/>
    <w:rsid w:val="00CE3BF2"/>
    <w:rsid w:val="00CE78F8"/>
    <w:rsid w:val="00CF0F23"/>
    <w:rsid w:val="00D00BE3"/>
    <w:rsid w:val="00D02804"/>
    <w:rsid w:val="00D02BE5"/>
    <w:rsid w:val="00D0308B"/>
    <w:rsid w:val="00D0357E"/>
    <w:rsid w:val="00D049F7"/>
    <w:rsid w:val="00D0681F"/>
    <w:rsid w:val="00D07E00"/>
    <w:rsid w:val="00D10588"/>
    <w:rsid w:val="00D2020F"/>
    <w:rsid w:val="00D24E78"/>
    <w:rsid w:val="00D270D0"/>
    <w:rsid w:val="00D3333A"/>
    <w:rsid w:val="00D36C61"/>
    <w:rsid w:val="00D36CCC"/>
    <w:rsid w:val="00D40DA2"/>
    <w:rsid w:val="00D44FCA"/>
    <w:rsid w:val="00D46CF6"/>
    <w:rsid w:val="00D5522D"/>
    <w:rsid w:val="00D557C1"/>
    <w:rsid w:val="00D56A4B"/>
    <w:rsid w:val="00D676E4"/>
    <w:rsid w:val="00D71C68"/>
    <w:rsid w:val="00D848D1"/>
    <w:rsid w:val="00D8559F"/>
    <w:rsid w:val="00D94ADA"/>
    <w:rsid w:val="00DB4C1D"/>
    <w:rsid w:val="00DC0F12"/>
    <w:rsid w:val="00DC3DC4"/>
    <w:rsid w:val="00DD2F08"/>
    <w:rsid w:val="00DD6197"/>
    <w:rsid w:val="00DE09C2"/>
    <w:rsid w:val="00DE4E94"/>
    <w:rsid w:val="00DE6FD4"/>
    <w:rsid w:val="00DF1DFA"/>
    <w:rsid w:val="00DF6E72"/>
    <w:rsid w:val="00E1075B"/>
    <w:rsid w:val="00E11E4C"/>
    <w:rsid w:val="00E12F2E"/>
    <w:rsid w:val="00E218AD"/>
    <w:rsid w:val="00E339BD"/>
    <w:rsid w:val="00E40DFA"/>
    <w:rsid w:val="00E446D9"/>
    <w:rsid w:val="00E5287B"/>
    <w:rsid w:val="00E55C73"/>
    <w:rsid w:val="00E76714"/>
    <w:rsid w:val="00E91484"/>
    <w:rsid w:val="00E92A48"/>
    <w:rsid w:val="00EA7A39"/>
    <w:rsid w:val="00EB17D8"/>
    <w:rsid w:val="00EC0230"/>
    <w:rsid w:val="00EC67DD"/>
    <w:rsid w:val="00ED5791"/>
    <w:rsid w:val="00EE37AF"/>
    <w:rsid w:val="00EE3D36"/>
    <w:rsid w:val="00EE5A91"/>
    <w:rsid w:val="00EE7EEF"/>
    <w:rsid w:val="00EF6A92"/>
    <w:rsid w:val="00F07C0D"/>
    <w:rsid w:val="00F13F74"/>
    <w:rsid w:val="00F14F60"/>
    <w:rsid w:val="00F23A29"/>
    <w:rsid w:val="00F2563E"/>
    <w:rsid w:val="00F37111"/>
    <w:rsid w:val="00F43053"/>
    <w:rsid w:val="00F44084"/>
    <w:rsid w:val="00F62B89"/>
    <w:rsid w:val="00F6310E"/>
    <w:rsid w:val="00F6577E"/>
    <w:rsid w:val="00F6639B"/>
    <w:rsid w:val="00FA1C99"/>
    <w:rsid w:val="00FB51D1"/>
    <w:rsid w:val="00FB663D"/>
    <w:rsid w:val="00FC47EF"/>
    <w:rsid w:val="00FC784C"/>
    <w:rsid w:val="00FE09E6"/>
    <w:rsid w:val="00FE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20D40"/>
  <w15:docId w15:val="{92B1431D-5FB6-4AA5-B794-ACD3B20F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uiPriority="9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nhideWhenUsed="1"/>
    <w:lsdException w:name="footer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0" w:unhideWhenUsed="1" w:qFormat="1"/>
    <w:lsdException w:name="toa heading" w:semiHidden="1" w:unhideWhenUsed="1"/>
    <w:lsdException w:name="List" w:semiHidden="1" w:unhideWhenUsed="1"/>
    <w:lsdException w:name="List Bullet" w:unhideWhenUsed="1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00BE3"/>
    <w:pPr>
      <w:spacing w:after="120" w:line="264" w:lineRule="auto"/>
      <w:jc w:val="both"/>
    </w:pPr>
    <w:rPr>
      <w:sz w:val="22"/>
    </w:rPr>
  </w:style>
  <w:style w:type="paragraph" w:styleId="Heading1">
    <w:name w:val="heading 1"/>
    <w:aliases w:val="Headline 1 Char,Headline 1,Heading 1 CFMU,Para 1,h1,H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aliases w:val="Headline 2 Char,h2 Char,2 Char,headi Char,heading2 Char,h21 Char,h22 Char,21 Char,H2 Char,l2 Char,kopregel 2 Char,Titre m Char,Headline 2,h2,2,headi,h21,h22,21,H2,l2,kopregel 2,Titre m,Heading 2 CFMU,Para 2,H21,H22,H211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aliases w:val="Headline 3,h3,h31,h32,H3,H31 Char,H31 Char Char,Heading 3 CFMU,Para 3,H31,Proposa,Heading 4 Proposal,DNV-H3,3,summit,3m,Paragraaf,head 3,header3,head 31,header31,head 32,header32,h33,head 33,header33,h311,head 311,header311,h321,head 321,h34,h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aliases w:val="Heading 4 Char Char,Heading 4 Char1,Heading 4 Char Char Char,Heading 4 Char1 Char,Heading 4 Char Char1,Heading 4 CFMU,Para 4,h4,H4,4,Propos,DNV-H4,h4 sub sub heading,Sub Sub Paragraph,chapitre 1.1.1.1,Contrat 4,Sub-paragraph,Heading 4(war),h41"/>
    <w:basedOn w:val="Normal"/>
    <w:next w:val="Normal"/>
    <w:link w:val="Heading4Char"/>
    <w:qFormat/>
    <w:pPr>
      <w:keepNext/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aliases w:val="Heading 5 CFMU,Para 5,h5,H5,Heading 5(war),DNV-H5,Block Label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aliases w:val="Heading 6 CFMU,h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aliases w:val="Heading 7 CFMU,h7"/>
    <w:basedOn w:val="Normal"/>
    <w:next w:val="Normal"/>
    <w:link w:val="Heading7Char"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aliases w:val="Heading 8 CFMU,h8"/>
    <w:basedOn w:val="Normal"/>
    <w:next w:val="Normal"/>
    <w:link w:val="Heading8Char"/>
    <w:qFormat/>
    <w:pPr>
      <w:keepNext/>
      <w:numPr>
        <w:ilvl w:val="7"/>
        <w:numId w:val="1"/>
      </w:numPr>
      <w:outlineLvl w:val="7"/>
    </w:pPr>
  </w:style>
  <w:style w:type="paragraph" w:styleId="Heading9">
    <w:name w:val="heading 9"/>
    <w:aliases w:val="Heading 9 CFMU,h9"/>
    <w:basedOn w:val="Normal"/>
    <w:next w:val="Normal"/>
    <w:link w:val="Heading9Char"/>
    <w:qFormat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aliases w:val="CaptionCFMU,CaptionTLS"/>
    <w:basedOn w:val="Normal"/>
    <w:next w:val="Normal"/>
    <w:link w:val="CaptionChar"/>
    <w:qFormat/>
    <w:rsid w:val="00A56964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link w:val="EndnoteTextChar"/>
    <w:uiPriority w:val="99"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qFormat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uiPriority w:val="39"/>
    <w:qFormat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pPr>
      <w:tabs>
        <w:tab w:val="right" w:leader="dot" w:pos="8640"/>
      </w:tabs>
    </w:pPr>
  </w:style>
  <w:style w:type="paragraph" w:styleId="TOC7">
    <w:name w:val="toc 7"/>
    <w:basedOn w:val="Normal"/>
    <w:next w:val="Normal"/>
    <w:pPr>
      <w:tabs>
        <w:tab w:val="right" w:leader="dot" w:pos="8640"/>
      </w:tabs>
    </w:pPr>
  </w:style>
  <w:style w:type="paragraph" w:styleId="TOC8">
    <w:name w:val="toc 8"/>
    <w:basedOn w:val="Normal"/>
    <w:next w:val="Normal"/>
    <w:pPr>
      <w:tabs>
        <w:tab w:val="right" w:leader="dot" w:pos="8640"/>
      </w:tabs>
    </w:pPr>
  </w:style>
  <w:style w:type="paragraph" w:styleId="TOC9">
    <w:name w:val="toc 9"/>
    <w:basedOn w:val="Normal"/>
    <w:next w:val="Normal"/>
    <w:pPr>
      <w:tabs>
        <w:tab w:val="right" w:leader="dot" w:pos="8640"/>
      </w:tabs>
    </w:pPr>
  </w:style>
  <w:style w:type="paragraph" w:styleId="ListBullet">
    <w:name w:val="List Bullet"/>
    <w:basedOn w:val="ListParagraph"/>
    <w:qFormat/>
    <w:rsid w:val="003C408B"/>
    <w:pPr>
      <w:numPr>
        <w:numId w:val="23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qFormat/>
    <w:rsid w:val="00FE139F"/>
    <w:pPr>
      <w:numPr>
        <w:numId w:val="24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ind w:left="908" w:hanging="454"/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ind w:left="1815" w:hanging="454"/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aliases w:val="heading2"/>
    <w:basedOn w:val="Normal"/>
    <w:next w:val="AnnexHeading1"/>
    <w:uiPriority w:val="1"/>
    <w:pPr>
      <w:pageBreakBefore/>
      <w:numPr>
        <w:numId w:val="6"/>
      </w:numPr>
      <w:spacing w:before="240" w:after="24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tabs>
        <w:tab w:val="clear" w:pos="476"/>
      </w:tabs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</w:tabs>
      <w:spacing w:line="360" w:lineRule="auto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</w:tabs>
      <w:spacing w:line="360" w:lineRule="auto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uiPriority w:val="99"/>
    <w:rsid w:val="006E49FF"/>
    <w:rPr>
      <w:sz w:val="16"/>
    </w:rPr>
  </w:style>
  <w:style w:type="paragraph" w:styleId="Header">
    <w:name w:val="header"/>
    <w:basedOn w:val="Normal"/>
    <w:link w:val="HeaderChar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9FF"/>
    <w:rPr>
      <w:sz w:val="22"/>
    </w:rPr>
  </w:style>
  <w:style w:type="paragraph" w:styleId="MacroText">
    <w:name w:val="macro"/>
    <w:basedOn w:val="Normal"/>
    <w:link w:val="MacroTextChar"/>
    <w:uiPriority w:val="90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uiPriority w:val="90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uiPriority w:val="3"/>
    <w:qFormat/>
    <w:rsid w:val="00FE09E6"/>
    <w:pPr>
      <w:spacing w:line="240" w:lineRule="auto"/>
    </w:pPr>
  </w:style>
  <w:style w:type="character" w:styleId="Hyperlink">
    <w:name w:val="Hyperlink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qFormat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aliases w:val="Table of Tables/Figures"/>
    <w:basedOn w:val="Normal"/>
    <w:next w:val="Normal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semiHidden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uiPriority w:val="99"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0"/>
      </w:numPr>
      <w:tabs>
        <w:tab w:val="clear" w:pos="1492"/>
        <w:tab w:val="left" w:pos="1701"/>
      </w:tabs>
      <w:spacing w:line="240" w:lineRule="auto"/>
      <w:ind w:left="1702" w:hanging="284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sz w:val="20"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2"/>
      </w:numPr>
      <w:tabs>
        <w:tab w:val="clear" w:pos="1191"/>
      </w:tabs>
      <w:spacing w:line="240" w:lineRule="auto"/>
      <w:ind w:left="0" w:firstLine="0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  <w:tabs>
        <w:tab w:val="clear" w:pos="1899"/>
      </w:tabs>
      <w:ind w:left="0" w:firstLine="0"/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2"/>
      </w:numPr>
      <w:tabs>
        <w:tab w:val="clear" w:pos="2608"/>
      </w:tabs>
      <w:ind w:left="0" w:firstLine="0"/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rsid w:val="00F13F74"/>
    <w:pPr>
      <w:numPr>
        <w:ilvl w:val="3"/>
        <w:numId w:val="12"/>
      </w:numPr>
      <w:tabs>
        <w:tab w:val="clear" w:pos="3317"/>
        <w:tab w:val="num" w:pos="720"/>
      </w:tabs>
      <w:spacing w:before="120" w:line="240" w:lineRule="auto"/>
      <w:ind w:left="72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3"/>
      </w:numPr>
      <w:shd w:val="clear" w:color="auto" w:fill="EEEEEE"/>
      <w:tabs>
        <w:tab w:val="clear" w:pos="643"/>
      </w:tabs>
      <w:spacing w:before="120" w:line="240" w:lineRule="auto"/>
      <w:ind w:left="0" w:right="567" w:firstLine="0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aliases w:val="Headline 1 Char Char,Headline 1 Char1,Heading 1 CFMU Char,Para 1 Char,h1 Char,H1 Char"/>
    <w:basedOn w:val="DefaultParagraphFont"/>
    <w:link w:val="Heading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aliases w:val="Headline 2 Char Char,h2 Char Char,2 Char Char,headi Char Char,heading2 Char Char,h21 Char Char,h22 Char Char,21 Char Char,H2 Char Char,l2 Char Char,kopregel 2 Char Char,Titre m Char Char,Headline 2 Char1,h2 Char1,2 Char1,headi Char1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aliases w:val="Headline 3 Char,h3 Char,h31 Char,h32 Char,H3 Char,H31 Char Char1,H31 Char Char Char,Heading 3 CFMU Char,Para 3 Char,H31 Char1,Proposa Char,Heading 4 Proposal Char,DNV-H3 Char,3 Char,summit Char,3m Char,Paragraaf Char,head 3 Char,h3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aliases w:val="Heading 4 Char Char Char1,Heading 4 Char1 Char1,Heading 4 Char Char Char Char,Heading 4 Char1 Char Char,Heading 4 Char Char1 Char,Heading 4 CFMU Char,Para 4 Char,h4 Char,H4 Char,4 Char,Propos Char,DNV-H4 Char,h4 sub sub heading Char"/>
    <w:basedOn w:val="DefaultParagraphFont"/>
    <w:link w:val="Heading4"/>
    <w:rsid w:val="006E49FF"/>
    <w:rPr>
      <w:b/>
      <w:sz w:val="22"/>
    </w:rPr>
  </w:style>
  <w:style w:type="character" w:customStyle="1" w:styleId="Heading5Char">
    <w:name w:val="Heading 5 Char"/>
    <w:aliases w:val="Heading 5 CFMU Char,Para 5 Char,h5 Char,H5 Char,Heading 5(war) Char,DNV-H5 Char,Block Label Char"/>
    <w:basedOn w:val="DefaultParagraphFont"/>
    <w:link w:val="Heading5"/>
    <w:rsid w:val="006E49FF"/>
    <w:rPr>
      <w:sz w:val="22"/>
    </w:rPr>
  </w:style>
  <w:style w:type="character" w:customStyle="1" w:styleId="Heading6Char">
    <w:name w:val="Heading 6 Char"/>
    <w:aliases w:val="Heading 6 CFMU Char,h6 Char"/>
    <w:basedOn w:val="DefaultParagraphFont"/>
    <w:link w:val="Heading6"/>
    <w:rsid w:val="006E49FF"/>
    <w:rPr>
      <w:sz w:val="22"/>
    </w:rPr>
  </w:style>
  <w:style w:type="character" w:customStyle="1" w:styleId="Heading7Char">
    <w:name w:val="Heading 7 Char"/>
    <w:aliases w:val="Heading 7 CFMU Char,h7 Char"/>
    <w:basedOn w:val="DefaultParagraphFont"/>
    <w:link w:val="Heading7"/>
    <w:rsid w:val="006E49FF"/>
    <w:rPr>
      <w:sz w:val="22"/>
    </w:rPr>
  </w:style>
  <w:style w:type="character" w:customStyle="1" w:styleId="Heading8Char">
    <w:name w:val="Heading 8 Char"/>
    <w:aliases w:val="Heading 8 CFMU Char,h8 Char"/>
    <w:basedOn w:val="DefaultParagraphFont"/>
    <w:link w:val="Heading8"/>
    <w:rsid w:val="006E49FF"/>
    <w:rPr>
      <w:sz w:val="22"/>
    </w:rPr>
  </w:style>
  <w:style w:type="character" w:customStyle="1" w:styleId="Heading9Char">
    <w:name w:val="Heading 9 Char"/>
    <w:aliases w:val="Heading 9 CFMU Char,h9 Char"/>
    <w:basedOn w:val="DefaultParagraphFont"/>
    <w:link w:val="Heading9"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4"/>
      </w:numPr>
      <w:tabs>
        <w:tab w:val="clear" w:pos="720"/>
      </w:tabs>
      <w:spacing w:after="360" w:line="240" w:lineRule="auto"/>
    </w:pPr>
    <w:rPr>
      <w:sz w:val="20"/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spacing w:before="180" w:line="240" w:lineRule="auto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5"/>
      </w:numPr>
      <w:tabs>
        <w:tab w:val="clear" w:pos="1440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spacing w:before="0"/>
      <w:contextualSpacing w:val="0"/>
    </w:pPr>
  </w:style>
  <w:style w:type="character" w:customStyle="1" w:styleId="FootnoteTextChar">
    <w:name w:val="Footnote Text Char"/>
    <w:basedOn w:val="DefaultParagraphFont"/>
    <w:link w:val="FootnoteText"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  <w:ind w:left="425" w:hanging="425"/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6"/>
      </w:numPr>
      <w:tabs>
        <w:tab w:val="clear" w:pos="720"/>
      </w:tabs>
      <w:spacing w:before="0"/>
      <w:ind w:left="0" w:firstLin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7"/>
      </w:numPr>
      <w:tabs>
        <w:tab w:val="clear" w:pos="1134"/>
        <w:tab w:val="left" w:pos="2835"/>
      </w:tabs>
      <w:spacing w:before="0"/>
      <w:ind w:left="2268" w:firstLine="0"/>
    </w:pPr>
  </w:style>
  <w:style w:type="paragraph" w:customStyle="1" w:styleId="DoubleHangingIndent">
    <w:name w:val="Double Hanging Indent"/>
    <w:basedOn w:val="DoubleIndent"/>
    <w:uiPriority w:val="1"/>
    <w:rsid w:val="00C12EAE"/>
    <w:pPr>
      <w:ind w:hanging="567"/>
    </w:pPr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aliases w:val="Footnote symbol"/>
    <w:basedOn w:val="DefaultParagraphFont"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8"/>
      </w:numPr>
      <w:tabs>
        <w:tab w:val="clear" w:pos="2520"/>
      </w:tabs>
      <w:ind w:left="720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aliases w:val="CaptionCFMU Char,CaptionTLS Char"/>
    <w:basedOn w:val="DefaultParagraphFont"/>
    <w:link w:val="Caption"/>
    <w:uiPriority w:val="1"/>
    <w:semiHidden/>
    <w:rsid w:val="006E49FF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0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19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uiPriority w:val="99"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0"/>
      </w:numPr>
      <w:tabs>
        <w:tab w:val="clear" w:pos="-122"/>
        <w:tab w:val="num" w:pos="1134"/>
        <w:tab w:val="num" w:pos="1492"/>
      </w:tabs>
      <w:spacing w:before="60" w:after="0"/>
      <w:ind w:left="1134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aliases w:val="Body Text Dbl space"/>
    <w:basedOn w:val="Normal"/>
    <w:link w:val="BodyText2Char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aliases w:val="Body Text Dbl space Char"/>
    <w:basedOn w:val="DefaultParagraphFont"/>
    <w:link w:val="BodyText2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1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2"/>
      </w:numPr>
      <w:tabs>
        <w:tab w:val="clear" w:pos="2552"/>
        <w:tab w:val="num" w:pos="2948"/>
      </w:tabs>
      <w:spacing w:before="0" w:after="120"/>
      <w:ind w:left="2948" w:hanging="396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Bulleted1">
    <w:name w:val="Bulleted 1"/>
    <w:basedOn w:val="Normal"/>
    <w:qFormat/>
    <w:rsid w:val="00D56A4B"/>
    <w:pPr>
      <w:spacing w:after="0" w:line="240" w:lineRule="auto"/>
      <w:ind w:left="312" w:hanging="227"/>
      <w:jc w:val="left"/>
    </w:pPr>
    <w:rPr>
      <w:rFonts w:ascii="Arial" w:hAnsi="Arial" w:cs="Arial"/>
      <w:bCs/>
      <w:sz w:val="20"/>
      <w:szCs w:val="20"/>
      <w:lang w:eastAsia="en-US"/>
    </w:rPr>
  </w:style>
  <w:style w:type="paragraph" w:styleId="Revision">
    <w:name w:val="Revision"/>
    <w:hidden/>
    <w:uiPriority w:val="99"/>
    <w:locked/>
    <w:rsid w:val="002213EA"/>
    <w:rPr>
      <w:sz w:val="22"/>
    </w:rPr>
  </w:style>
  <w:style w:type="paragraph" w:customStyle="1" w:styleId="NormalText">
    <w:name w:val="NormalText"/>
    <w:basedOn w:val="Normal"/>
    <w:rsid w:val="00C70867"/>
    <w:pPr>
      <w:spacing w:before="120" w:line="240" w:lineRule="auto"/>
    </w:pPr>
    <w:rPr>
      <w:rFonts w:ascii="BBEHIZ+Palatino-Roman" w:hAnsi="BBEHIZ+Palatino-Roman"/>
      <w:szCs w:val="20"/>
      <w:lang w:eastAsia="en-US"/>
    </w:rPr>
  </w:style>
  <w:style w:type="paragraph" w:styleId="BodyText3">
    <w:name w:val="Body Text 3"/>
    <w:basedOn w:val="Normal"/>
    <w:link w:val="BodyText3Char1"/>
    <w:locked/>
    <w:rsid w:val="00C70867"/>
    <w:pPr>
      <w:tabs>
        <w:tab w:val="left" w:pos="1134"/>
        <w:tab w:val="left" w:pos="1701"/>
        <w:tab w:val="left" w:pos="2268"/>
      </w:tabs>
      <w:spacing w:before="120" w:line="240" w:lineRule="auto"/>
      <w:ind w:right="-1"/>
    </w:pPr>
    <w:rPr>
      <w:rFonts w:ascii="Arial" w:hAnsi="Arial"/>
      <w:sz w:val="20"/>
      <w:szCs w:val="20"/>
      <w:lang w:eastAsia="fr-FR"/>
    </w:rPr>
  </w:style>
  <w:style w:type="character" w:customStyle="1" w:styleId="BodyText3Char">
    <w:name w:val="Body Text 3 Char"/>
    <w:basedOn w:val="DefaultParagraphFont"/>
    <w:rsid w:val="00C70867"/>
    <w:rPr>
      <w:sz w:val="16"/>
      <w:szCs w:val="16"/>
    </w:rPr>
  </w:style>
  <w:style w:type="paragraph" w:styleId="BodyTextIndent">
    <w:name w:val="Body Text Indent"/>
    <w:basedOn w:val="Normal"/>
    <w:link w:val="BodyTextIndentChar1"/>
    <w:locked/>
    <w:rsid w:val="00C70867"/>
    <w:pPr>
      <w:spacing w:line="240" w:lineRule="auto"/>
      <w:ind w:left="1440"/>
    </w:pPr>
    <w:rPr>
      <w:rFonts w:ascii="Arial" w:hAnsi="Arial"/>
      <w:sz w:val="20"/>
      <w:lang w:eastAsia="en-US"/>
    </w:rPr>
  </w:style>
  <w:style w:type="character" w:customStyle="1" w:styleId="BodyTextIndentChar">
    <w:name w:val="Body Text Indent Char"/>
    <w:basedOn w:val="DefaultParagraphFont"/>
    <w:rsid w:val="00C70867"/>
    <w:rPr>
      <w:sz w:val="22"/>
    </w:rPr>
  </w:style>
  <w:style w:type="character" w:styleId="PageNumber">
    <w:name w:val="page number"/>
    <w:basedOn w:val="DefaultParagraphFont"/>
    <w:locked/>
    <w:rsid w:val="00C70867"/>
  </w:style>
  <w:style w:type="paragraph" w:styleId="BodyTextIndent2">
    <w:name w:val="Body Text Indent 2"/>
    <w:basedOn w:val="Normal"/>
    <w:link w:val="BodyTextIndent2Char1"/>
    <w:locked/>
    <w:rsid w:val="00C70867"/>
    <w:pPr>
      <w:spacing w:line="240" w:lineRule="auto"/>
      <w:ind w:left="720"/>
    </w:pPr>
    <w:rPr>
      <w:rFonts w:ascii="Arial" w:hAnsi="Arial"/>
      <w:sz w:val="20"/>
      <w:lang w:eastAsia="en-US"/>
    </w:rPr>
  </w:style>
  <w:style w:type="character" w:customStyle="1" w:styleId="BodyTextIndent2Char">
    <w:name w:val="Body Text Indent 2 Char"/>
    <w:basedOn w:val="DefaultParagraphFont"/>
    <w:rsid w:val="00C70867"/>
    <w:rPr>
      <w:sz w:val="22"/>
    </w:rPr>
  </w:style>
  <w:style w:type="paragraph" w:customStyle="1" w:styleId="TextBox">
    <w:name w:val="Text Box"/>
    <w:basedOn w:val="Normal"/>
    <w:rsid w:val="00C70867"/>
    <w:pPr>
      <w:spacing w:after="0" w:line="240" w:lineRule="auto"/>
      <w:jc w:val="left"/>
    </w:pPr>
    <w:rPr>
      <w:rFonts w:ascii="Verdana" w:hAnsi="Verdana"/>
      <w:sz w:val="16"/>
      <w:szCs w:val="20"/>
      <w:lang w:eastAsia="en-US"/>
    </w:rPr>
  </w:style>
  <w:style w:type="character" w:styleId="Emphasis">
    <w:name w:val="Emphasis"/>
    <w:qFormat/>
    <w:locked/>
    <w:rsid w:val="00C70867"/>
    <w:rPr>
      <w:i/>
      <w:iCs/>
    </w:rPr>
  </w:style>
  <w:style w:type="paragraph" w:customStyle="1" w:styleId="TableofTablesHeading">
    <w:name w:val="Table of Tables Heading"/>
    <w:basedOn w:val="Normal"/>
    <w:next w:val="TableofFigures"/>
    <w:rsid w:val="00C70867"/>
    <w:pPr>
      <w:pBdr>
        <w:bottom w:val="single" w:sz="4" w:space="1" w:color="auto"/>
      </w:pBdr>
      <w:spacing w:before="120" w:line="240" w:lineRule="auto"/>
      <w:jc w:val="left"/>
    </w:pPr>
    <w:rPr>
      <w:rFonts w:ascii="Arial" w:hAnsi="Arial"/>
      <w:b/>
      <w:smallCaps/>
      <w:sz w:val="28"/>
      <w:lang w:eastAsia="en-US"/>
    </w:rPr>
  </w:style>
  <w:style w:type="paragraph" w:customStyle="1" w:styleId="Tablecellleft">
    <w:name w:val="Table_cell_left"/>
    <w:basedOn w:val="Normal"/>
    <w:rsid w:val="00C70867"/>
    <w:pPr>
      <w:spacing w:before="40" w:after="40" w:line="240" w:lineRule="auto"/>
    </w:pPr>
    <w:rPr>
      <w:rFonts w:ascii="Arial" w:hAnsi="Arial"/>
      <w:sz w:val="20"/>
      <w:lang w:val="en-US" w:eastAsia="en-US"/>
    </w:rPr>
  </w:style>
  <w:style w:type="paragraph" w:styleId="BodyTextIndent3">
    <w:name w:val="Body Text Indent 3"/>
    <w:basedOn w:val="Normal"/>
    <w:link w:val="BodyTextIndent3Char1"/>
    <w:locked/>
    <w:rsid w:val="00C70867"/>
    <w:pPr>
      <w:spacing w:line="240" w:lineRule="auto"/>
      <w:ind w:left="720"/>
    </w:pPr>
    <w:rPr>
      <w:rFonts w:ascii="Arial" w:hAnsi="Arial"/>
      <w:i/>
      <w:iCs/>
      <w:sz w:val="20"/>
      <w:lang w:eastAsia="en-US"/>
    </w:rPr>
  </w:style>
  <w:style w:type="character" w:customStyle="1" w:styleId="BodyTextIndent3Char">
    <w:name w:val="Body Text Indent 3 Char"/>
    <w:basedOn w:val="DefaultParagraphFont"/>
    <w:rsid w:val="00C70867"/>
    <w:rPr>
      <w:sz w:val="16"/>
      <w:szCs w:val="16"/>
    </w:rPr>
  </w:style>
  <w:style w:type="paragraph" w:customStyle="1" w:styleId="ListBullet1Char">
    <w:name w:val="List Bullet 1 Char"/>
    <w:basedOn w:val="Normal"/>
    <w:rsid w:val="00C70867"/>
    <w:pPr>
      <w:numPr>
        <w:numId w:val="25"/>
      </w:numPr>
      <w:tabs>
        <w:tab w:val="clear" w:pos="360"/>
      </w:tabs>
      <w:spacing w:before="120" w:after="0" w:line="240" w:lineRule="auto"/>
      <w:ind w:left="1276" w:hanging="284"/>
    </w:pPr>
    <w:rPr>
      <w:rFonts w:ascii="Arial" w:hAnsi="Arial"/>
      <w:lang w:eastAsia="en-US"/>
    </w:rPr>
  </w:style>
  <w:style w:type="character" w:customStyle="1" w:styleId="ListBullet1CharChar">
    <w:name w:val="List Bullet 1 Char Char"/>
    <w:rsid w:val="00C70867"/>
    <w:rPr>
      <w:rFonts w:ascii="Arial" w:hAnsi="Arial"/>
      <w:sz w:val="22"/>
      <w:szCs w:val="24"/>
      <w:lang w:val="en-GB" w:eastAsia="en-US" w:bidi="ar-SA"/>
    </w:rPr>
  </w:style>
  <w:style w:type="paragraph" w:customStyle="1" w:styleId="Bullet2">
    <w:name w:val="Bullet2"/>
    <w:basedOn w:val="Bullet1"/>
    <w:rsid w:val="00C70867"/>
    <w:pPr>
      <w:numPr>
        <w:ilvl w:val="0"/>
        <w:numId w:val="0"/>
      </w:numPr>
      <w:tabs>
        <w:tab w:val="left" w:pos="1134"/>
      </w:tabs>
      <w:ind w:left="1491" w:hanging="357"/>
    </w:pPr>
    <w:rPr>
      <w:rFonts w:ascii="Trebuchet MS" w:hAnsi="Trebuchet MS"/>
      <w:bCs/>
      <w:szCs w:val="20"/>
      <w:lang w:eastAsia="en-US"/>
    </w:rPr>
  </w:style>
  <w:style w:type="paragraph" w:customStyle="1" w:styleId="List2bullet">
    <w:name w:val="List_2_bullet"/>
    <w:basedOn w:val="Normal"/>
    <w:rsid w:val="00C70867"/>
    <w:pPr>
      <w:numPr>
        <w:numId w:val="28"/>
      </w:numPr>
      <w:spacing w:before="120" w:line="240" w:lineRule="auto"/>
    </w:pPr>
    <w:rPr>
      <w:sz w:val="24"/>
      <w:lang w:val="fr-BE" w:eastAsia="en-US"/>
    </w:rPr>
  </w:style>
  <w:style w:type="paragraph" w:customStyle="1" w:styleId="ListBullet1">
    <w:name w:val="List Bullet 1"/>
    <w:basedOn w:val="Normal"/>
    <w:rsid w:val="00C70867"/>
    <w:pPr>
      <w:spacing w:before="120" w:after="0" w:line="240" w:lineRule="auto"/>
      <w:ind w:left="1276" w:hanging="284"/>
    </w:pPr>
    <w:rPr>
      <w:rFonts w:ascii="Arial" w:hAnsi="Arial"/>
      <w:lang w:eastAsia="en-US"/>
    </w:rPr>
  </w:style>
  <w:style w:type="character" w:customStyle="1" w:styleId="body">
    <w:name w:val="body"/>
    <w:basedOn w:val="DefaultParagraphFont"/>
    <w:rsid w:val="00C70867"/>
  </w:style>
  <w:style w:type="paragraph" w:customStyle="1" w:styleId="StyleHeader10ptBefore3ptAfter3pt">
    <w:name w:val="Style Header + 10 pt Before:  3 pt After:  3 pt"/>
    <w:basedOn w:val="Header"/>
    <w:rsid w:val="00C70867"/>
    <w:pPr>
      <w:tabs>
        <w:tab w:val="clear" w:pos="4150"/>
        <w:tab w:val="clear" w:pos="8306"/>
        <w:tab w:val="center" w:pos="4536"/>
        <w:tab w:val="right" w:pos="9072"/>
      </w:tabs>
      <w:spacing w:before="60" w:after="60" w:line="240" w:lineRule="auto"/>
    </w:pPr>
    <w:rPr>
      <w:rFonts w:ascii="Arial" w:hAnsi="Arial"/>
      <w:sz w:val="20"/>
      <w:szCs w:val="20"/>
      <w:lang w:eastAsia="en-US"/>
    </w:rPr>
  </w:style>
  <w:style w:type="paragraph" w:customStyle="1" w:styleId="minutes">
    <w:name w:val="minutes"/>
    <w:basedOn w:val="Normal"/>
    <w:rsid w:val="00C70867"/>
    <w:pPr>
      <w:numPr>
        <w:numId w:val="26"/>
      </w:numPr>
      <w:spacing w:after="0" w:line="240" w:lineRule="auto"/>
      <w:jc w:val="left"/>
    </w:pPr>
    <w:rPr>
      <w:rFonts w:ascii="Univers 47 CondensedLight" w:hAnsi="Univers 47 CondensedLight" w:cs="Tahoma"/>
      <w:sz w:val="20"/>
      <w:lang w:eastAsia="en-US"/>
    </w:rPr>
  </w:style>
  <w:style w:type="paragraph" w:customStyle="1" w:styleId="o">
    <w:name w:val="o"/>
    <w:basedOn w:val="Normal"/>
    <w:rsid w:val="00C70867"/>
    <w:pPr>
      <w:widowControl w:val="0"/>
      <w:spacing w:after="60" w:line="240" w:lineRule="auto"/>
    </w:pPr>
    <w:rPr>
      <w:rFonts w:ascii="Arial" w:hAnsi="Arial"/>
      <w:sz w:val="20"/>
      <w:szCs w:val="22"/>
      <w:lang w:val="fr-BE" w:eastAsia="en-US"/>
    </w:rPr>
  </w:style>
  <w:style w:type="paragraph" w:customStyle="1" w:styleId="Openissues">
    <w:name w:val="Open issues"/>
    <w:basedOn w:val="Normal"/>
    <w:rsid w:val="00C70867"/>
    <w:pPr>
      <w:widowControl w:val="0"/>
      <w:spacing w:after="60" w:line="240" w:lineRule="auto"/>
    </w:pPr>
    <w:rPr>
      <w:rFonts w:ascii="Arial" w:hAnsi="Arial"/>
      <w:color w:val="008080"/>
      <w:sz w:val="20"/>
      <w:szCs w:val="22"/>
      <w:lang w:val="fr-BE" w:eastAsia="en-US"/>
    </w:rPr>
  </w:style>
  <w:style w:type="paragraph" w:customStyle="1" w:styleId="anhead2">
    <w:name w:val="anhead2"/>
    <w:basedOn w:val="Heading3"/>
    <w:rsid w:val="00C70867"/>
    <w:pPr>
      <w:numPr>
        <w:numId w:val="29"/>
      </w:numPr>
      <w:suppressAutoHyphens w:val="0"/>
      <w:spacing w:before="120" w:after="240"/>
      <w:jc w:val="left"/>
    </w:pPr>
    <w:rPr>
      <w:snapToGrid w:val="0"/>
      <w:sz w:val="24"/>
      <w:szCs w:val="20"/>
      <w:lang w:val="en-GB"/>
    </w:rPr>
  </w:style>
  <w:style w:type="paragraph" w:customStyle="1" w:styleId="WPx">
    <w:name w:val="WP x."/>
    <w:basedOn w:val="Heading3"/>
    <w:next w:val="WPxy"/>
    <w:rsid w:val="00C70867"/>
    <w:pPr>
      <w:numPr>
        <w:numId w:val="27"/>
      </w:numPr>
      <w:tabs>
        <w:tab w:val="num" w:pos="1916"/>
      </w:tabs>
      <w:suppressAutoHyphens w:val="0"/>
      <w:spacing w:before="0" w:after="240"/>
      <w:ind w:left="1916" w:hanging="839"/>
      <w:jc w:val="left"/>
    </w:pPr>
    <w:rPr>
      <w:b w:val="0"/>
      <w:i/>
      <w:snapToGrid w:val="0"/>
      <w:sz w:val="28"/>
      <w:szCs w:val="20"/>
      <w:lang w:val="en-GB"/>
    </w:rPr>
  </w:style>
  <w:style w:type="paragraph" w:customStyle="1" w:styleId="WPxy">
    <w:name w:val="WP x.y"/>
    <w:basedOn w:val="Text2"/>
    <w:rsid w:val="00C70867"/>
    <w:pPr>
      <w:spacing w:after="240"/>
      <w:ind w:left="2835" w:hanging="1134"/>
    </w:pPr>
    <w:rPr>
      <w:rFonts w:ascii="Times New Roman" w:hAnsi="Times New Roman"/>
      <w:sz w:val="24"/>
      <w:szCs w:val="20"/>
    </w:rPr>
  </w:style>
  <w:style w:type="paragraph" w:customStyle="1" w:styleId="TaBult1">
    <w:name w:val="TaBult 1"/>
    <w:basedOn w:val="Normal"/>
    <w:rsid w:val="00C70867"/>
    <w:pPr>
      <w:tabs>
        <w:tab w:val="num" w:pos="360"/>
      </w:tabs>
      <w:spacing w:before="60" w:after="60" w:line="240" w:lineRule="auto"/>
      <w:ind w:left="360" w:hanging="360"/>
    </w:pPr>
    <w:rPr>
      <w:szCs w:val="20"/>
      <w:lang w:eastAsia="en-US"/>
    </w:rPr>
  </w:style>
  <w:style w:type="paragraph" w:styleId="BodyTextFirstIndent">
    <w:name w:val="Body Text First Indent"/>
    <w:basedOn w:val="BodyText"/>
    <w:link w:val="BodyTextFirstIndentChar1"/>
    <w:locked/>
    <w:rsid w:val="00C70867"/>
    <w:pPr>
      <w:spacing w:before="0"/>
      <w:ind w:firstLine="210"/>
      <w:jc w:val="both"/>
    </w:pPr>
    <w:rPr>
      <w:rFonts w:ascii="Arial" w:hAnsi="Arial"/>
      <w:sz w:val="20"/>
    </w:rPr>
  </w:style>
  <w:style w:type="character" w:customStyle="1" w:styleId="BodyTextFirstIndentChar">
    <w:name w:val="Body Text First Indent Char"/>
    <w:basedOn w:val="BodyTextChar"/>
    <w:rsid w:val="00C70867"/>
    <w:rPr>
      <w:sz w:val="22"/>
      <w:lang w:eastAsia="en-US"/>
    </w:rPr>
  </w:style>
  <w:style w:type="character" w:customStyle="1" w:styleId="emcsbold">
    <w:name w:val="emcs_bold"/>
    <w:rsid w:val="00C70867"/>
    <w:rPr>
      <w:b/>
    </w:rPr>
  </w:style>
  <w:style w:type="paragraph" w:customStyle="1" w:styleId="emcslegend">
    <w:name w:val="emcs_legend"/>
    <w:link w:val="emcslegendChar"/>
    <w:rsid w:val="00C70867"/>
    <w:pPr>
      <w:spacing w:before="120" w:after="120"/>
      <w:jc w:val="center"/>
    </w:pPr>
    <w:rPr>
      <w:i/>
      <w:sz w:val="20"/>
      <w:szCs w:val="20"/>
      <w:lang w:eastAsia="en-US"/>
    </w:rPr>
  </w:style>
  <w:style w:type="character" w:customStyle="1" w:styleId="emcslegendChar">
    <w:name w:val="emcs_legend Char"/>
    <w:link w:val="emcslegend"/>
    <w:rsid w:val="00C70867"/>
    <w:rPr>
      <w:i/>
      <w:sz w:val="20"/>
      <w:szCs w:val="20"/>
      <w:lang w:eastAsia="en-US"/>
    </w:rPr>
  </w:style>
  <w:style w:type="character" w:customStyle="1" w:styleId="emcsAPtablebullet1Char">
    <w:name w:val="emcs_AP_table_bullet1 Char"/>
    <w:rsid w:val="00C70867"/>
    <w:rPr>
      <w:lang w:val="en-GB" w:eastAsia="en-US" w:bidi="ar-SA"/>
    </w:rPr>
  </w:style>
  <w:style w:type="character" w:customStyle="1" w:styleId="emcsbolditalic">
    <w:name w:val="emcs_bold_italic"/>
    <w:rsid w:val="00C70867"/>
    <w:rPr>
      <w:b/>
      <w:i/>
    </w:rPr>
  </w:style>
  <w:style w:type="paragraph" w:customStyle="1" w:styleId="emcsbodytext">
    <w:name w:val="emcs_body_text"/>
    <w:link w:val="emcsbodytextChar"/>
    <w:rsid w:val="00C70867"/>
    <w:pPr>
      <w:widowControl w:val="0"/>
      <w:spacing w:before="120"/>
      <w:ind w:left="567"/>
      <w:jc w:val="both"/>
    </w:pPr>
    <w:rPr>
      <w:szCs w:val="20"/>
      <w:lang w:eastAsia="en-US"/>
    </w:rPr>
  </w:style>
  <w:style w:type="paragraph" w:customStyle="1" w:styleId="emcsbullet1">
    <w:name w:val="emcs_bullet1"/>
    <w:link w:val="emcsbullet1Char"/>
    <w:rsid w:val="00C70867"/>
    <w:pPr>
      <w:widowControl w:val="0"/>
      <w:numPr>
        <w:numId w:val="30"/>
      </w:numPr>
      <w:tabs>
        <w:tab w:val="left" w:pos="2835"/>
      </w:tabs>
      <w:spacing w:before="40" w:after="40"/>
      <w:contextualSpacing/>
      <w:jc w:val="both"/>
    </w:pPr>
    <w:rPr>
      <w:lang w:eastAsia="el-GR"/>
    </w:rPr>
  </w:style>
  <w:style w:type="character" w:customStyle="1" w:styleId="emcsbullet1Char">
    <w:name w:val="emcs_bullet1 Char"/>
    <w:link w:val="emcsbullet1"/>
    <w:rsid w:val="00C70867"/>
    <w:rPr>
      <w:lang w:eastAsia="el-GR"/>
    </w:rPr>
  </w:style>
  <w:style w:type="paragraph" w:customStyle="1" w:styleId="emcsEDIFACTDetailTitle">
    <w:name w:val="emcs_EDIFACT_DetailTitle"/>
    <w:link w:val="emcsEDIFACTDetailTitleChar"/>
    <w:rsid w:val="00C70867"/>
    <w:pPr>
      <w:widowControl w:val="0"/>
      <w:spacing w:before="240"/>
      <w:jc w:val="both"/>
    </w:pPr>
    <w:rPr>
      <w:b/>
      <w:sz w:val="22"/>
      <w:lang w:eastAsia="en-US"/>
    </w:rPr>
  </w:style>
  <w:style w:type="character" w:customStyle="1" w:styleId="emcsEDIFACTDetailTitleChar">
    <w:name w:val="emcs_EDIFACT_DetailTitle Char"/>
    <w:link w:val="emcsEDIFACTDetailTitle"/>
    <w:rsid w:val="00C70867"/>
    <w:rPr>
      <w:b/>
      <w:sz w:val="22"/>
      <w:lang w:eastAsia="en-US"/>
    </w:rPr>
  </w:style>
  <w:style w:type="paragraph" w:customStyle="1" w:styleId="emcsetable">
    <w:name w:val="emcs_etable"/>
    <w:rsid w:val="00C70867"/>
    <w:pPr>
      <w:keepLines/>
      <w:tabs>
        <w:tab w:val="left" w:pos="567"/>
        <w:tab w:val="left" w:pos="2835"/>
        <w:tab w:val="left" w:pos="3402"/>
        <w:tab w:val="left" w:pos="3969"/>
        <w:tab w:val="left" w:pos="4536"/>
      </w:tabs>
      <w:spacing w:before="40" w:after="40"/>
      <w:ind w:left="57" w:right="57"/>
    </w:pPr>
    <w:rPr>
      <w:rFonts w:ascii="Arial" w:hAnsi="Arial"/>
      <w:sz w:val="16"/>
      <w:szCs w:val="20"/>
      <w:lang w:eastAsia="en-US"/>
    </w:rPr>
  </w:style>
  <w:style w:type="paragraph" w:customStyle="1" w:styleId="tablecell0">
    <w:name w:val="tablecell"/>
    <w:basedOn w:val="Normal"/>
    <w:rsid w:val="00C70867"/>
    <w:pPr>
      <w:spacing w:before="60" w:after="0" w:line="240" w:lineRule="auto"/>
      <w:jc w:val="left"/>
    </w:pPr>
    <w:rPr>
      <w:rFonts w:ascii="Arial" w:hAnsi="Arial" w:cs="Arial"/>
      <w:sz w:val="20"/>
      <w:szCs w:val="20"/>
      <w:lang w:val="en-US" w:eastAsia="en-US"/>
    </w:rPr>
  </w:style>
  <w:style w:type="paragraph" w:customStyle="1" w:styleId="emcsAPtable">
    <w:name w:val="emcs_AP_table"/>
    <w:link w:val="emcsAPtableCar"/>
    <w:rsid w:val="00C70867"/>
    <w:pPr>
      <w:keepNext/>
      <w:spacing w:before="40" w:after="40"/>
    </w:pPr>
    <w:rPr>
      <w:sz w:val="20"/>
      <w:szCs w:val="20"/>
      <w:lang w:eastAsia="en-US"/>
    </w:rPr>
  </w:style>
  <w:style w:type="character" w:customStyle="1" w:styleId="emcsAPtableCar">
    <w:name w:val="emcs_AP_table Car"/>
    <w:link w:val="emcsAPtable"/>
    <w:rsid w:val="00C70867"/>
    <w:rPr>
      <w:sz w:val="20"/>
      <w:szCs w:val="20"/>
      <w:lang w:eastAsia="en-US"/>
    </w:rPr>
  </w:style>
  <w:style w:type="paragraph" w:customStyle="1" w:styleId="emcsAPtablebullet1">
    <w:name w:val="emcs_AP_table_bullet1"/>
    <w:link w:val="emcsAPtablebullet1Car"/>
    <w:rsid w:val="00C70867"/>
    <w:pPr>
      <w:keepNext/>
      <w:tabs>
        <w:tab w:val="num" w:pos="284"/>
      </w:tabs>
      <w:ind w:left="284" w:hanging="284"/>
    </w:pPr>
    <w:rPr>
      <w:sz w:val="20"/>
      <w:szCs w:val="20"/>
      <w:lang w:eastAsia="en-US"/>
    </w:rPr>
  </w:style>
  <w:style w:type="character" w:customStyle="1" w:styleId="emcsAPtablebullet1Car">
    <w:name w:val="emcs_AP_table_bullet1 Car"/>
    <w:link w:val="emcsAPtablebullet1"/>
    <w:rsid w:val="00C70867"/>
    <w:rPr>
      <w:sz w:val="20"/>
      <w:szCs w:val="20"/>
      <w:lang w:eastAsia="en-US"/>
    </w:rPr>
  </w:style>
  <w:style w:type="paragraph" w:customStyle="1" w:styleId="emcsAPtablebullet2">
    <w:name w:val="emcs_AP_table_bullet2"/>
    <w:link w:val="emcsAPtablebullet2Car"/>
    <w:rsid w:val="00C70867"/>
    <w:pPr>
      <w:keepNext/>
      <w:tabs>
        <w:tab w:val="num" w:pos="567"/>
      </w:tabs>
      <w:ind w:left="567" w:hanging="283"/>
      <w:jc w:val="both"/>
    </w:pPr>
    <w:rPr>
      <w:i/>
      <w:color w:val="000080"/>
      <w:sz w:val="16"/>
      <w:szCs w:val="16"/>
      <w:lang w:eastAsia="en-US"/>
    </w:rPr>
  </w:style>
  <w:style w:type="character" w:customStyle="1" w:styleId="emcsAPtablebullet2Car">
    <w:name w:val="emcs_AP_table_bullet2 Car"/>
    <w:link w:val="emcsAPtablebullet2"/>
    <w:rsid w:val="00C70867"/>
    <w:rPr>
      <w:i/>
      <w:color w:val="000080"/>
      <w:sz w:val="16"/>
      <w:szCs w:val="16"/>
      <w:lang w:eastAsia="en-US"/>
    </w:rPr>
  </w:style>
  <w:style w:type="paragraph" w:customStyle="1" w:styleId="emcstable">
    <w:name w:val="emcs_table"/>
    <w:rsid w:val="00C70867"/>
    <w:pPr>
      <w:spacing w:before="120"/>
    </w:pPr>
    <w:rPr>
      <w:sz w:val="22"/>
      <w:szCs w:val="20"/>
      <w:lang w:eastAsia="en-US"/>
    </w:rPr>
  </w:style>
  <w:style w:type="paragraph" w:customStyle="1" w:styleId="RFCBullet1">
    <w:name w:val="RFC Bullet 1"/>
    <w:basedOn w:val="Normal"/>
    <w:qFormat/>
    <w:rsid w:val="00C70867"/>
    <w:pPr>
      <w:tabs>
        <w:tab w:val="num" w:pos="644"/>
      </w:tabs>
      <w:spacing w:after="0" w:line="240" w:lineRule="auto"/>
      <w:ind w:left="284" w:hanging="218"/>
      <w:jc w:val="left"/>
    </w:pPr>
    <w:rPr>
      <w:rFonts w:ascii="Arial" w:hAnsi="Arial"/>
      <w:b/>
      <w:sz w:val="20"/>
      <w:lang w:eastAsia="en-US"/>
    </w:rPr>
  </w:style>
  <w:style w:type="paragraph" w:customStyle="1" w:styleId="RFCBullet2">
    <w:name w:val="RFC Bullet 2"/>
    <w:basedOn w:val="RFCBullet1"/>
    <w:qFormat/>
    <w:rsid w:val="00C70867"/>
    <w:pPr>
      <w:tabs>
        <w:tab w:val="clear" w:pos="644"/>
      </w:tabs>
    </w:pPr>
    <w:rPr>
      <w:b w:val="0"/>
    </w:rPr>
  </w:style>
  <w:style w:type="paragraph" w:customStyle="1" w:styleId="RFCTitle">
    <w:name w:val="RFC Title"/>
    <w:basedOn w:val="Normal"/>
    <w:qFormat/>
    <w:rsid w:val="00C70867"/>
    <w:pPr>
      <w:widowControl w:val="0"/>
      <w:autoSpaceDE w:val="0"/>
      <w:autoSpaceDN w:val="0"/>
      <w:adjustRightInd w:val="0"/>
      <w:spacing w:after="0" w:line="240" w:lineRule="auto"/>
      <w:jc w:val="left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customStyle="1" w:styleId="Quotedtext">
    <w:name w:val="Quoted text"/>
    <w:basedOn w:val="Normal"/>
    <w:qFormat/>
    <w:rsid w:val="00C70867"/>
    <w:pPr>
      <w:spacing w:after="0" w:line="240" w:lineRule="auto"/>
      <w:ind w:left="284" w:right="284"/>
      <w:jc w:val="left"/>
    </w:pPr>
    <w:rPr>
      <w:rFonts w:ascii="Arial" w:hAnsi="Arial"/>
      <w:i/>
      <w:sz w:val="20"/>
      <w:lang w:eastAsia="en-US"/>
    </w:rPr>
  </w:style>
  <w:style w:type="paragraph" w:customStyle="1" w:styleId="emcsEDIFACTDetailItem">
    <w:name w:val="emcs_EDIFACT_DetailItem"/>
    <w:link w:val="emcsEDIFACTDetailItemCar"/>
    <w:rsid w:val="00C70867"/>
    <w:pPr>
      <w:tabs>
        <w:tab w:val="left" w:pos="709"/>
        <w:tab w:val="center" w:pos="6379"/>
        <w:tab w:val="left" w:pos="6662"/>
        <w:tab w:val="left" w:pos="7371"/>
        <w:tab w:val="left" w:pos="8222"/>
      </w:tabs>
    </w:pPr>
    <w:rPr>
      <w:sz w:val="20"/>
      <w:szCs w:val="20"/>
      <w:lang w:eastAsia="en-US"/>
    </w:rPr>
  </w:style>
  <w:style w:type="character" w:customStyle="1" w:styleId="emcsEDIFACTDetailItemCar">
    <w:name w:val="emcs_EDIFACT_DetailItem Car"/>
    <w:link w:val="emcsEDIFACTDetailItem"/>
    <w:rsid w:val="00C70867"/>
    <w:rPr>
      <w:sz w:val="20"/>
      <w:szCs w:val="20"/>
      <w:lang w:eastAsia="en-US"/>
    </w:rPr>
  </w:style>
  <w:style w:type="paragraph" w:customStyle="1" w:styleId="emcsEDIFACTSegment">
    <w:name w:val="emcs_EDIFACT_Segment"/>
    <w:link w:val="emcsEDIFACTSegmentCar"/>
    <w:rsid w:val="00C7086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right" w:pos="7088"/>
        <w:tab w:val="left" w:pos="7371"/>
        <w:tab w:val="left" w:pos="7655"/>
        <w:tab w:val="left" w:pos="8222"/>
      </w:tabs>
    </w:pPr>
    <w:rPr>
      <w:b/>
      <w:sz w:val="22"/>
      <w:lang w:eastAsia="en-US"/>
    </w:rPr>
  </w:style>
  <w:style w:type="character" w:customStyle="1" w:styleId="emcsEDIFACTSegmentCar">
    <w:name w:val="emcs_EDIFACT_Segment Car"/>
    <w:link w:val="emcsEDIFACTSegment"/>
    <w:rsid w:val="00C70867"/>
    <w:rPr>
      <w:b/>
      <w:sz w:val="22"/>
      <w:lang w:eastAsia="en-US"/>
    </w:rPr>
  </w:style>
  <w:style w:type="paragraph" w:styleId="PlainText">
    <w:name w:val="Plain Text"/>
    <w:basedOn w:val="Normal"/>
    <w:link w:val="PlainTextChar"/>
    <w:locked/>
    <w:rsid w:val="00C70867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C70867"/>
    <w:rPr>
      <w:rFonts w:ascii="Courier New" w:hAnsi="Courier New"/>
      <w:sz w:val="20"/>
      <w:szCs w:val="20"/>
      <w:lang w:val="en-US" w:eastAsia="en-US"/>
    </w:rPr>
  </w:style>
  <w:style w:type="paragraph" w:customStyle="1" w:styleId="msolistparagraph0">
    <w:name w:val="msolistparagraph"/>
    <w:basedOn w:val="Normal"/>
    <w:rsid w:val="00C70867"/>
    <w:pPr>
      <w:spacing w:after="0" w:line="240" w:lineRule="auto"/>
      <w:ind w:left="720"/>
      <w:jc w:val="left"/>
    </w:pPr>
    <w:rPr>
      <w:rFonts w:ascii="Calibri" w:hAnsi="Calibri"/>
      <w:szCs w:val="22"/>
      <w:lang w:val="en-US" w:eastAsia="en-US"/>
    </w:rPr>
  </w:style>
  <w:style w:type="paragraph" w:customStyle="1" w:styleId="RFCField">
    <w:name w:val="RFC Field"/>
    <w:basedOn w:val="Normal"/>
    <w:qFormat/>
    <w:rsid w:val="00C70867"/>
    <w:pPr>
      <w:numPr>
        <w:numId w:val="31"/>
      </w:numPr>
      <w:tabs>
        <w:tab w:val="left" w:pos="284"/>
      </w:tabs>
      <w:spacing w:after="0" w:line="240" w:lineRule="auto"/>
      <w:jc w:val="left"/>
    </w:pPr>
    <w:rPr>
      <w:rFonts w:ascii="Arial" w:hAnsi="Arial"/>
      <w:sz w:val="20"/>
      <w:szCs w:val="20"/>
      <w:lang w:eastAsia="en-US"/>
    </w:rPr>
  </w:style>
  <w:style w:type="paragraph" w:customStyle="1" w:styleId="RFCIn-TableHeading">
    <w:name w:val="RFC In-Table Heading"/>
    <w:basedOn w:val="Normal"/>
    <w:qFormat/>
    <w:rsid w:val="00C70867"/>
    <w:pPr>
      <w:spacing w:after="60" w:line="240" w:lineRule="auto"/>
      <w:jc w:val="left"/>
    </w:pPr>
    <w:rPr>
      <w:rFonts w:ascii="Arial" w:hAnsi="Arial"/>
      <w:b/>
      <w:sz w:val="20"/>
      <w:szCs w:val="20"/>
      <w:lang w:eastAsia="en-US"/>
    </w:rPr>
  </w:style>
  <w:style w:type="paragraph" w:customStyle="1" w:styleId="Bulleted2">
    <w:name w:val="Bulleted 2"/>
    <w:basedOn w:val="Bulleted1"/>
    <w:qFormat/>
    <w:rsid w:val="00C70867"/>
    <w:pPr>
      <w:tabs>
        <w:tab w:val="left" w:pos="284"/>
        <w:tab w:val="left" w:pos="539"/>
      </w:tabs>
      <w:spacing w:after="60"/>
      <w:ind w:left="539" w:hanging="255"/>
      <w:contextualSpacing/>
    </w:pPr>
    <w:rPr>
      <w:bCs w:val="0"/>
    </w:rPr>
  </w:style>
  <w:style w:type="paragraph" w:customStyle="1" w:styleId="CharCharChar1CharCharCharCharCharCharChar">
    <w:name w:val="Char Char Char1 Char Char Char Char Char Char Char"/>
    <w:basedOn w:val="Normal"/>
    <w:rsid w:val="00C7086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emcsbodytextChar">
    <w:name w:val="emcs_body_text Char"/>
    <w:link w:val="emcsbodytext"/>
    <w:rsid w:val="00C70867"/>
    <w:rPr>
      <w:szCs w:val="20"/>
      <w:lang w:eastAsia="en-US"/>
    </w:rPr>
  </w:style>
  <w:style w:type="paragraph" w:customStyle="1" w:styleId="bulleted10">
    <w:name w:val="bulleted10"/>
    <w:basedOn w:val="Normal"/>
    <w:rsid w:val="00C70867"/>
    <w:pPr>
      <w:spacing w:after="0" w:line="240" w:lineRule="auto"/>
      <w:ind w:left="312" w:hanging="227"/>
      <w:jc w:val="left"/>
    </w:pPr>
    <w:rPr>
      <w:rFonts w:ascii="Arial" w:hAnsi="Arial" w:cs="Arial"/>
      <w:sz w:val="20"/>
      <w:szCs w:val="20"/>
      <w:lang w:val="en-US" w:eastAsia="en-US"/>
    </w:rPr>
  </w:style>
  <w:style w:type="paragraph" w:customStyle="1" w:styleId="bulleted10cxspmiddle">
    <w:name w:val="bulleted10cxspmiddle"/>
    <w:basedOn w:val="Normal"/>
    <w:rsid w:val="00C70867"/>
    <w:pPr>
      <w:spacing w:before="100" w:beforeAutospacing="1" w:after="100" w:afterAutospacing="1" w:line="240" w:lineRule="auto"/>
      <w:jc w:val="left"/>
    </w:pPr>
    <w:rPr>
      <w:sz w:val="24"/>
      <w:lang w:val="en-US" w:eastAsia="en-US"/>
    </w:rPr>
  </w:style>
  <w:style w:type="paragraph" w:customStyle="1" w:styleId="bulleted10cxsplast">
    <w:name w:val="bulleted10cxsplast"/>
    <w:basedOn w:val="Normal"/>
    <w:rsid w:val="00C70867"/>
    <w:pPr>
      <w:spacing w:before="100" w:beforeAutospacing="1" w:after="100" w:afterAutospacing="1" w:line="240" w:lineRule="auto"/>
      <w:jc w:val="left"/>
    </w:pPr>
    <w:rPr>
      <w:sz w:val="24"/>
      <w:lang w:val="en-US" w:eastAsia="en-US"/>
    </w:rPr>
  </w:style>
  <w:style w:type="character" w:customStyle="1" w:styleId="apple-style-span">
    <w:name w:val="apple-style-span"/>
    <w:basedOn w:val="DefaultParagraphFont"/>
    <w:rsid w:val="00C70867"/>
  </w:style>
  <w:style w:type="paragraph" w:customStyle="1" w:styleId="Numbered1">
    <w:name w:val="Numbered 1"/>
    <w:basedOn w:val="Bulleted1"/>
    <w:qFormat/>
    <w:rsid w:val="00C70867"/>
    <w:pPr>
      <w:numPr>
        <w:numId w:val="32"/>
      </w:numPr>
      <w:tabs>
        <w:tab w:val="left" w:pos="284"/>
      </w:tabs>
      <w:spacing w:after="60"/>
      <w:contextualSpacing/>
      <w:jc w:val="both"/>
    </w:pPr>
    <w:rPr>
      <w:rFonts w:cs="Times New Roman"/>
      <w:bCs w:val="0"/>
    </w:rPr>
  </w:style>
  <w:style w:type="paragraph" w:styleId="NoSpacing">
    <w:name w:val="No Spacing"/>
    <w:uiPriority w:val="1"/>
    <w:qFormat/>
    <w:locked/>
    <w:rsid w:val="00C70867"/>
    <w:rPr>
      <w:rFonts w:ascii="Arial" w:hAnsi="Arial"/>
      <w:sz w:val="20"/>
      <w:lang w:eastAsia="en-US"/>
    </w:rPr>
  </w:style>
  <w:style w:type="character" w:customStyle="1" w:styleId="emcsitalic">
    <w:name w:val="emcs_italic"/>
    <w:rsid w:val="00C70867"/>
    <w:rPr>
      <w:i/>
    </w:rPr>
  </w:style>
  <w:style w:type="paragraph" w:customStyle="1" w:styleId="Bulleted3">
    <w:name w:val="Bulleted 3"/>
    <w:basedOn w:val="Bulleted2"/>
    <w:qFormat/>
    <w:rsid w:val="00C70867"/>
    <w:pPr>
      <w:tabs>
        <w:tab w:val="clear" w:pos="284"/>
        <w:tab w:val="clear" w:pos="539"/>
      </w:tabs>
      <w:ind w:left="900" w:hanging="360"/>
    </w:pPr>
    <w:rPr>
      <w:bCs/>
    </w:rPr>
  </w:style>
  <w:style w:type="paragraph" w:customStyle="1" w:styleId="NormalJustified">
    <w:name w:val="Normal + Justified"/>
    <w:aliases w:val="After:  0 pt"/>
    <w:basedOn w:val="Heading3"/>
    <w:rsid w:val="00C70867"/>
    <w:pPr>
      <w:numPr>
        <w:ilvl w:val="0"/>
        <w:numId w:val="0"/>
      </w:numPr>
      <w:suppressAutoHyphens w:val="0"/>
      <w:jc w:val="left"/>
    </w:pPr>
    <w:rPr>
      <w:rFonts w:ascii="Arial" w:hAnsi="Arial"/>
      <w:bCs/>
      <w:szCs w:val="26"/>
      <w:lang w:val="en-US"/>
    </w:rPr>
  </w:style>
  <w:style w:type="paragraph" w:customStyle="1" w:styleId="emcsheading2">
    <w:name w:val="emcs_heading2"/>
    <w:rsid w:val="00C70867"/>
    <w:pPr>
      <w:keepNext/>
      <w:widowControl w:val="0"/>
      <w:numPr>
        <w:ilvl w:val="1"/>
        <w:numId w:val="33"/>
      </w:numPr>
      <w:spacing w:before="480" w:after="120"/>
      <w:jc w:val="both"/>
      <w:outlineLvl w:val="1"/>
    </w:pPr>
    <w:rPr>
      <w:b/>
      <w:sz w:val="28"/>
      <w:szCs w:val="20"/>
      <w:lang w:eastAsia="en-US"/>
    </w:rPr>
  </w:style>
  <w:style w:type="paragraph" w:customStyle="1" w:styleId="emcsheading1">
    <w:name w:val="emcs_heading1"/>
    <w:rsid w:val="00C70867"/>
    <w:pPr>
      <w:keepNext/>
      <w:pageBreakBefore/>
      <w:widowControl w:val="0"/>
      <w:numPr>
        <w:numId w:val="33"/>
      </w:numPr>
      <w:spacing w:before="120"/>
      <w:jc w:val="both"/>
      <w:outlineLvl w:val="0"/>
    </w:pPr>
    <w:rPr>
      <w:b/>
      <w:sz w:val="32"/>
      <w:szCs w:val="20"/>
      <w:lang w:eastAsia="en-US"/>
    </w:rPr>
  </w:style>
  <w:style w:type="paragraph" w:customStyle="1" w:styleId="emcsheading3">
    <w:name w:val="emcs_heading3"/>
    <w:rsid w:val="00C70867"/>
    <w:pPr>
      <w:keepNext/>
      <w:widowControl w:val="0"/>
      <w:numPr>
        <w:ilvl w:val="2"/>
        <w:numId w:val="33"/>
      </w:numPr>
      <w:spacing w:before="360" w:after="120"/>
      <w:jc w:val="both"/>
      <w:outlineLvl w:val="2"/>
    </w:pPr>
    <w:rPr>
      <w:b/>
      <w:szCs w:val="20"/>
      <w:lang w:eastAsia="en-US"/>
    </w:rPr>
  </w:style>
  <w:style w:type="character" w:customStyle="1" w:styleId="emcsbodytextCar">
    <w:name w:val="emcs_body_text Car"/>
    <w:rsid w:val="00C70867"/>
    <w:rPr>
      <w:rFonts w:ascii="Times New Roman" w:eastAsia="Times New Roman" w:hAnsi="Times New Roman"/>
      <w:sz w:val="24"/>
      <w:lang w:eastAsia="en-US"/>
    </w:rPr>
  </w:style>
  <w:style w:type="paragraph" w:customStyle="1" w:styleId="emcsAPtablebullet3">
    <w:name w:val="emcs_AP_table_bullet3"/>
    <w:link w:val="emcsAPtablebullet3Car"/>
    <w:rsid w:val="00C70867"/>
    <w:pPr>
      <w:tabs>
        <w:tab w:val="num" w:pos="851"/>
      </w:tabs>
      <w:ind w:left="851" w:hanging="284"/>
    </w:pPr>
    <w:rPr>
      <w:i/>
      <w:color w:val="000080"/>
      <w:sz w:val="16"/>
      <w:szCs w:val="16"/>
      <w:lang w:eastAsia="en-US"/>
    </w:rPr>
  </w:style>
  <w:style w:type="character" w:customStyle="1" w:styleId="emcsAPtablebullet3Car">
    <w:name w:val="emcs_AP_table_bullet3 Car"/>
    <w:link w:val="emcsAPtablebullet3"/>
    <w:rsid w:val="00C70867"/>
    <w:rPr>
      <w:i/>
      <w:color w:val="000080"/>
      <w:sz w:val="16"/>
      <w:szCs w:val="16"/>
      <w:lang w:eastAsia="en-US"/>
    </w:rPr>
  </w:style>
  <w:style w:type="character" w:customStyle="1" w:styleId="CharChar4">
    <w:name w:val="Char Char4"/>
    <w:rsid w:val="00C70867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FITSDEV2">
    <w:name w:val="FITSDEV2"/>
    <w:semiHidden/>
    <w:rsid w:val="00C70867"/>
    <w:rPr>
      <w:rFonts w:ascii="Calibri" w:hAnsi="Calibri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customStyle="1" w:styleId="MessageTableCell">
    <w:name w:val="Message Table Cell"/>
    <w:basedOn w:val="Normal"/>
    <w:rsid w:val="00C70867"/>
    <w:pPr>
      <w:spacing w:before="120" w:after="0" w:line="240" w:lineRule="auto"/>
      <w:jc w:val="left"/>
    </w:pPr>
    <w:rPr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locked/>
    <w:rsid w:val="00C70867"/>
    <w:pPr>
      <w:spacing w:line="240" w:lineRule="auto"/>
    </w:pPr>
    <w:rPr>
      <w:rFonts w:ascii="Arial" w:hAnsi="Arial"/>
      <w:i/>
      <w:iCs/>
      <w:color w:val="000000"/>
      <w:sz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70867"/>
    <w:rPr>
      <w:rFonts w:ascii="Arial" w:hAnsi="Arial"/>
      <w:i/>
      <w:iCs/>
      <w:color w:val="000000"/>
      <w:sz w:val="20"/>
      <w:lang w:eastAsia="en-US"/>
    </w:rPr>
  </w:style>
  <w:style w:type="character" w:styleId="LineNumber">
    <w:name w:val="line number"/>
    <w:basedOn w:val="DefaultParagraphFont"/>
    <w:locked/>
    <w:rsid w:val="00C70867"/>
  </w:style>
  <w:style w:type="paragraph" w:customStyle="1" w:styleId="emcsUCheading2">
    <w:name w:val="emcs_UC_heading2"/>
    <w:rsid w:val="00C70867"/>
    <w:pPr>
      <w:spacing w:before="80" w:after="80"/>
      <w:ind w:left="567"/>
      <w:jc w:val="both"/>
    </w:pPr>
    <w:rPr>
      <w:i/>
      <w:sz w:val="22"/>
      <w:szCs w:val="22"/>
      <w:lang w:eastAsia="en-US"/>
    </w:rPr>
  </w:style>
  <w:style w:type="paragraph" w:customStyle="1" w:styleId="emcsbullet2blueitalic">
    <w:name w:val="emcs_bullet2_blue&amp;italic"/>
    <w:rsid w:val="00C70867"/>
    <w:pPr>
      <w:numPr>
        <w:numId w:val="34"/>
      </w:numPr>
    </w:pPr>
    <w:rPr>
      <w:i/>
      <w:color w:val="000080"/>
      <w:szCs w:val="20"/>
      <w:lang w:eastAsia="en-US"/>
    </w:rPr>
  </w:style>
  <w:style w:type="character" w:customStyle="1" w:styleId="formattableelementreadonly">
    <w:name w:val="formattableelementreadonly"/>
    <w:basedOn w:val="DefaultParagraphFont"/>
    <w:rsid w:val="00C70867"/>
  </w:style>
  <w:style w:type="character" w:customStyle="1" w:styleId="apple-converted-space">
    <w:name w:val="apple-converted-space"/>
    <w:basedOn w:val="DefaultParagraphFont"/>
    <w:rsid w:val="00C70867"/>
  </w:style>
  <w:style w:type="character" w:customStyle="1" w:styleId="WW8Num2z1">
    <w:name w:val="WW8Num2z1"/>
    <w:rsid w:val="00C70867"/>
    <w:rPr>
      <w:rFonts w:ascii="Courier New" w:hAnsi="Courier New" w:cs="Courier New"/>
    </w:rPr>
  </w:style>
  <w:style w:type="character" w:customStyle="1" w:styleId="WW8Num2z2">
    <w:name w:val="WW8Num2z2"/>
    <w:rsid w:val="00C70867"/>
    <w:rPr>
      <w:rFonts w:ascii="Wingdings" w:hAnsi="Wingdings" w:cs="Wingdings"/>
    </w:rPr>
  </w:style>
  <w:style w:type="character" w:customStyle="1" w:styleId="WW8Num2z3">
    <w:name w:val="WW8Num2z3"/>
    <w:rsid w:val="00C70867"/>
    <w:rPr>
      <w:rFonts w:ascii="Symbol" w:hAnsi="Symbol" w:cs="Symbol"/>
    </w:rPr>
  </w:style>
  <w:style w:type="character" w:customStyle="1" w:styleId="WW8Num4z0">
    <w:name w:val="WW8Num4z0"/>
    <w:rsid w:val="00C70867"/>
    <w:rPr>
      <w:rFonts w:ascii="Symbol" w:hAnsi="Symbol" w:cs="Symbol"/>
    </w:rPr>
  </w:style>
  <w:style w:type="character" w:customStyle="1" w:styleId="WW8Num5z0">
    <w:name w:val="WW8Num5z0"/>
    <w:rsid w:val="00C70867"/>
    <w:rPr>
      <w:rFonts w:ascii="Symbol" w:hAnsi="Symbol" w:cs="Symbol"/>
    </w:rPr>
  </w:style>
  <w:style w:type="character" w:customStyle="1" w:styleId="WW8Num5z1">
    <w:name w:val="WW8Num5z1"/>
    <w:rsid w:val="00C70867"/>
    <w:rPr>
      <w:rFonts w:ascii="Courier New" w:hAnsi="Courier New" w:cs="Courier New"/>
    </w:rPr>
  </w:style>
  <w:style w:type="character" w:customStyle="1" w:styleId="WW8Num5z2">
    <w:name w:val="WW8Num5z2"/>
    <w:rsid w:val="00C70867"/>
    <w:rPr>
      <w:rFonts w:ascii="Wingdings" w:hAnsi="Wingdings" w:cs="Wingdings"/>
    </w:rPr>
  </w:style>
  <w:style w:type="character" w:customStyle="1" w:styleId="WW8Num6z0">
    <w:name w:val="WW8Num6z0"/>
    <w:rsid w:val="00C70867"/>
    <w:rPr>
      <w:rFonts w:ascii="Symbol" w:hAnsi="Symbol" w:cs="Symbol"/>
    </w:rPr>
  </w:style>
  <w:style w:type="character" w:customStyle="1" w:styleId="WW8Num6z1">
    <w:name w:val="WW8Num6z1"/>
    <w:rsid w:val="00C70867"/>
    <w:rPr>
      <w:rFonts w:ascii="Courier New" w:hAnsi="Courier New" w:cs="Courier New"/>
    </w:rPr>
  </w:style>
  <w:style w:type="character" w:customStyle="1" w:styleId="WW8Num6z2">
    <w:name w:val="WW8Num6z2"/>
    <w:rsid w:val="00C70867"/>
    <w:rPr>
      <w:rFonts w:ascii="Wingdings" w:hAnsi="Wingdings" w:cs="Wingdings"/>
    </w:rPr>
  </w:style>
  <w:style w:type="character" w:customStyle="1" w:styleId="WW8Num7z0">
    <w:name w:val="WW8Num7z0"/>
    <w:rsid w:val="00C70867"/>
    <w:rPr>
      <w:rFonts w:ascii="Symbol" w:hAnsi="Symbol" w:cs="Symbol"/>
    </w:rPr>
  </w:style>
  <w:style w:type="character" w:customStyle="1" w:styleId="WW8Num7z1">
    <w:name w:val="WW8Num7z1"/>
    <w:rsid w:val="00C70867"/>
    <w:rPr>
      <w:rFonts w:ascii="Arial" w:eastAsia="Times New Roman" w:hAnsi="Arial" w:cs="Arial"/>
    </w:rPr>
  </w:style>
  <w:style w:type="character" w:customStyle="1" w:styleId="WW8Num7z2">
    <w:name w:val="WW8Num7z2"/>
    <w:rsid w:val="00C70867"/>
    <w:rPr>
      <w:rFonts w:ascii="Wingdings" w:hAnsi="Wingdings" w:cs="Wingdings"/>
    </w:rPr>
  </w:style>
  <w:style w:type="character" w:customStyle="1" w:styleId="WW8Num7z4">
    <w:name w:val="WW8Num7z4"/>
    <w:rsid w:val="00C70867"/>
    <w:rPr>
      <w:rFonts w:ascii="Courier New" w:hAnsi="Courier New" w:cs="Courier New"/>
    </w:rPr>
  </w:style>
  <w:style w:type="character" w:customStyle="1" w:styleId="WW8Num8z0">
    <w:name w:val="WW8Num8z0"/>
    <w:rsid w:val="00C70867"/>
    <w:rPr>
      <w:rFonts w:ascii="Symbol" w:hAnsi="Symbol" w:cs="Symbol"/>
    </w:rPr>
  </w:style>
  <w:style w:type="character" w:customStyle="1" w:styleId="WW8Num8z1">
    <w:name w:val="WW8Num8z1"/>
    <w:rsid w:val="00C70867"/>
    <w:rPr>
      <w:rFonts w:ascii="Courier New" w:hAnsi="Courier New" w:cs="Courier New"/>
    </w:rPr>
  </w:style>
  <w:style w:type="character" w:customStyle="1" w:styleId="WW8Num8z2">
    <w:name w:val="WW8Num8z2"/>
    <w:rsid w:val="00C70867"/>
    <w:rPr>
      <w:rFonts w:ascii="Wingdings" w:hAnsi="Wingdings" w:cs="Wingdings"/>
    </w:rPr>
  </w:style>
  <w:style w:type="character" w:customStyle="1" w:styleId="WW8Num9z0">
    <w:name w:val="WW8Num9z0"/>
    <w:rsid w:val="00C70867"/>
    <w:rPr>
      <w:rFonts w:ascii="Symbol" w:hAnsi="Symbol" w:cs="Symbol"/>
    </w:rPr>
  </w:style>
  <w:style w:type="character" w:customStyle="1" w:styleId="WW8Num9z1">
    <w:name w:val="WW8Num9z1"/>
    <w:rsid w:val="00C70867"/>
    <w:rPr>
      <w:rFonts w:ascii="Courier New" w:hAnsi="Courier New" w:cs="Courier New"/>
    </w:rPr>
  </w:style>
  <w:style w:type="character" w:customStyle="1" w:styleId="WW8Num9z2">
    <w:name w:val="WW8Num9z2"/>
    <w:rsid w:val="00C70867"/>
    <w:rPr>
      <w:rFonts w:ascii="Wingdings" w:hAnsi="Wingdings" w:cs="Wingdings"/>
    </w:rPr>
  </w:style>
  <w:style w:type="character" w:customStyle="1" w:styleId="WW8Num10z0">
    <w:name w:val="WW8Num10z0"/>
    <w:rsid w:val="00C70867"/>
    <w:rPr>
      <w:rFonts w:ascii="Symbol" w:hAnsi="Symbol" w:cs="Symbol"/>
    </w:rPr>
  </w:style>
  <w:style w:type="character" w:customStyle="1" w:styleId="WW8Num10z1">
    <w:name w:val="WW8Num10z1"/>
    <w:rsid w:val="00C70867"/>
    <w:rPr>
      <w:rFonts w:ascii="Courier New" w:hAnsi="Courier New" w:cs="Courier New"/>
    </w:rPr>
  </w:style>
  <w:style w:type="character" w:customStyle="1" w:styleId="WW8Num10z2">
    <w:name w:val="WW8Num10z2"/>
    <w:rsid w:val="00C70867"/>
    <w:rPr>
      <w:rFonts w:ascii="Wingdings" w:hAnsi="Wingdings" w:cs="Wingdings"/>
    </w:rPr>
  </w:style>
  <w:style w:type="character" w:customStyle="1" w:styleId="WW8Num12z0">
    <w:name w:val="WW8Num12z0"/>
    <w:rsid w:val="00C70867"/>
    <w:rPr>
      <w:rFonts w:ascii="Symbol" w:hAnsi="Symbol" w:cs="Symbol"/>
      <w:color w:val="auto"/>
    </w:rPr>
  </w:style>
  <w:style w:type="character" w:customStyle="1" w:styleId="WW8Num12z1">
    <w:name w:val="WW8Num12z1"/>
    <w:rsid w:val="00C70867"/>
    <w:rPr>
      <w:rFonts w:ascii="Courier New" w:hAnsi="Courier New" w:cs="Courier New"/>
    </w:rPr>
  </w:style>
  <w:style w:type="character" w:customStyle="1" w:styleId="WW8Num12z2">
    <w:name w:val="WW8Num12z2"/>
    <w:rsid w:val="00C70867"/>
    <w:rPr>
      <w:rFonts w:ascii="Wingdings" w:hAnsi="Wingdings" w:cs="Wingdings"/>
    </w:rPr>
  </w:style>
  <w:style w:type="character" w:customStyle="1" w:styleId="WW8Num12z3">
    <w:name w:val="WW8Num12z3"/>
    <w:rsid w:val="00C70867"/>
    <w:rPr>
      <w:rFonts w:ascii="Symbol" w:hAnsi="Symbol" w:cs="Symbol"/>
    </w:rPr>
  </w:style>
  <w:style w:type="character" w:customStyle="1" w:styleId="WW8Num14z0">
    <w:name w:val="WW8Num14z0"/>
    <w:rsid w:val="00C70867"/>
    <w:rPr>
      <w:rFonts w:ascii="Symbol" w:hAnsi="Symbol" w:cs="Symbol"/>
    </w:rPr>
  </w:style>
  <w:style w:type="character" w:customStyle="1" w:styleId="WW8Num14z1">
    <w:name w:val="WW8Num14z1"/>
    <w:rsid w:val="00C70867"/>
    <w:rPr>
      <w:rFonts w:ascii="Courier New" w:hAnsi="Courier New" w:cs="Courier New"/>
    </w:rPr>
  </w:style>
  <w:style w:type="character" w:customStyle="1" w:styleId="WW8Num14z2">
    <w:name w:val="WW8Num14z2"/>
    <w:rsid w:val="00C70867"/>
    <w:rPr>
      <w:rFonts w:ascii="Wingdings" w:hAnsi="Wingdings" w:cs="Wingdings"/>
    </w:rPr>
  </w:style>
  <w:style w:type="character" w:customStyle="1" w:styleId="WW8Num15z0">
    <w:name w:val="WW8Num15z0"/>
    <w:rsid w:val="00C70867"/>
    <w:rPr>
      <w:rFonts w:ascii="Symbol" w:hAnsi="Symbol" w:cs="Symbol"/>
    </w:rPr>
  </w:style>
  <w:style w:type="character" w:customStyle="1" w:styleId="WW8Num15z1">
    <w:name w:val="WW8Num15z1"/>
    <w:rsid w:val="00C70867"/>
    <w:rPr>
      <w:rFonts w:ascii="Courier New" w:hAnsi="Courier New" w:cs="Courier New"/>
    </w:rPr>
  </w:style>
  <w:style w:type="character" w:customStyle="1" w:styleId="WW8Num15z2">
    <w:name w:val="WW8Num15z2"/>
    <w:rsid w:val="00C70867"/>
    <w:rPr>
      <w:rFonts w:ascii="Wingdings" w:hAnsi="Wingdings" w:cs="Wingdings"/>
    </w:rPr>
  </w:style>
  <w:style w:type="character" w:customStyle="1" w:styleId="WW8Num16z0">
    <w:name w:val="WW8Num16z0"/>
    <w:rsid w:val="00C70867"/>
    <w:rPr>
      <w:rFonts w:ascii="Symbol" w:hAnsi="Symbol" w:cs="Symbol"/>
    </w:rPr>
  </w:style>
  <w:style w:type="character" w:customStyle="1" w:styleId="WW8Num16z1">
    <w:name w:val="WW8Num16z1"/>
    <w:rsid w:val="00C70867"/>
    <w:rPr>
      <w:rFonts w:ascii="Courier New" w:hAnsi="Courier New" w:cs="Courier New"/>
    </w:rPr>
  </w:style>
  <w:style w:type="character" w:customStyle="1" w:styleId="WW8Num16z2">
    <w:name w:val="WW8Num16z2"/>
    <w:rsid w:val="00C70867"/>
    <w:rPr>
      <w:rFonts w:ascii="Wingdings" w:hAnsi="Wingdings" w:cs="Wingdings"/>
    </w:rPr>
  </w:style>
  <w:style w:type="character" w:customStyle="1" w:styleId="WW8Num17z0">
    <w:name w:val="WW8Num17z0"/>
    <w:rsid w:val="00C70867"/>
    <w:rPr>
      <w:rFonts w:ascii="Symbol" w:hAnsi="Symbol" w:cs="Times New Roman"/>
    </w:rPr>
  </w:style>
  <w:style w:type="character" w:customStyle="1" w:styleId="WW8Num18z0">
    <w:name w:val="WW8Num18z0"/>
    <w:rsid w:val="00C70867"/>
    <w:rPr>
      <w:rFonts w:ascii="Symbol" w:hAnsi="Symbol" w:cs="Symbol"/>
    </w:rPr>
  </w:style>
  <w:style w:type="character" w:customStyle="1" w:styleId="WW8Num18z1">
    <w:name w:val="WW8Num18z1"/>
    <w:rsid w:val="00C70867"/>
    <w:rPr>
      <w:rFonts w:ascii="Courier New" w:hAnsi="Courier New" w:cs="Courier New"/>
    </w:rPr>
  </w:style>
  <w:style w:type="character" w:customStyle="1" w:styleId="WW8Num18z2">
    <w:name w:val="WW8Num18z2"/>
    <w:rsid w:val="00C70867"/>
    <w:rPr>
      <w:rFonts w:ascii="Wingdings" w:hAnsi="Wingdings" w:cs="Wingdings"/>
    </w:rPr>
  </w:style>
  <w:style w:type="character" w:customStyle="1" w:styleId="WW8Num19z0">
    <w:name w:val="WW8Num19z0"/>
    <w:rsid w:val="00C70867"/>
    <w:rPr>
      <w:rFonts w:ascii="Symbol" w:hAnsi="Symbol" w:cs="Symbol"/>
      <w:color w:val="auto"/>
    </w:rPr>
  </w:style>
  <w:style w:type="character" w:customStyle="1" w:styleId="WW8Num20z0">
    <w:name w:val="WW8Num20z0"/>
    <w:rsid w:val="00C70867"/>
    <w:rPr>
      <w:rFonts w:ascii="Courier New" w:hAnsi="Courier New" w:cs="Courier New"/>
    </w:rPr>
  </w:style>
  <w:style w:type="character" w:customStyle="1" w:styleId="WW8Num20z2">
    <w:name w:val="WW8Num20z2"/>
    <w:rsid w:val="00C70867"/>
    <w:rPr>
      <w:rFonts w:ascii="Wingdings" w:hAnsi="Wingdings" w:cs="Wingdings"/>
    </w:rPr>
  </w:style>
  <w:style w:type="character" w:customStyle="1" w:styleId="WW8Num20z3">
    <w:name w:val="WW8Num20z3"/>
    <w:rsid w:val="00C70867"/>
    <w:rPr>
      <w:rFonts w:ascii="Symbol" w:hAnsi="Symbol" w:cs="Symbol"/>
    </w:rPr>
  </w:style>
  <w:style w:type="character" w:customStyle="1" w:styleId="WW8Num21z0">
    <w:name w:val="WW8Num21z0"/>
    <w:rsid w:val="00C70867"/>
    <w:rPr>
      <w:rFonts w:ascii="Times New Roman" w:hAnsi="Times New Roman" w:cs="Times New Roman"/>
    </w:rPr>
  </w:style>
  <w:style w:type="character" w:customStyle="1" w:styleId="WW8Num22z0">
    <w:name w:val="WW8Num22z0"/>
    <w:rsid w:val="00C70867"/>
    <w:rPr>
      <w:rFonts w:ascii="Symbol" w:hAnsi="Symbol" w:cs="Symbol"/>
    </w:rPr>
  </w:style>
  <w:style w:type="character" w:customStyle="1" w:styleId="WW8Num22z2">
    <w:name w:val="WW8Num22z2"/>
    <w:rsid w:val="00C70867"/>
    <w:rPr>
      <w:rFonts w:ascii="Wingdings" w:hAnsi="Wingdings" w:cs="Wingdings"/>
    </w:rPr>
  </w:style>
  <w:style w:type="character" w:customStyle="1" w:styleId="WW8Num22z4">
    <w:name w:val="WW8Num22z4"/>
    <w:rsid w:val="00C70867"/>
    <w:rPr>
      <w:rFonts w:ascii="Courier New" w:hAnsi="Courier New" w:cs="Courier New"/>
    </w:rPr>
  </w:style>
  <w:style w:type="character" w:customStyle="1" w:styleId="WW8Num23z0">
    <w:name w:val="WW8Num23z0"/>
    <w:rsid w:val="00C70867"/>
    <w:rPr>
      <w:rFonts w:ascii="Symbol" w:hAnsi="Symbol" w:cs="Symbol"/>
    </w:rPr>
  </w:style>
  <w:style w:type="character" w:customStyle="1" w:styleId="WW8Num23z1">
    <w:name w:val="WW8Num23z1"/>
    <w:rsid w:val="00C70867"/>
    <w:rPr>
      <w:rFonts w:ascii="Courier New" w:hAnsi="Courier New" w:cs="Courier New"/>
    </w:rPr>
  </w:style>
  <w:style w:type="character" w:customStyle="1" w:styleId="WW8Num23z2">
    <w:name w:val="WW8Num23z2"/>
    <w:rsid w:val="00C70867"/>
    <w:rPr>
      <w:rFonts w:ascii="Wingdings" w:hAnsi="Wingdings" w:cs="Wingdings"/>
    </w:rPr>
  </w:style>
  <w:style w:type="character" w:customStyle="1" w:styleId="DefaultParagraphFont1">
    <w:name w:val="Default Paragraph Font1"/>
    <w:rsid w:val="00C70867"/>
  </w:style>
  <w:style w:type="character" w:customStyle="1" w:styleId="FootnoteCharacters">
    <w:name w:val="Footnote Characters"/>
    <w:rsid w:val="00C70867"/>
    <w:rPr>
      <w:vertAlign w:val="superscript"/>
    </w:rPr>
  </w:style>
  <w:style w:type="character" w:customStyle="1" w:styleId="Heading2Char2">
    <w:name w:val="Heading 2 Char2"/>
    <w:aliases w:val="Heading 2 Char Char1,Headline 2 Char Char1,h2 Char Char1,2 Char Char1,headi Char Char1,heading2 Char Char1,h21 Char Char1,h22 Char Char1,21 Char Char1,H2 Char Char1,l2 Char Char1,kopregel 2 Char Char1,Titre m Char Char1,Headline 2 Char2"/>
    <w:rsid w:val="00C70867"/>
    <w:rPr>
      <w:rFonts w:ascii="Arial" w:hAnsi="Arial" w:cs="Arial"/>
      <w:b/>
      <w:bCs/>
      <w:iCs/>
      <w:smallCaps/>
      <w:sz w:val="28"/>
      <w:szCs w:val="28"/>
    </w:rPr>
  </w:style>
  <w:style w:type="character" w:customStyle="1" w:styleId="CharChar6">
    <w:name w:val="Char Char6"/>
    <w:rsid w:val="00C70867"/>
    <w:rPr>
      <w:rFonts w:ascii="Courier New" w:hAnsi="Courier New" w:cs="Courier New"/>
      <w:lang w:val="en-US" w:bidi="ar-SA"/>
    </w:rPr>
  </w:style>
  <w:style w:type="character" w:customStyle="1" w:styleId="CharChar7">
    <w:name w:val="Char Char7"/>
    <w:rsid w:val="00C70867"/>
    <w:rPr>
      <w:rFonts w:ascii="Courier New" w:hAnsi="Courier New" w:cs="Courier New"/>
    </w:rPr>
  </w:style>
  <w:style w:type="character" w:customStyle="1" w:styleId="CharChar8">
    <w:name w:val="Char Char8"/>
    <w:rsid w:val="00C70867"/>
    <w:rPr>
      <w:rFonts w:ascii="Courier New" w:hAnsi="Courier New" w:cs="Courier New"/>
    </w:rPr>
  </w:style>
  <w:style w:type="character" w:customStyle="1" w:styleId="HeaderChar1">
    <w:name w:val="Header Char1"/>
    <w:rsid w:val="00C70867"/>
    <w:rPr>
      <w:rFonts w:eastAsia="Calibri"/>
      <w:sz w:val="24"/>
      <w:szCs w:val="22"/>
    </w:rPr>
  </w:style>
  <w:style w:type="character" w:customStyle="1" w:styleId="IndexLink">
    <w:name w:val="Index Link"/>
    <w:rsid w:val="00C70867"/>
  </w:style>
  <w:style w:type="character" w:customStyle="1" w:styleId="EndnoteCharacters">
    <w:name w:val="Endnote Characters"/>
    <w:rsid w:val="00C70867"/>
  </w:style>
  <w:style w:type="paragraph" w:styleId="List">
    <w:name w:val="List"/>
    <w:basedOn w:val="BodyText"/>
    <w:locked/>
    <w:rsid w:val="00C70867"/>
    <w:pPr>
      <w:suppressAutoHyphens/>
      <w:spacing w:before="0" w:after="0"/>
      <w:jc w:val="both"/>
    </w:pPr>
    <w:rPr>
      <w:rFonts w:ascii="Arial" w:hAnsi="Arial" w:cs="Lohit Hindi"/>
      <w:sz w:val="20"/>
      <w:lang w:eastAsia="zh-CN"/>
    </w:rPr>
  </w:style>
  <w:style w:type="paragraph" w:customStyle="1" w:styleId="Index">
    <w:name w:val="Index"/>
    <w:basedOn w:val="Normal"/>
    <w:rsid w:val="00C70867"/>
    <w:pPr>
      <w:suppressLineNumbers/>
      <w:suppressAutoHyphens/>
      <w:spacing w:line="240" w:lineRule="auto"/>
    </w:pPr>
    <w:rPr>
      <w:rFonts w:ascii="Arial" w:hAnsi="Arial" w:cs="Lohit Hindi"/>
      <w:sz w:val="20"/>
      <w:lang w:eastAsia="zh-CN"/>
    </w:rPr>
  </w:style>
  <w:style w:type="paragraph" w:customStyle="1" w:styleId="WW-Caption">
    <w:name w:val="WW-Caption"/>
    <w:basedOn w:val="Normal"/>
    <w:next w:val="Normal"/>
    <w:rsid w:val="00C70867"/>
    <w:pPr>
      <w:suppressAutoHyphens/>
      <w:spacing w:before="120" w:line="240" w:lineRule="auto"/>
      <w:jc w:val="center"/>
    </w:pPr>
    <w:rPr>
      <w:rFonts w:ascii="Arial" w:hAnsi="Arial" w:cs="Arial"/>
      <w:bCs/>
      <w:i/>
      <w:sz w:val="20"/>
      <w:szCs w:val="20"/>
      <w:lang w:eastAsia="zh-CN"/>
    </w:rPr>
  </w:style>
  <w:style w:type="paragraph" w:customStyle="1" w:styleId="TableContents">
    <w:name w:val="Table Contents"/>
    <w:basedOn w:val="Normal"/>
    <w:rsid w:val="00C70867"/>
    <w:pPr>
      <w:suppressLineNumbers/>
      <w:suppressAutoHyphens/>
      <w:spacing w:line="240" w:lineRule="auto"/>
    </w:pPr>
    <w:rPr>
      <w:rFonts w:ascii="Arial" w:hAnsi="Arial" w:cs="Arial"/>
      <w:sz w:val="20"/>
      <w:lang w:eastAsia="zh-CN"/>
    </w:rPr>
  </w:style>
  <w:style w:type="paragraph" w:customStyle="1" w:styleId="WW-Heading">
    <w:name w:val="WW-Heading"/>
    <w:basedOn w:val="Heading1"/>
    <w:rsid w:val="00C70867"/>
    <w:pPr>
      <w:keepLines/>
      <w:numPr>
        <w:numId w:val="0"/>
      </w:numPr>
      <w:tabs>
        <w:tab w:val="clear" w:pos="510"/>
        <w:tab w:val="num" w:pos="644"/>
      </w:tabs>
      <w:suppressAutoHyphens/>
      <w:spacing w:before="240" w:after="240" w:line="240" w:lineRule="auto"/>
      <w:ind w:right="284"/>
      <w:jc w:val="center"/>
    </w:pPr>
    <w:rPr>
      <w:rFonts w:ascii="Trebuchet MS" w:hAnsi="Trebuchet MS"/>
      <w:caps/>
      <w:smallCaps w:val="0"/>
      <w:color w:val="003366"/>
      <w:kern w:val="1"/>
      <w:sz w:val="28"/>
      <w:szCs w:val="20"/>
      <w:lang w:eastAsia="zh-CN"/>
    </w:rPr>
  </w:style>
  <w:style w:type="paragraph" w:customStyle="1" w:styleId="FrontPageHeading">
    <w:name w:val="FrontPageHeading"/>
    <w:basedOn w:val="Normal"/>
    <w:next w:val="Normal"/>
    <w:rsid w:val="00C70867"/>
    <w:pPr>
      <w:keepNext/>
      <w:keepLines/>
      <w:suppressAutoHyphens/>
      <w:spacing w:before="60" w:after="60" w:line="240" w:lineRule="auto"/>
      <w:jc w:val="center"/>
    </w:pPr>
    <w:rPr>
      <w:b/>
      <w:sz w:val="32"/>
      <w:szCs w:val="20"/>
      <w:lang w:eastAsia="zh-CN"/>
    </w:rPr>
  </w:style>
  <w:style w:type="paragraph" w:customStyle="1" w:styleId="HeadingAnnex">
    <w:name w:val="Heading Annex"/>
    <w:basedOn w:val="Heading1"/>
    <w:next w:val="Normal"/>
    <w:rsid w:val="00C70867"/>
    <w:pPr>
      <w:pageBreakBefore/>
      <w:numPr>
        <w:numId w:val="0"/>
      </w:numPr>
      <w:tabs>
        <w:tab w:val="clear" w:pos="510"/>
        <w:tab w:val="left" w:pos="567"/>
      </w:tabs>
      <w:suppressAutoHyphens/>
      <w:spacing w:before="600" w:after="240" w:line="240" w:lineRule="auto"/>
    </w:pPr>
    <w:rPr>
      <w:rFonts w:ascii="Arial" w:hAnsi="Arial"/>
      <w:bCs/>
      <w:caps/>
      <w:smallCaps w:val="0"/>
      <w:kern w:val="1"/>
      <w:szCs w:val="32"/>
      <w:lang w:eastAsia="zh-CN"/>
    </w:rPr>
  </w:style>
  <w:style w:type="paragraph" w:customStyle="1" w:styleId="TableCellTimesNewRoman">
    <w:name w:val="TableCell + Times New Roman"/>
    <w:aliases w:val="12 pt"/>
    <w:basedOn w:val="Normal"/>
    <w:rsid w:val="00C70867"/>
    <w:pPr>
      <w:suppressAutoHyphens/>
      <w:spacing w:line="240" w:lineRule="auto"/>
    </w:pPr>
    <w:rPr>
      <w:sz w:val="24"/>
      <w:lang w:eastAsia="zh-CN"/>
    </w:rPr>
  </w:style>
  <w:style w:type="paragraph" w:customStyle="1" w:styleId="NormalCode">
    <w:name w:val="Normal Code"/>
    <w:basedOn w:val="Normal"/>
    <w:rsid w:val="00C70867"/>
    <w:pPr>
      <w:suppressAutoHyphens/>
      <w:spacing w:after="60" w:line="240" w:lineRule="auto"/>
      <w:jc w:val="left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Table10">
    <w:name w:val="Table 10"/>
    <w:rsid w:val="00C70867"/>
    <w:pPr>
      <w:tabs>
        <w:tab w:val="left" w:pos="567"/>
        <w:tab w:val="left" w:pos="1134"/>
        <w:tab w:val="left" w:pos="1701"/>
      </w:tabs>
      <w:suppressAutoHyphens/>
      <w:spacing w:before="40" w:after="40"/>
      <w:jc w:val="both"/>
    </w:pPr>
    <w:rPr>
      <w:rFonts w:ascii="Arial" w:hAnsi="Arial"/>
      <w:szCs w:val="20"/>
      <w:lang w:eastAsia="zh-CN"/>
    </w:rPr>
  </w:style>
  <w:style w:type="paragraph" w:customStyle="1" w:styleId="ProblemStatement">
    <w:name w:val="Problem Statement"/>
    <w:basedOn w:val="Normal"/>
    <w:qFormat/>
    <w:rsid w:val="00C70867"/>
    <w:pPr>
      <w:suppressAutoHyphens/>
      <w:spacing w:after="60" w:line="240" w:lineRule="auto"/>
      <w:jc w:val="left"/>
    </w:pPr>
    <w:rPr>
      <w:rFonts w:ascii="Arial" w:hAnsi="Arial" w:cs="Arial"/>
      <w:b/>
      <w:sz w:val="20"/>
      <w:szCs w:val="20"/>
      <w:lang w:eastAsia="zh-CN"/>
    </w:rPr>
  </w:style>
  <w:style w:type="paragraph" w:customStyle="1" w:styleId="ProposedSolution">
    <w:name w:val="Proposed Solution"/>
    <w:basedOn w:val="Normal"/>
    <w:qFormat/>
    <w:rsid w:val="00C70867"/>
    <w:pPr>
      <w:suppressAutoHyphens/>
      <w:spacing w:before="240" w:after="60" w:line="240" w:lineRule="auto"/>
      <w:jc w:val="left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Tablemessage">
    <w:name w:val="Table message"/>
    <w:basedOn w:val="Normal"/>
    <w:qFormat/>
    <w:rsid w:val="00C70867"/>
    <w:pPr>
      <w:tabs>
        <w:tab w:val="left" w:pos="284"/>
        <w:tab w:val="left" w:pos="425"/>
        <w:tab w:val="left" w:pos="567"/>
        <w:tab w:val="left" w:pos="5528"/>
        <w:tab w:val="left" w:pos="6095"/>
        <w:tab w:val="left" w:pos="6379"/>
        <w:tab w:val="left" w:pos="7655"/>
      </w:tabs>
      <w:suppressAutoHyphens/>
      <w:spacing w:line="240" w:lineRule="auto"/>
      <w:jc w:val="left"/>
    </w:pPr>
    <w:rPr>
      <w:rFonts w:ascii="Arial" w:hAnsi="Arial" w:cs="Arial"/>
      <w:sz w:val="20"/>
      <w:lang w:eastAsia="zh-CN"/>
    </w:rPr>
  </w:style>
  <w:style w:type="paragraph" w:customStyle="1" w:styleId="WW-Default">
    <w:name w:val="WW-Default"/>
    <w:rsid w:val="00C70867"/>
    <w:pPr>
      <w:widowControl w:val="0"/>
      <w:suppressAutoHyphens/>
      <w:autoSpaceDE w:val="0"/>
    </w:pPr>
    <w:rPr>
      <w:rFonts w:ascii="Arial" w:hAnsi="Arial" w:cs="Arial"/>
      <w:color w:val="000000"/>
      <w:lang w:val="en-US" w:eastAsia="zh-CN"/>
    </w:rPr>
  </w:style>
  <w:style w:type="paragraph" w:customStyle="1" w:styleId="Heading2Nonum">
    <w:name w:val="Heading 2 Nonum"/>
    <w:basedOn w:val="Heading2"/>
    <w:rsid w:val="00C70867"/>
    <w:pPr>
      <w:numPr>
        <w:ilvl w:val="0"/>
        <w:numId w:val="0"/>
      </w:numPr>
      <w:suppressAutoHyphens/>
      <w:spacing w:after="240"/>
    </w:pPr>
    <w:rPr>
      <w:rFonts w:ascii="Arial" w:hAnsi="Arial" w:cs="Arial"/>
      <w:bCs/>
      <w:iCs/>
      <w:sz w:val="32"/>
      <w:szCs w:val="28"/>
      <w:lang w:eastAsia="zh-CN"/>
    </w:rPr>
  </w:style>
  <w:style w:type="paragraph" w:customStyle="1" w:styleId="actionresponse">
    <w:name w:val="action_response"/>
    <w:basedOn w:val="Normal"/>
    <w:rsid w:val="00C70867"/>
    <w:pPr>
      <w:keepNext/>
      <w:tabs>
        <w:tab w:val="left" w:pos="1134"/>
        <w:tab w:val="left" w:pos="1701"/>
        <w:tab w:val="left" w:pos="2268"/>
      </w:tabs>
      <w:suppressAutoHyphens/>
      <w:spacing w:after="0" w:line="240" w:lineRule="auto"/>
      <w:jc w:val="center"/>
    </w:pPr>
    <w:rPr>
      <w:b/>
      <w:bCs/>
      <w:sz w:val="24"/>
      <w:szCs w:val="21"/>
      <w:lang w:eastAsia="zh-CN"/>
    </w:rPr>
  </w:style>
  <w:style w:type="paragraph" w:customStyle="1" w:styleId="emcsDataItem">
    <w:name w:val="emcs_DataItem"/>
    <w:basedOn w:val="BodyText"/>
    <w:qFormat/>
    <w:rsid w:val="00C70867"/>
    <w:pPr>
      <w:tabs>
        <w:tab w:val="left" w:pos="425"/>
        <w:tab w:val="left" w:pos="5812"/>
        <w:tab w:val="left" w:pos="6096"/>
        <w:tab w:val="left" w:pos="7230"/>
        <w:tab w:val="left" w:pos="8080"/>
      </w:tabs>
      <w:suppressAutoHyphens/>
      <w:spacing w:before="0" w:after="0"/>
      <w:jc w:val="both"/>
    </w:pPr>
    <w:rPr>
      <w:rFonts w:ascii="Arial" w:hAnsi="Arial" w:cs="Arial"/>
      <w:sz w:val="20"/>
      <w:lang w:eastAsia="zh-CN"/>
    </w:rPr>
  </w:style>
  <w:style w:type="paragraph" w:customStyle="1" w:styleId="emcsDataGroup">
    <w:name w:val="emcs_DataGroup"/>
    <w:basedOn w:val="BodyText"/>
    <w:qFormat/>
    <w:rsid w:val="00C70867"/>
    <w:pPr>
      <w:tabs>
        <w:tab w:val="left" w:pos="425"/>
        <w:tab w:val="left" w:pos="5103"/>
        <w:tab w:val="left" w:pos="5812"/>
        <w:tab w:val="left" w:pos="8080"/>
      </w:tabs>
      <w:suppressAutoHyphens/>
      <w:spacing w:before="0" w:after="0"/>
      <w:jc w:val="both"/>
    </w:pPr>
    <w:rPr>
      <w:rFonts w:ascii="Arial" w:hAnsi="Arial" w:cs="Arial"/>
      <w:b/>
      <w:sz w:val="20"/>
      <w:lang w:eastAsia="zh-CN"/>
    </w:rPr>
  </w:style>
  <w:style w:type="paragraph" w:customStyle="1" w:styleId="emcsDataItemnewline">
    <w:name w:val="emcs_DataItem_newline"/>
    <w:basedOn w:val="BodyText"/>
    <w:qFormat/>
    <w:rsid w:val="00C70867"/>
    <w:pPr>
      <w:tabs>
        <w:tab w:val="left" w:pos="8080"/>
      </w:tabs>
      <w:suppressAutoHyphens/>
      <w:spacing w:before="0" w:after="0"/>
      <w:jc w:val="both"/>
    </w:pPr>
    <w:rPr>
      <w:rFonts w:ascii="Arial" w:hAnsi="Arial" w:cs="Arial"/>
      <w:sz w:val="20"/>
      <w:lang w:eastAsia="zh-CN"/>
    </w:rPr>
  </w:style>
  <w:style w:type="paragraph" w:customStyle="1" w:styleId="DataItem">
    <w:name w:val="Data Item"/>
    <w:basedOn w:val="BodyText"/>
    <w:qFormat/>
    <w:rsid w:val="00C70867"/>
    <w:pPr>
      <w:tabs>
        <w:tab w:val="left" w:pos="425"/>
        <w:tab w:val="left" w:pos="5670"/>
        <w:tab w:val="left" w:pos="6096"/>
        <w:tab w:val="left" w:pos="6946"/>
        <w:tab w:val="left" w:pos="7655"/>
      </w:tabs>
      <w:suppressAutoHyphens/>
      <w:spacing w:before="0" w:after="0"/>
      <w:jc w:val="both"/>
    </w:pPr>
    <w:rPr>
      <w:rFonts w:ascii="Arial" w:hAnsi="Arial" w:cs="Arial"/>
      <w:sz w:val="20"/>
      <w:lang w:val="el-GR" w:eastAsia="el-GR"/>
    </w:rPr>
  </w:style>
  <w:style w:type="paragraph" w:customStyle="1" w:styleId="DataGroup">
    <w:name w:val="Data Group"/>
    <w:basedOn w:val="BodyText"/>
    <w:qFormat/>
    <w:rsid w:val="00C70867"/>
    <w:pPr>
      <w:tabs>
        <w:tab w:val="left" w:pos="425"/>
        <w:tab w:val="left" w:pos="4536"/>
        <w:tab w:val="left" w:pos="5670"/>
        <w:tab w:val="left" w:pos="6804"/>
        <w:tab w:val="left" w:pos="7655"/>
      </w:tabs>
      <w:suppressAutoHyphens/>
      <w:spacing w:before="0" w:after="0"/>
      <w:jc w:val="both"/>
    </w:pPr>
    <w:rPr>
      <w:rFonts w:ascii="Arial" w:hAnsi="Arial" w:cs="Arial"/>
      <w:b/>
      <w:sz w:val="20"/>
      <w:szCs w:val="20"/>
      <w:lang w:val="el-GR" w:eastAsia="el-GR"/>
    </w:rPr>
  </w:style>
  <w:style w:type="paragraph" w:customStyle="1" w:styleId="StyleDataItem10pt">
    <w:name w:val="Style Data Item + 10 pt"/>
    <w:basedOn w:val="DataItem"/>
    <w:rsid w:val="00C70867"/>
  </w:style>
  <w:style w:type="paragraph" w:customStyle="1" w:styleId="OutlineBullet">
    <w:name w:val="Outline Bullet"/>
    <w:basedOn w:val="Normal"/>
    <w:next w:val="Normal"/>
    <w:rsid w:val="00C70867"/>
    <w:pPr>
      <w:keepLines/>
      <w:suppressAutoHyphens/>
      <w:spacing w:after="240" w:line="240" w:lineRule="auto"/>
      <w:ind w:left="720"/>
    </w:pPr>
    <w:rPr>
      <w:sz w:val="24"/>
      <w:szCs w:val="20"/>
      <w:lang w:eastAsia="zh-CN"/>
    </w:rPr>
  </w:style>
  <w:style w:type="paragraph" w:customStyle="1" w:styleId="OutlineBulletLevel2">
    <w:name w:val="Outline Bullet Level 2"/>
    <w:basedOn w:val="Normal"/>
    <w:next w:val="Normal"/>
    <w:rsid w:val="00C70867"/>
    <w:pPr>
      <w:keepLines/>
      <w:suppressAutoHyphens/>
      <w:spacing w:after="240" w:line="240" w:lineRule="auto"/>
      <w:ind w:left="1080"/>
    </w:pPr>
    <w:rPr>
      <w:sz w:val="24"/>
      <w:szCs w:val="20"/>
      <w:lang w:eastAsia="zh-CN"/>
    </w:rPr>
  </w:style>
  <w:style w:type="paragraph" w:customStyle="1" w:styleId="Contents10">
    <w:name w:val="Contents 10"/>
    <w:basedOn w:val="Index"/>
    <w:rsid w:val="00C70867"/>
    <w:pPr>
      <w:tabs>
        <w:tab w:val="right" w:leader="dot" w:pos="7425"/>
      </w:tabs>
      <w:ind w:left="2547"/>
    </w:pPr>
  </w:style>
  <w:style w:type="paragraph" w:customStyle="1" w:styleId="Framecontents">
    <w:name w:val="Frame contents"/>
    <w:basedOn w:val="BodyText"/>
    <w:rsid w:val="00C70867"/>
    <w:pPr>
      <w:suppressAutoHyphens/>
      <w:spacing w:before="0" w:after="0"/>
      <w:jc w:val="both"/>
    </w:pPr>
    <w:rPr>
      <w:rFonts w:ascii="Arial" w:hAnsi="Arial" w:cs="Arial"/>
      <w:sz w:val="20"/>
      <w:lang w:eastAsia="zh-CN"/>
    </w:rPr>
  </w:style>
  <w:style w:type="character" w:customStyle="1" w:styleId="PlainTextChar1">
    <w:name w:val="Plain Text Char1"/>
    <w:rsid w:val="00C70867"/>
    <w:rPr>
      <w:rFonts w:ascii="Courier New" w:hAnsi="Courier New" w:cs="Courier New"/>
      <w:lang w:val="en-US" w:eastAsia="zh-CN"/>
    </w:rPr>
  </w:style>
  <w:style w:type="character" w:customStyle="1" w:styleId="TitleChar1">
    <w:name w:val="Title Char1"/>
    <w:rsid w:val="00C70867"/>
    <w:rPr>
      <w:rFonts w:ascii="Arial" w:hAnsi="Arial"/>
      <w:b/>
      <w:bCs/>
      <w:sz w:val="40"/>
      <w:szCs w:val="40"/>
      <w:lang w:val="en-GB"/>
    </w:rPr>
  </w:style>
  <w:style w:type="numbering" w:styleId="111111">
    <w:name w:val="Outline List 2"/>
    <w:basedOn w:val="NoList"/>
    <w:locked/>
    <w:rsid w:val="00C70867"/>
    <w:pPr>
      <w:numPr>
        <w:numId w:val="35"/>
      </w:numPr>
    </w:pPr>
  </w:style>
  <w:style w:type="paragraph" w:customStyle="1" w:styleId="Default">
    <w:name w:val="Default"/>
    <w:rsid w:val="00C70867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  <w:color w:val="000000"/>
      <w:lang w:val="en-US" w:eastAsia="en-US"/>
    </w:rPr>
  </w:style>
  <w:style w:type="paragraph" w:customStyle="1" w:styleId="NormalBullet">
    <w:name w:val="Normal Bullet"/>
    <w:basedOn w:val="Normal"/>
    <w:qFormat/>
    <w:rsid w:val="00C70867"/>
    <w:pPr>
      <w:keepLines/>
      <w:numPr>
        <w:numId w:val="36"/>
      </w:numPr>
      <w:spacing w:after="240" w:line="240" w:lineRule="auto"/>
    </w:pPr>
    <w:rPr>
      <w:sz w:val="24"/>
      <w:szCs w:val="20"/>
      <w:lang w:eastAsia="en-US"/>
    </w:rPr>
  </w:style>
  <w:style w:type="paragraph" w:styleId="ListBullet3">
    <w:name w:val="List Bullet 3"/>
    <w:basedOn w:val="Normal"/>
    <w:uiPriority w:val="99"/>
    <w:unhideWhenUsed/>
    <w:locked/>
    <w:rsid w:val="00C70867"/>
    <w:pPr>
      <w:numPr>
        <w:numId w:val="37"/>
      </w:numPr>
      <w:spacing w:line="240" w:lineRule="auto"/>
      <w:contextualSpacing/>
    </w:pPr>
    <w:rPr>
      <w:rFonts w:ascii="Arial" w:hAnsi="Arial"/>
      <w:sz w:val="20"/>
      <w:lang w:eastAsia="en-US"/>
    </w:rPr>
  </w:style>
  <w:style w:type="paragraph" w:customStyle="1" w:styleId="TableScenarios">
    <w:name w:val="Table Scenarios"/>
    <w:basedOn w:val="Normal"/>
    <w:qFormat/>
    <w:rsid w:val="00C70867"/>
    <w:pPr>
      <w:keepLines/>
      <w:spacing w:after="0" w:line="240" w:lineRule="auto"/>
      <w:jc w:val="left"/>
    </w:pPr>
    <w:rPr>
      <w:sz w:val="24"/>
      <w:szCs w:val="20"/>
      <w:lang w:eastAsia="el-GR"/>
    </w:rPr>
  </w:style>
  <w:style w:type="paragraph" w:customStyle="1" w:styleId="TableScenariosHeading">
    <w:name w:val="Table Scenarios Heading"/>
    <w:basedOn w:val="TableScenarios"/>
    <w:rsid w:val="00C70867"/>
    <w:pPr>
      <w:spacing w:before="40" w:after="40"/>
    </w:pPr>
    <w:rPr>
      <w:b/>
    </w:rPr>
  </w:style>
  <w:style w:type="character" w:customStyle="1" w:styleId="EndnoteTextChar">
    <w:name w:val="Endnote Text Char"/>
    <w:link w:val="EndnoteText"/>
    <w:uiPriority w:val="99"/>
    <w:rsid w:val="00C70867"/>
    <w:rPr>
      <w:sz w:val="20"/>
    </w:rPr>
  </w:style>
  <w:style w:type="paragraph" w:customStyle="1" w:styleId="xl67">
    <w:name w:val="xl67"/>
    <w:basedOn w:val="Normal"/>
    <w:rsid w:val="00C708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68">
    <w:name w:val="xl68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69">
    <w:name w:val="xl69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70">
    <w:name w:val="xl70"/>
    <w:basedOn w:val="Normal"/>
    <w:rsid w:val="00C708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71">
    <w:name w:val="xl71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72">
    <w:name w:val="xl72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  <w:lang w:val="en-US" w:eastAsia="en-US"/>
    </w:rPr>
  </w:style>
  <w:style w:type="paragraph" w:customStyle="1" w:styleId="xl73">
    <w:name w:val="xl73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xl74">
    <w:name w:val="xl74"/>
    <w:basedOn w:val="Normal"/>
    <w:rsid w:val="00C708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val="en-US" w:eastAsia="en-US"/>
    </w:rPr>
  </w:style>
  <w:style w:type="character" w:customStyle="1" w:styleId="Heading2Char3">
    <w:name w:val="Heading 2 Char3"/>
    <w:aliases w:val="Heading 2 Char Char2,Headline 2 Char Char2,h2 Char Char2,2 Char Char2,headi Char Char2,heading2 Char Char2,h21 Char Char2,h22 Char Char2,21 Char Char2,H2 Char Char2,l2 Char Char2,kopregel 2 Char Char2,Titre m Char Char2,Headline 2 Char3"/>
    <w:basedOn w:val="DefaultParagraphFont"/>
    <w:uiPriority w:val="9"/>
    <w:rsid w:val="00C70867"/>
    <w:rPr>
      <w:rFonts w:ascii="Arial" w:hAnsi="Arial" w:cs="Arial"/>
      <w:b/>
      <w:bCs/>
      <w:iCs/>
      <w:smallCaps/>
      <w:sz w:val="32"/>
      <w:szCs w:val="28"/>
      <w:lang w:val="en-GB" w:eastAsia="en-US"/>
    </w:rPr>
  </w:style>
  <w:style w:type="character" w:customStyle="1" w:styleId="Heading6Char2">
    <w:name w:val="Heading 6 Char2"/>
    <w:aliases w:val="Heading 6 Char Char,Heading 6 CFMU Char1,h6 Char1"/>
    <w:basedOn w:val="DefaultParagraphFont"/>
    <w:rsid w:val="00C70867"/>
    <w:rPr>
      <w:rFonts w:ascii="Arial" w:hAnsi="Arial"/>
      <w:b/>
      <w:bCs/>
      <w:sz w:val="22"/>
      <w:szCs w:val="22"/>
      <w:lang w:val="en-GB" w:eastAsia="en-US"/>
    </w:rPr>
  </w:style>
  <w:style w:type="character" w:customStyle="1" w:styleId="Heading3Char1">
    <w:name w:val="Heading 3 Char1"/>
    <w:aliases w:val="Headline 3 Char1,h3 Char1,h31 Char1,h32 Char1,H3 Char1,H31 Char Char2,H31 Char Char Char1,Heading 3 CFMU Char1,Para 3 Char1,H31 Char2,Proposa Char1,Heading 4 Proposal Char1,DNV-H3 Char1,3 Char1,summit Char1,3m Char1,Paragraaf Char1"/>
    <w:basedOn w:val="DefaultParagraphFont"/>
    <w:semiHidden/>
    <w:rsid w:val="00C7086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  <w:style w:type="character" w:customStyle="1" w:styleId="Heading4Char2">
    <w:name w:val="Heading 4 Char2"/>
    <w:aliases w:val="Heading 4 Char Char Char2,Heading 4 Char1 Char2,Heading 4 Char Char Char Char1,Heading 4 Char1 Char Char1,Heading 4 Char Char1 Char1,Heading 4 CFMU Char1,Para 4 Char1,h4 Char1,Heading 4 Nonum Char1,H4 Char1,4 Char1,Propos Char1"/>
    <w:basedOn w:val="DefaultParagraphFont"/>
    <w:semiHidden/>
    <w:rsid w:val="00C70867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val="en-GB" w:eastAsia="zh-CN"/>
    </w:rPr>
  </w:style>
  <w:style w:type="character" w:customStyle="1" w:styleId="Heading5Char1">
    <w:name w:val="Heading 5 Char1"/>
    <w:aliases w:val="Heading 5 CFMU Char1,Para 5 Char1,h5 Char1,H5 Char1,Heading 5(war) Char1,DNV-H5 Char1,Block Label Char1"/>
    <w:basedOn w:val="DefaultParagraphFont"/>
    <w:semiHidden/>
    <w:rsid w:val="00C70867"/>
    <w:rPr>
      <w:rFonts w:asciiTheme="majorHAnsi" w:eastAsiaTheme="majorEastAsia" w:hAnsiTheme="majorHAnsi" w:cstheme="majorBidi"/>
      <w:color w:val="2E74B5" w:themeColor="accent1" w:themeShade="BF"/>
      <w:szCs w:val="24"/>
      <w:lang w:val="en-GB" w:eastAsia="zh-CN"/>
    </w:rPr>
  </w:style>
  <w:style w:type="paragraph" w:customStyle="1" w:styleId="msonormal0">
    <w:name w:val="msonormal"/>
    <w:basedOn w:val="Normal"/>
    <w:rsid w:val="00C70867"/>
    <w:pPr>
      <w:suppressAutoHyphens/>
      <w:spacing w:before="100" w:after="100" w:line="240" w:lineRule="auto"/>
      <w:jc w:val="left"/>
    </w:pPr>
    <w:rPr>
      <w:rFonts w:eastAsia="Calibri"/>
      <w:sz w:val="24"/>
      <w:lang w:val="en-US" w:eastAsia="zh-CN"/>
    </w:rPr>
  </w:style>
  <w:style w:type="character" w:customStyle="1" w:styleId="Heading7Char1">
    <w:name w:val="Heading 7 Char1"/>
    <w:aliases w:val="Heading 7 CFMU Char1,h7 Char1"/>
    <w:basedOn w:val="DefaultParagraphFont"/>
    <w:semiHidden/>
    <w:rsid w:val="00C70867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GB" w:eastAsia="zh-CN"/>
    </w:rPr>
  </w:style>
  <w:style w:type="character" w:customStyle="1" w:styleId="Heading8Char1">
    <w:name w:val="Heading 8 Char1"/>
    <w:aliases w:val="Heading 8 CFMU Char1,h8 Char1"/>
    <w:basedOn w:val="DefaultParagraphFont"/>
    <w:semiHidden/>
    <w:rsid w:val="00C708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zh-CN"/>
    </w:rPr>
  </w:style>
  <w:style w:type="character" w:customStyle="1" w:styleId="Heading9Char1">
    <w:name w:val="Heading 9 Char1"/>
    <w:aliases w:val="Heading 9 CFMU Char1,h9 Char1"/>
    <w:basedOn w:val="DefaultParagraphFont"/>
    <w:semiHidden/>
    <w:rsid w:val="00C708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zh-CN"/>
    </w:rPr>
  </w:style>
  <w:style w:type="character" w:customStyle="1" w:styleId="BodyText2Char1">
    <w:name w:val="Body Text 2 Char1"/>
    <w:aliases w:val="Body Text Dbl space Char1"/>
    <w:basedOn w:val="DefaultParagraphFont"/>
    <w:locked/>
    <w:rsid w:val="00C70867"/>
    <w:rPr>
      <w:rFonts w:ascii="Arial" w:hAnsi="Arial"/>
      <w:snapToGrid w:val="0"/>
      <w:lang w:val="en-GB" w:eastAsia="en-US"/>
    </w:rPr>
  </w:style>
  <w:style w:type="character" w:customStyle="1" w:styleId="BodyTextChar1">
    <w:name w:val="Body Text Char1"/>
    <w:basedOn w:val="DefaultParagraphFont"/>
    <w:locked/>
    <w:rsid w:val="00C70867"/>
    <w:rPr>
      <w:rFonts w:ascii="Arial" w:hAnsi="Arial"/>
      <w:szCs w:val="24"/>
      <w:lang w:val="en-GB" w:eastAsia="en-US"/>
    </w:rPr>
  </w:style>
  <w:style w:type="character" w:customStyle="1" w:styleId="BodyText3Char1">
    <w:name w:val="Body Text 3 Char1"/>
    <w:basedOn w:val="DefaultParagraphFont"/>
    <w:link w:val="BodyText3"/>
    <w:locked/>
    <w:rsid w:val="00C70867"/>
    <w:rPr>
      <w:rFonts w:ascii="Arial" w:hAnsi="Arial"/>
      <w:sz w:val="20"/>
      <w:szCs w:val="20"/>
      <w:lang w:eastAsia="fr-FR"/>
    </w:rPr>
  </w:style>
  <w:style w:type="character" w:customStyle="1" w:styleId="BodyTextIndentChar1">
    <w:name w:val="Body Text Indent Char1"/>
    <w:basedOn w:val="DefaultParagraphFont"/>
    <w:link w:val="BodyTextIndent"/>
    <w:locked/>
    <w:rsid w:val="00C70867"/>
    <w:rPr>
      <w:rFonts w:ascii="Arial" w:hAnsi="Arial"/>
      <w:sz w:val="20"/>
      <w:lang w:eastAsia="en-US"/>
    </w:rPr>
  </w:style>
  <w:style w:type="character" w:customStyle="1" w:styleId="FooterChar1">
    <w:name w:val="Footer Char1"/>
    <w:basedOn w:val="DefaultParagraphFont"/>
    <w:locked/>
    <w:rsid w:val="00C70867"/>
    <w:rPr>
      <w:rFonts w:ascii="Arial" w:hAnsi="Arial"/>
      <w:sz w:val="18"/>
      <w:szCs w:val="24"/>
      <w:lang w:val="en-GB" w:eastAsia="en-US"/>
    </w:rPr>
  </w:style>
  <w:style w:type="character" w:customStyle="1" w:styleId="HeaderChar2">
    <w:name w:val="Header Char2"/>
    <w:basedOn w:val="DefaultParagraphFont"/>
    <w:locked/>
    <w:rsid w:val="00C70867"/>
    <w:rPr>
      <w:rFonts w:ascii="Univers 47 CondensedLight" w:hAnsi="Univers 47 CondensedLight"/>
      <w:sz w:val="16"/>
      <w:szCs w:val="24"/>
      <w:lang w:val="en-GB" w:eastAsia="en-US"/>
    </w:rPr>
  </w:style>
  <w:style w:type="character" w:customStyle="1" w:styleId="BodyTextIndent2Char1">
    <w:name w:val="Body Text Indent 2 Char1"/>
    <w:basedOn w:val="DefaultParagraphFont"/>
    <w:link w:val="BodyTextIndent2"/>
    <w:locked/>
    <w:rsid w:val="00C70867"/>
    <w:rPr>
      <w:rFonts w:ascii="Arial" w:hAnsi="Arial"/>
      <w:sz w:val="20"/>
      <w:lang w:eastAsia="en-US"/>
    </w:rPr>
  </w:style>
  <w:style w:type="character" w:customStyle="1" w:styleId="FootnoteTextChar1">
    <w:name w:val="Footnote Text Char1"/>
    <w:basedOn w:val="DefaultParagraphFont"/>
    <w:semiHidden/>
    <w:locked/>
    <w:rsid w:val="00C70867"/>
    <w:rPr>
      <w:rFonts w:ascii="Arial" w:hAnsi="Arial" w:cs="Arial"/>
      <w:lang w:val="en-GB" w:eastAsia="zh-CN"/>
    </w:rPr>
  </w:style>
  <w:style w:type="character" w:customStyle="1" w:styleId="DocumentMapChar1">
    <w:name w:val="Document Map Char1"/>
    <w:basedOn w:val="DefaultParagraphFont"/>
    <w:locked/>
    <w:rsid w:val="00C70867"/>
    <w:rPr>
      <w:rFonts w:ascii="Tahoma" w:hAnsi="Tahoma" w:cs="Tahoma"/>
      <w:szCs w:val="24"/>
      <w:shd w:val="clear" w:color="auto" w:fill="000080"/>
      <w:lang w:val="en-GB" w:eastAsia="en-US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C70867"/>
    <w:rPr>
      <w:rFonts w:ascii="Arial" w:hAnsi="Arial" w:cs="Arial"/>
      <w:lang w:val="en-GB" w:eastAsia="zh-CN"/>
    </w:rPr>
  </w:style>
  <w:style w:type="character" w:customStyle="1" w:styleId="BodyTextIndent3Char1">
    <w:name w:val="Body Text Indent 3 Char1"/>
    <w:basedOn w:val="DefaultParagraphFont"/>
    <w:link w:val="BodyTextIndent3"/>
    <w:locked/>
    <w:rsid w:val="00C70867"/>
    <w:rPr>
      <w:rFonts w:ascii="Arial" w:hAnsi="Arial"/>
      <w:i/>
      <w:iCs/>
      <w:sz w:val="20"/>
      <w:lang w:eastAsia="en-US"/>
    </w:rPr>
  </w:style>
  <w:style w:type="character" w:customStyle="1" w:styleId="BalloonTextChar1">
    <w:name w:val="Balloon Text Char1"/>
    <w:basedOn w:val="DefaultParagraphFont"/>
    <w:locked/>
    <w:rsid w:val="00C70867"/>
    <w:rPr>
      <w:rFonts w:ascii="Tahoma" w:hAnsi="Tahoma" w:cs="Tahoma"/>
      <w:sz w:val="16"/>
      <w:szCs w:val="16"/>
      <w:lang w:val="en-GB" w:eastAsia="en-US"/>
    </w:rPr>
  </w:style>
  <w:style w:type="character" w:customStyle="1" w:styleId="CommentSubjectChar1">
    <w:name w:val="Comment Subject Char1"/>
    <w:basedOn w:val="CommentTextChar1"/>
    <w:uiPriority w:val="99"/>
    <w:semiHidden/>
    <w:locked/>
    <w:rsid w:val="00C70867"/>
    <w:rPr>
      <w:rFonts w:ascii="Arial" w:hAnsi="Arial" w:cs="Arial"/>
      <w:b/>
      <w:bCs/>
      <w:lang w:val="en-GB" w:eastAsia="zh-CN"/>
    </w:rPr>
  </w:style>
  <w:style w:type="character" w:customStyle="1" w:styleId="BodyTextFirstIndentChar1">
    <w:name w:val="Body Text First Indent Char1"/>
    <w:basedOn w:val="BodyTextChar1"/>
    <w:link w:val="BodyTextFirstIndent"/>
    <w:locked/>
    <w:rsid w:val="00C70867"/>
    <w:rPr>
      <w:rFonts w:ascii="Arial" w:hAnsi="Arial"/>
      <w:sz w:val="20"/>
      <w:szCs w:val="24"/>
      <w:lang w:val="en-GB" w:eastAsia="en-US"/>
    </w:rPr>
  </w:style>
  <w:style w:type="character" w:customStyle="1" w:styleId="xtablecell">
    <w:name w:val="xtablecell"/>
    <w:basedOn w:val="DefaultParagraphFont"/>
    <w:rsid w:val="00C70867"/>
  </w:style>
  <w:style w:type="character" w:customStyle="1" w:styleId="ms-sitemapdirectional">
    <w:name w:val="ms-sitemapdirectional"/>
    <w:basedOn w:val="DefaultParagraphFont"/>
    <w:rsid w:val="00C70867"/>
  </w:style>
  <w:style w:type="paragraph" w:customStyle="1" w:styleId="emcsEDIFACTHeading">
    <w:name w:val="emcs_EDIFACT_Heading"/>
    <w:next w:val="Normal"/>
    <w:rsid w:val="00C70867"/>
    <w:pPr>
      <w:pageBreakBefore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enter" w:pos="4536"/>
      </w:tabs>
      <w:spacing w:after="240"/>
      <w:outlineLvl w:val="1"/>
    </w:pPr>
    <w:rPr>
      <w:b/>
      <w:sz w:val="40"/>
      <w:szCs w:val="4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0867"/>
    <w:rPr>
      <w:color w:val="808080"/>
      <w:shd w:val="clear" w:color="auto" w:fill="E6E6E6"/>
    </w:rPr>
  </w:style>
  <w:style w:type="character" w:customStyle="1" w:styleId="Mention1">
    <w:name w:val="Mention1"/>
    <w:basedOn w:val="DefaultParagraphFont"/>
    <w:uiPriority w:val="99"/>
    <w:semiHidden/>
    <w:unhideWhenUsed/>
    <w:rsid w:val="00C70867"/>
    <w:rPr>
      <w:color w:val="2B579A"/>
      <w:shd w:val="clear" w:color="auto" w:fill="E6E6E6"/>
    </w:rPr>
  </w:style>
  <w:style w:type="character" w:customStyle="1" w:styleId="Mention10">
    <w:name w:val="Mention1"/>
    <w:basedOn w:val="DefaultParagraphFont"/>
    <w:uiPriority w:val="99"/>
    <w:semiHidden/>
    <w:unhideWhenUsed/>
    <w:rsid w:val="00C70867"/>
    <w:rPr>
      <w:color w:val="2B579A"/>
      <w:shd w:val="clear" w:color="auto" w:fill="E6E6E6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C70867"/>
    <w:rPr>
      <w:color w:val="808080"/>
      <w:shd w:val="clear" w:color="auto" w:fill="E6E6E6"/>
    </w:rPr>
  </w:style>
  <w:style w:type="paragraph" w:customStyle="1" w:styleId="emcsevent">
    <w:name w:val="emcs_event"/>
    <w:basedOn w:val="Normal"/>
    <w:rsid w:val="001B2080"/>
    <w:pPr>
      <w:keepLines/>
      <w:widowControl w:val="0"/>
      <w:tabs>
        <w:tab w:val="left" w:pos="992"/>
      </w:tabs>
      <w:spacing w:before="120" w:after="0" w:line="160" w:lineRule="atLeast"/>
      <w:ind w:left="1559" w:hanging="992"/>
    </w:pPr>
    <w:rPr>
      <w:sz w:val="20"/>
      <w:szCs w:val="20"/>
      <w:lang w:eastAsia="en-US"/>
    </w:rPr>
  </w:style>
  <w:style w:type="paragraph" w:customStyle="1" w:styleId="emcsdiagram">
    <w:name w:val="emcs_diagram"/>
    <w:rsid w:val="001B2080"/>
    <w:pPr>
      <w:keepNext/>
      <w:spacing w:before="120" w:after="120"/>
      <w:jc w:val="center"/>
    </w:pPr>
    <w:rPr>
      <w:szCs w:val="20"/>
      <w:lang w:eastAsia="en-US"/>
    </w:rPr>
  </w:style>
  <w:style w:type="character" w:styleId="HTMLCite">
    <w:name w:val="HTML Cite"/>
    <w:locked/>
    <w:rsid w:val="001B2080"/>
    <w:rPr>
      <w:i/>
      <w:iCs/>
    </w:rPr>
  </w:style>
  <w:style w:type="paragraph" w:customStyle="1" w:styleId="emcsbullet3">
    <w:name w:val="emcs_bullet3"/>
    <w:rsid w:val="001B2080"/>
    <w:pPr>
      <w:numPr>
        <w:ilvl w:val="1"/>
        <w:numId w:val="38"/>
      </w:numPr>
      <w:spacing w:line="240" w:lineRule="atLeast"/>
      <w:jc w:val="both"/>
    </w:pPr>
    <w:rPr>
      <w:i/>
      <w:color w:val="000080"/>
      <w:sz w:val="16"/>
      <w:szCs w:val="16"/>
      <w:lang w:eastAsia="en-US"/>
    </w:rPr>
  </w:style>
  <w:style w:type="paragraph" w:customStyle="1" w:styleId="emcsbullet2">
    <w:name w:val="emcs_bullet2"/>
    <w:rsid w:val="001B2080"/>
    <w:pPr>
      <w:numPr>
        <w:numId w:val="38"/>
      </w:numPr>
      <w:jc w:val="both"/>
    </w:pPr>
    <w:rPr>
      <w:szCs w:val="20"/>
      <w:lang w:eastAsia="en-US"/>
    </w:rPr>
  </w:style>
  <w:style w:type="paragraph" w:customStyle="1" w:styleId="emcssummary">
    <w:name w:val="emcs_summary"/>
    <w:rsid w:val="001B2080"/>
    <w:pPr>
      <w:pageBreakBefore/>
      <w:spacing w:before="240" w:after="480"/>
      <w:jc w:val="center"/>
    </w:pPr>
    <w:rPr>
      <w:b/>
      <w:noProof/>
      <w:sz w:val="28"/>
      <w:szCs w:val="28"/>
      <w:lang w:eastAsia="en-US"/>
    </w:rPr>
  </w:style>
  <w:style w:type="paragraph" w:customStyle="1" w:styleId="emcstabfigheading">
    <w:name w:val="emcs_tab&amp;fig_heading"/>
    <w:rsid w:val="001B2080"/>
    <w:pPr>
      <w:pageBreakBefore/>
      <w:spacing w:before="240" w:after="480"/>
      <w:jc w:val="center"/>
    </w:pPr>
    <w:rPr>
      <w:b/>
      <w:sz w:val="28"/>
      <w:szCs w:val="28"/>
      <w:lang w:eastAsia="en-US"/>
    </w:rPr>
  </w:style>
  <w:style w:type="paragraph" w:customStyle="1" w:styleId="emcstableofFigures">
    <w:name w:val="emcs_table_of_Figures"/>
    <w:rsid w:val="001B2080"/>
    <w:pPr>
      <w:tabs>
        <w:tab w:val="right" w:pos="9061"/>
      </w:tabs>
    </w:pPr>
    <w:rPr>
      <w:smallCaps/>
      <w:noProof/>
      <w:szCs w:val="20"/>
      <w:lang w:eastAsia="en-US"/>
    </w:rPr>
  </w:style>
  <w:style w:type="paragraph" w:customStyle="1" w:styleId="emcsnormal">
    <w:name w:val="emcs_normal"/>
    <w:rsid w:val="001B2080"/>
    <w:pPr>
      <w:jc w:val="both"/>
    </w:pPr>
    <w:rPr>
      <w:szCs w:val="20"/>
      <w:lang w:eastAsia="en-US"/>
    </w:rPr>
  </w:style>
  <w:style w:type="paragraph" w:customStyle="1" w:styleId="emcsbodynumbered">
    <w:name w:val="emcs_body_numbered"/>
    <w:rsid w:val="001B2080"/>
    <w:pPr>
      <w:numPr>
        <w:numId w:val="40"/>
      </w:numPr>
    </w:pPr>
    <w:rPr>
      <w:szCs w:val="20"/>
      <w:lang w:eastAsia="en-US"/>
    </w:rPr>
  </w:style>
  <w:style w:type="paragraph" w:customStyle="1" w:styleId="emcsheadertable">
    <w:name w:val="emcs_header_table"/>
    <w:rsid w:val="001B2080"/>
    <w:rPr>
      <w:rFonts w:ascii="Arial" w:hAnsi="Arial" w:cs="Arial"/>
      <w:b/>
      <w:sz w:val="20"/>
      <w:szCs w:val="20"/>
      <w:lang w:eastAsia="en-US"/>
    </w:rPr>
  </w:style>
  <w:style w:type="paragraph" w:customStyle="1" w:styleId="emcsfooter">
    <w:name w:val="emcs_footer"/>
    <w:rsid w:val="001B2080"/>
    <w:pPr>
      <w:pBdr>
        <w:top w:val="single" w:sz="12" w:space="1" w:color="auto"/>
      </w:pBdr>
      <w:tabs>
        <w:tab w:val="right" w:pos="9072"/>
      </w:tabs>
      <w:jc w:val="both"/>
    </w:pPr>
    <w:rPr>
      <w:sz w:val="16"/>
      <w:szCs w:val="16"/>
      <w:lang w:eastAsia="en-US"/>
    </w:rPr>
  </w:style>
  <w:style w:type="paragraph" w:customStyle="1" w:styleId="emcsheader">
    <w:name w:val="emcs_header"/>
    <w:rsid w:val="001B2080"/>
    <w:rPr>
      <w:rFonts w:ascii="Arial" w:hAnsi="Arial" w:cs="Arial"/>
      <w:sz w:val="8"/>
      <w:szCs w:val="8"/>
      <w:lang w:eastAsia="en-US"/>
    </w:rPr>
  </w:style>
  <w:style w:type="paragraph" w:styleId="ListContinue2">
    <w:name w:val="List Continue 2"/>
    <w:basedOn w:val="Normal"/>
    <w:locked/>
    <w:rsid w:val="001B2080"/>
    <w:pPr>
      <w:widowControl w:val="0"/>
      <w:spacing w:line="240" w:lineRule="auto"/>
      <w:ind w:left="566"/>
    </w:pPr>
    <w:rPr>
      <w:sz w:val="20"/>
      <w:szCs w:val="20"/>
      <w:lang w:eastAsia="en-US"/>
    </w:rPr>
  </w:style>
  <w:style w:type="paragraph" w:customStyle="1" w:styleId="emcsEDIFACTTOC">
    <w:name w:val="emcs_EDIFACT_TOC"/>
    <w:rsid w:val="001B2080"/>
    <w:pPr>
      <w:tabs>
        <w:tab w:val="left" w:pos="1701"/>
        <w:tab w:val="right" w:leader="dot" w:pos="9356"/>
      </w:tabs>
      <w:spacing w:before="120" w:after="120"/>
      <w:ind w:left="567"/>
    </w:pPr>
    <w:rPr>
      <w:noProof/>
      <w:sz w:val="22"/>
      <w:szCs w:val="20"/>
      <w:lang w:eastAsia="en-US"/>
    </w:rPr>
  </w:style>
  <w:style w:type="paragraph" w:customStyle="1" w:styleId="emcsCLASSClassTitle">
    <w:name w:val="emcs_CLASS_ClassTitle"/>
    <w:rsid w:val="001B2080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/>
      <w:jc w:val="both"/>
      <w:outlineLvl w:val="1"/>
    </w:pPr>
    <w:rPr>
      <w:b/>
      <w:lang w:eastAsia="en-US"/>
    </w:rPr>
  </w:style>
  <w:style w:type="paragraph" w:customStyle="1" w:styleId="emcsAPtablebullet4">
    <w:name w:val="emcs_AP_table_bullet4"/>
    <w:rsid w:val="001B2080"/>
    <w:pPr>
      <w:keepNext/>
      <w:numPr>
        <w:numId w:val="39"/>
      </w:numPr>
    </w:pPr>
    <w:rPr>
      <w:i/>
      <w:color w:val="000080"/>
      <w:sz w:val="16"/>
      <w:szCs w:val="16"/>
      <w:lang w:eastAsia="en-US"/>
    </w:rPr>
  </w:style>
  <w:style w:type="paragraph" w:customStyle="1" w:styleId="emcslegendtable">
    <w:name w:val="emcs_legend_table"/>
    <w:rsid w:val="001B2080"/>
    <w:pPr>
      <w:spacing w:before="120" w:after="120"/>
      <w:jc w:val="center"/>
    </w:pPr>
    <w:rPr>
      <w:i/>
      <w:sz w:val="20"/>
      <w:szCs w:val="20"/>
      <w:lang w:eastAsia="en-US"/>
    </w:rPr>
  </w:style>
  <w:style w:type="paragraph" w:customStyle="1" w:styleId="emcstableoffigures0">
    <w:name w:val="emcs_table_of_figures"/>
    <w:rsid w:val="001B2080"/>
    <w:pPr>
      <w:tabs>
        <w:tab w:val="right" w:pos="9061"/>
      </w:tabs>
    </w:pPr>
    <w:rPr>
      <w:smallCaps/>
      <w:noProof/>
      <w:sz w:val="20"/>
      <w:szCs w:val="20"/>
      <w:lang w:eastAsia="en-US"/>
    </w:rPr>
  </w:style>
  <w:style w:type="paragraph" w:customStyle="1" w:styleId="emcstableheading">
    <w:name w:val="emcs_table_heading"/>
    <w:rsid w:val="001B2080"/>
    <w:pPr>
      <w:keepLines/>
    </w:pPr>
    <w:rPr>
      <w:b/>
      <w:szCs w:val="20"/>
      <w:lang w:eastAsia="en-US"/>
    </w:rPr>
  </w:style>
  <w:style w:type="paragraph" w:customStyle="1" w:styleId="emcstablerow">
    <w:name w:val="emcs_table_row"/>
    <w:rsid w:val="001B2080"/>
    <w:pPr>
      <w:keepLines/>
      <w:spacing w:before="120" w:after="120"/>
    </w:pPr>
    <w:rPr>
      <w:szCs w:val="20"/>
      <w:lang w:eastAsia="en-US"/>
    </w:rPr>
  </w:style>
  <w:style w:type="paragraph" w:customStyle="1" w:styleId="emcsCLASSClassDesc">
    <w:name w:val="emcs_CLASS_ClassDesc"/>
    <w:rsid w:val="001B2080"/>
    <w:pPr>
      <w:widowControl w:val="0"/>
      <w:spacing w:after="120"/>
      <w:ind w:left="1701"/>
      <w:jc w:val="both"/>
    </w:pPr>
    <w:rPr>
      <w:i/>
      <w:sz w:val="18"/>
      <w:szCs w:val="20"/>
      <w:lang w:eastAsia="en-US"/>
    </w:rPr>
  </w:style>
  <w:style w:type="paragraph" w:customStyle="1" w:styleId="emcsCLASSAttribDesc">
    <w:name w:val="emcs_CLASS_AttribDesc"/>
    <w:rsid w:val="001B2080"/>
    <w:pPr>
      <w:widowControl w:val="0"/>
      <w:spacing w:after="240"/>
      <w:ind w:left="1701"/>
      <w:jc w:val="both"/>
    </w:pPr>
    <w:rPr>
      <w:i/>
      <w:sz w:val="18"/>
      <w:szCs w:val="18"/>
      <w:lang w:eastAsia="en-US"/>
    </w:rPr>
  </w:style>
  <w:style w:type="paragraph" w:customStyle="1" w:styleId="emcsCLASSAttribTitle">
    <w:name w:val="emcs_CLASS_AttribTitle"/>
    <w:rsid w:val="001B2080"/>
    <w:pPr>
      <w:widowControl w:val="0"/>
      <w:tabs>
        <w:tab w:val="left" w:pos="709"/>
        <w:tab w:val="right" w:pos="5670"/>
        <w:tab w:val="center" w:pos="6237"/>
        <w:tab w:val="left" w:pos="6804"/>
      </w:tabs>
      <w:jc w:val="both"/>
    </w:pPr>
    <w:rPr>
      <w:sz w:val="22"/>
      <w:szCs w:val="22"/>
      <w:lang w:eastAsia="en-US"/>
    </w:rPr>
  </w:style>
  <w:style w:type="paragraph" w:customStyle="1" w:styleId="emcsexnote">
    <w:name w:val="emcs_ex_note"/>
    <w:basedOn w:val="Normal"/>
    <w:rsid w:val="001B2080"/>
    <w:pPr>
      <w:spacing w:before="60" w:after="60" w:line="240" w:lineRule="auto"/>
      <w:ind w:left="1134"/>
    </w:pPr>
    <w:rPr>
      <w:i/>
      <w:sz w:val="18"/>
      <w:szCs w:val="18"/>
      <w:lang w:eastAsia="en-US"/>
    </w:rPr>
  </w:style>
  <w:style w:type="character" w:customStyle="1" w:styleId="emcshidden">
    <w:name w:val="emcs_hidden"/>
    <w:rsid w:val="001B2080"/>
    <w:rPr>
      <w:vanish/>
      <w:sz w:val="14"/>
    </w:rPr>
  </w:style>
  <w:style w:type="paragraph" w:customStyle="1" w:styleId="emcstextniv1">
    <w:name w:val="emcs_text_niv_1"/>
    <w:basedOn w:val="Normal"/>
    <w:rsid w:val="001B2080"/>
    <w:pPr>
      <w:widowControl w:val="0"/>
      <w:tabs>
        <w:tab w:val="left" w:pos="3400"/>
      </w:tabs>
      <w:spacing w:line="240" w:lineRule="auto"/>
      <w:ind w:left="1134"/>
    </w:pPr>
    <w:rPr>
      <w:sz w:val="20"/>
      <w:szCs w:val="20"/>
      <w:lang w:eastAsia="en-US"/>
    </w:rPr>
  </w:style>
  <w:style w:type="paragraph" w:customStyle="1" w:styleId="emcstextniv2">
    <w:name w:val="emcs_text_niv_2"/>
    <w:basedOn w:val="Normal"/>
    <w:rsid w:val="001B2080"/>
    <w:pPr>
      <w:widowControl w:val="0"/>
      <w:tabs>
        <w:tab w:val="left" w:pos="2800"/>
      </w:tabs>
      <w:spacing w:line="240" w:lineRule="auto"/>
      <w:ind w:left="1700"/>
    </w:pPr>
    <w:rPr>
      <w:sz w:val="20"/>
      <w:szCs w:val="20"/>
      <w:lang w:eastAsia="en-US"/>
    </w:rPr>
  </w:style>
  <w:style w:type="paragraph" w:customStyle="1" w:styleId="emcslegendfigure">
    <w:name w:val="emcs_legend_figure"/>
    <w:rsid w:val="001B2080"/>
    <w:pPr>
      <w:tabs>
        <w:tab w:val="left" w:pos="992"/>
      </w:tabs>
      <w:spacing w:before="120" w:after="120"/>
      <w:jc w:val="center"/>
    </w:pPr>
    <w:rPr>
      <w:i/>
      <w:sz w:val="20"/>
      <w:szCs w:val="20"/>
      <w:lang w:eastAsia="en-US"/>
    </w:rPr>
  </w:style>
  <w:style w:type="paragraph" w:customStyle="1" w:styleId="emcsUCheadertable">
    <w:name w:val="emcs_UC_header_table"/>
    <w:basedOn w:val="Normal"/>
    <w:rsid w:val="001B2080"/>
    <w:pPr>
      <w:widowControl w:val="0"/>
      <w:spacing w:after="0" w:line="240" w:lineRule="auto"/>
      <w:jc w:val="left"/>
    </w:pPr>
    <w:rPr>
      <w:szCs w:val="20"/>
      <w:lang w:val="en-AU" w:eastAsia="en-US"/>
    </w:rPr>
  </w:style>
  <w:style w:type="paragraph" w:customStyle="1" w:styleId="emcssectiontitle">
    <w:name w:val="emcs_section_title"/>
    <w:rsid w:val="001B20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000"/>
      <w:jc w:val="center"/>
    </w:pPr>
    <w:rPr>
      <w:b/>
      <w:noProof/>
      <w:sz w:val="28"/>
      <w:szCs w:val="28"/>
      <w:lang w:eastAsia="en-US"/>
    </w:rPr>
  </w:style>
  <w:style w:type="character" w:customStyle="1" w:styleId="emcsmaj">
    <w:name w:val="emcs_maj"/>
    <w:rsid w:val="001B2080"/>
    <w:rPr>
      <w:caps/>
    </w:rPr>
  </w:style>
  <w:style w:type="paragraph" w:customStyle="1" w:styleId="emcsUCheading1">
    <w:name w:val="emcs_UC_heading1"/>
    <w:rsid w:val="001B2080"/>
    <w:pPr>
      <w:keepNext/>
      <w:spacing w:before="180" w:after="120"/>
      <w:ind w:left="567"/>
      <w:jc w:val="both"/>
    </w:pPr>
    <w:rPr>
      <w:b/>
      <w:szCs w:val="20"/>
      <w:lang w:eastAsia="en-US"/>
    </w:rPr>
  </w:style>
  <w:style w:type="paragraph" w:customStyle="1" w:styleId="emcssummaryhead1">
    <w:name w:val="emcs_summary_head_1"/>
    <w:next w:val="emcsbodytext"/>
    <w:autoRedefine/>
    <w:rsid w:val="001B2080"/>
    <w:pPr>
      <w:keepNext/>
      <w:numPr>
        <w:numId w:val="41"/>
      </w:numPr>
      <w:spacing w:before="360" w:after="240"/>
      <w:outlineLvl w:val="0"/>
    </w:pPr>
    <w:rPr>
      <w:b/>
      <w:noProof/>
      <w:sz w:val="28"/>
      <w:szCs w:val="28"/>
      <w:lang w:eastAsia="en-US"/>
    </w:rPr>
  </w:style>
  <w:style w:type="paragraph" w:customStyle="1" w:styleId="emcssummaryhead2">
    <w:name w:val="emcs_summary_head_2"/>
    <w:next w:val="emcsbodytext"/>
    <w:autoRedefine/>
    <w:rsid w:val="001B2080"/>
    <w:pPr>
      <w:keepNext/>
      <w:widowControl w:val="0"/>
      <w:tabs>
        <w:tab w:val="num" w:pos="1143"/>
      </w:tabs>
      <w:spacing w:before="480" w:after="120"/>
      <w:ind w:left="1143" w:hanging="576"/>
      <w:jc w:val="both"/>
      <w:outlineLvl w:val="1"/>
    </w:pPr>
    <w:rPr>
      <w:b/>
      <w:szCs w:val="20"/>
      <w:lang w:eastAsia="en-US"/>
    </w:rPr>
  </w:style>
  <w:style w:type="paragraph" w:customStyle="1" w:styleId="Heading2TOC">
    <w:name w:val="Heading 2 TOC"/>
    <w:basedOn w:val="Heading2"/>
    <w:rsid w:val="001B2080"/>
    <w:pPr>
      <w:keepLines/>
      <w:widowControl w:val="0"/>
      <w:numPr>
        <w:ilvl w:val="0"/>
        <w:numId w:val="0"/>
      </w:numPr>
      <w:tabs>
        <w:tab w:val="left" w:pos="993"/>
      </w:tabs>
      <w:spacing w:after="480"/>
      <w:ind w:left="1416" w:hanging="708"/>
      <w:jc w:val="center"/>
      <w:outlineLvl w:val="9"/>
    </w:pPr>
    <w:rPr>
      <w:smallCaps w:val="0"/>
      <w:sz w:val="28"/>
      <w:szCs w:val="20"/>
      <w:lang w:eastAsia="en-US"/>
    </w:rPr>
  </w:style>
  <w:style w:type="paragraph" w:customStyle="1" w:styleId="Tableau">
    <w:name w:val="Tableau"/>
    <w:basedOn w:val="Normal"/>
    <w:rsid w:val="001B2080"/>
    <w:pPr>
      <w:spacing w:before="40" w:after="40" w:line="240" w:lineRule="auto"/>
      <w:jc w:val="left"/>
    </w:pPr>
    <w:rPr>
      <w:rFonts w:ascii="Arial" w:hAnsi="Arial"/>
      <w:color w:val="000000"/>
      <w:sz w:val="20"/>
      <w:lang w:eastAsia="fr-FR"/>
    </w:rPr>
  </w:style>
  <w:style w:type="paragraph" w:customStyle="1" w:styleId="Titretableau">
    <w:name w:val="Titre tableau"/>
    <w:basedOn w:val="Normal"/>
    <w:rsid w:val="001B2080"/>
    <w:pPr>
      <w:keepNext/>
      <w:keepLines/>
      <w:spacing w:before="60" w:after="60" w:line="240" w:lineRule="auto"/>
      <w:jc w:val="center"/>
    </w:pPr>
    <w:rPr>
      <w:rFonts w:ascii="Arial" w:hAnsi="Arial"/>
      <w:b/>
      <w:color w:val="000000"/>
      <w:sz w:val="20"/>
      <w:szCs w:val="20"/>
      <w:lang w:eastAsia="fr-FR"/>
    </w:rPr>
  </w:style>
  <w:style w:type="paragraph" w:customStyle="1" w:styleId="01">
    <w:name w:val="01"/>
    <w:next w:val="Normal"/>
    <w:rsid w:val="001B2080"/>
    <w:rPr>
      <w:rFonts w:ascii="Arial" w:hAnsi="Arial"/>
      <w:szCs w:val="20"/>
      <w:lang w:val="en-US" w:eastAsia="en-US"/>
    </w:rPr>
  </w:style>
  <w:style w:type="paragraph" w:customStyle="1" w:styleId="Heading0">
    <w:name w:val="Heading 0"/>
    <w:basedOn w:val="Heading2"/>
    <w:rsid w:val="001B2080"/>
    <w:pPr>
      <w:keepLines/>
      <w:pageBreakBefore/>
      <w:tabs>
        <w:tab w:val="left" w:pos="1134"/>
        <w:tab w:val="left" w:pos="1701"/>
        <w:tab w:val="left" w:pos="2268"/>
      </w:tabs>
      <w:suppressAutoHyphens/>
      <w:spacing w:before="360" w:after="240"/>
      <w:ind w:left="0" w:firstLine="0"/>
      <w:jc w:val="center"/>
      <w:outlineLvl w:val="9"/>
    </w:pPr>
    <w:rPr>
      <w:caps/>
      <w:smallCaps w:val="0"/>
      <w:sz w:val="32"/>
      <w:szCs w:val="20"/>
      <w:lang w:eastAsia="en-US"/>
    </w:rPr>
  </w:style>
  <w:style w:type="paragraph" w:customStyle="1" w:styleId="Indent1">
    <w:name w:val="Indent 1"/>
    <w:basedOn w:val="Normal"/>
    <w:rsid w:val="001B2080"/>
    <w:pPr>
      <w:spacing w:line="240" w:lineRule="auto"/>
      <w:ind w:left="284" w:hanging="284"/>
    </w:pPr>
    <w:rPr>
      <w:sz w:val="24"/>
      <w:szCs w:val="20"/>
      <w:lang w:eastAsia="en-US"/>
    </w:rPr>
  </w:style>
  <w:style w:type="paragraph" w:customStyle="1" w:styleId="hieatt">
    <w:name w:val="hie_att"/>
    <w:basedOn w:val="Normal"/>
    <w:rsid w:val="001B2080"/>
    <w:pPr>
      <w:tabs>
        <w:tab w:val="left" w:pos="567"/>
        <w:tab w:val="left" w:pos="6521"/>
        <w:tab w:val="left" w:pos="7088"/>
        <w:tab w:val="left" w:pos="7938"/>
      </w:tabs>
      <w:spacing w:after="0" w:line="240" w:lineRule="auto"/>
      <w:jc w:val="left"/>
    </w:pPr>
    <w:rPr>
      <w:szCs w:val="20"/>
      <w:lang w:val="en-US" w:eastAsia="en-US"/>
    </w:rPr>
  </w:style>
  <w:style w:type="paragraph" w:customStyle="1" w:styleId="Attribute">
    <w:name w:val="Attribute"/>
    <w:basedOn w:val="Normal"/>
    <w:rsid w:val="001B2080"/>
    <w:pPr>
      <w:tabs>
        <w:tab w:val="left" w:pos="2340"/>
      </w:tabs>
      <w:spacing w:after="0" w:line="240" w:lineRule="auto"/>
      <w:jc w:val="left"/>
    </w:pPr>
    <w:rPr>
      <w:bCs/>
      <w:sz w:val="24"/>
      <w:lang w:val="en-US" w:eastAsia="en-US"/>
    </w:rPr>
  </w:style>
  <w:style w:type="paragraph" w:customStyle="1" w:styleId="xl24">
    <w:name w:val="xl24"/>
    <w:basedOn w:val="Normal"/>
    <w:rsid w:val="001B2080"/>
    <w:pPr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5">
    <w:name w:val="xl25"/>
    <w:basedOn w:val="Normal"/>
    <w:rsid w:val="001B2080"/>
    <w:pP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6">
    <w:name w:val="xl26"/>
    <w:basedOn w:val="Normal"/>
    <w:rsid w:val="001B2080"/>
    <w:pPr>
      <w:shd w:val="clear" w:color="auto" w:fill="C0C0C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7">
    <w:name w:val="xl27"/>
    <w:basedOn w:val="Normal"/>
    <w:rsid w:val="001B2080"/>
    <w:pPr>
      <w:shd w:val="clear" w:color="auto" w:fill="FFCC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8">
    <w:name w:val="xl28"/>
    <w:basedOn w:val="Normal"/>
    <w:rsid w:val="001B2080"/>
    <w:pPr>
      <w:pBdr>
        <w:bottom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29">
    <w:name w:val="xl29"/>
    <w:basedOn w:val="Normal"/>
    <w:rsid w:val="001B2080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0">
    <w:name w:val="xl30"/>
    <w:basedOn w:val="Normal"/>
    <w:rsid w:val="001B20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1">
    <w:name w:val="xl31"/>
    <w:basedOn w:val="Normal"/>
    <w:rsid w:val="001B2080"/>
    <w:pPr>
      <w:pBdr>
        <w:bottom w:val="single" w:sz="8" w:space="0" w:color="auto"/>
      </w:pBdr>
      <w:shd w:val="clear" w:color="auto" w:fill="FFCC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2">
    <w:name w:val="xl32"/>
    <w:basedOn w:val="Normal"/>
    <w:rsid w:val="001B2080"/>
    <w:pPr>
      <w:shd w:val="clear" w:color="auto" w:fill="0000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3">
    <w:name w:val="xl33"/>
    <w:basedOn w:val="Normal"/>
    <w:rsid w:val="001B2080"/>
    <w:pPr>
      <w:pBdr>
        <w:bottom w:val="single" w:sz="8" w:space="0" w:color="auto"/>
      </w:pBdr>
      <w:shd w:val="clear" w:color="auto" w:fill="0000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4">
    <w:name w:val="xl34"/>
    <w:basedOn w:val="Normal"/>
    <w:rsid w:val="001B2080"/>
    <w:pPr>
      <w:shd w:val="clear" w:color="auto" w:fill="00CC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5">
    <w:name w:val="xl35"/>
    <w:basedOn w:val="Normal"/>
    <w:rsid w:val="001B2080"/>
    <w:pPr>
      <w:pBdr>
        <w:bottom w:val="single" w:sz="8" w:space="0" w:color="auto"/>
      </w:pBdr>
      <w:shd w:val="clear" w:color="auto" w:fill="00CCFF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6">
    <w:name w:val="xl36"/>
    <w:basedOn w:val="Normal"/>
    <w:rsid w:val="001B2080"/>
    <w:pPr>
      <w:shd w:val="clear" w:color="auto" w:fill="CCFFCC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7">
    <w:name w:val="xl37"/>
    <w:basedOn w:val="Normal"/>
    <w:rsid w:val="001B2080"/>
    <w:pPr>
      <w:pBdr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8">
    <w:name w:val="xl38"/>
    <w:basedOn w:val="Normal"/>
    <w:rsid w:val="001B2080"/>
    <w:pP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39">
    <w:name w:val="xl39"/>
    <w:basedOn w:val="Normal"/>
    <w:rsid w:val="001B2080"/>
    <w:pPr>
      <w:pBdr>
        <w:bottom w:val="single" w:sz="8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40">
    <w:name w:val="xl40"/>
    <w:basedOn w:val="Normal"/>
    <w:rsid w:val="001B2080"/>
    <w:pPr>
      <w:shd w:val="clear" w:color="auto" w:fill="9933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paragraph" w:customStyle="1" w:styleId="xl41">
    <w:name w:val="xl41"/>
    <w:basedOn w:val="Normal"/>
    <w:rsid w:val="001B2080"/>
    <w:pPr>
      <w:pBdr>
        <w:bottom w:val="single" w:sz="8" w:space="0" w:color="auto"/>
      </w:pBdr>
      <w:shd w:val="clear" w:color="auto" w:fill="99330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n-US" w:eastAsia="en-US"/>
    </w:rPr>
  </w:style>
  <w:style w:type="character" w:customStyle="1" w:styleId="emcsAPtableChar">
    <w:name w:val="emcs_AP_table Char"/>
    <w:rsid w:val="001B2080"/>
    <w:rPr>
      <w:lang w:val="en-GB" w:eastAsia="en-US" w:bidi="ar-SA"/>
    </w:rPr>
  </w:style>
  <w:style w:type="paragraph" w:customStyle="1" w:styleId="Text1">
    <w:name w:val="Text 1"/>
    <w:basedOn w:val="Normal"/>
    <w:rsid w:val="001B2080"/>
    <w:pPr>
      <w:spacing w:after="240" w:line="240" w:lineRule="auto"/>
      <w:ind w:left="482"/>
    </w:pPr>
    <w:rPr>
      <w:sz w:val="24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7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3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circabc.europa.eu/ui/group/5d0c005e-c8e5-4193-900b-53c21899fd31/library/71f2258a-0580-44ee-89e5-43ffee7444b8" TargetMode="Externa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F13883" w:rsidP="00F13883">
          <w:pPr>
            <w:pStyle w:val="526BFA01FD0D450CB3430FA23580AEA767"/>
          </w:pPr>
          <w:r w:rsidRPr="002209A1">
            <w:rPr>
              <w:rStyle w:val="PlaceholderText"/>
              <w:color w:val="984806"/>
              <w:highlight w:val="yellow"/>
            </w:rPr>
            <w:t>Select the DG TAXUD Directorate B Unit</w:t>
          </w:r>
          <w:r>
            <w:rPr>
              <w:rStyle w:val="PlaceholderText"/>
              <w:color w:val="984806"/>
              <w:highlight w:val="yellow"/>
            </w:rPr>
            <w:t xml:space="preserve"> here</w:t>
          </w:r>
          <w:r w:rsidRPr="002209A1">
            <w:rPr>
              <w:rStyle w:val="PlaceholderText"/>
              <w:color w:val="984806"/>
              <w:highlight w:val="yellow"/>
            </w:rPr>
            <w:t>.</w:t>
          </w:r>
        </w:p>
      </w:docPartBody>
    </w:docPart>
    <w:docPart>
      <w:docPartPr>
        <w:name w:val="598AB59B6B75460F9C373AF1DF352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E548-5184-4A94-8FE5-499D158C9BE4}"/>
      </w:docPartPr>
      <w:docPartBody>
        <w:p w:rsidR="0036504B" w:rsidRDefault="00F13883" w:rsidP="00F13883">
          <w:pPr>
            <w:pStyle w:val="598AB59B6B75460F9C373AF1DF352DD635"/>
          </w:pPr>
          <w:r>
            <w:rPr>
              <w:rStyle w:val="PlaceholderText"/>
              <w:color w:val="984806"/>
            </w:rPr>
            <w:t>Select the status here</w:t>
          </w:r>
          <w:r w:rsidRPr="006F24AA">
            <w:rPr>
              <w:rStyle w:val="PlaceholderText"/>
              <w:color w:val="984806"/>
            </w:rPr>
            <w:t>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F13883" w:rsidP="00F13883">
          <w:pPr>
            <w:pStyle w:val="E522F8A849254428B717D268491E703B30"/>
          </w:pPr>
          <w:r w:rsidRPr="00417D3E">
            <w:rPr>
              <w:rStyle w:val="PlaceholderText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F13883" w:rsidP="00F13883">
          <w:pPr>
            <w:pStyle w:val="B7176F666F3A44F7B71DD309399905535"/>
          </w:pPr>
          <w:r w:rsidRPr="007A502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FA2A0D700DD94E0B970A6D2F8DEC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F175-49B5-48C5-A0AE-A06FBA3D55F9}"/>
      </w:docPartPr>
      <w:docPartBody>
        <w:p w:rsidR="005C15F8" w:rsidRDefault="00F13883" w:rsidP="00F13883">
          <w:pPr>
            <w:pStyle w:val="FA2A0D700DD94E0B970A6D2F8DECC9702"/>
          </w:pPr>
          <w:r w:rsidRPr="00D049F7">
            <w:rPr>
              <w:rStyle w:val="PlaceholderText"/>
              <w:szCs w:val="16"/>
              <w:lang w:eastAsia="en-US"/>
            </w:rPr>
            <w:t>Select the confidentiality classification level here.</w:t>
          </w:r>
        </w:p>
      </w:docPartBody>
    </w:docPart>
    <w:docPart>
      <w:docPartPr>
        <w:name w:val="322870AC51AE4F22ADC8C770328A7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61E41-613E-47C1-A29C-8889107EF0E3}"/>
      </w:docPartPr>
      <w:docPartBody>
        <w:p w:rsidR="000711C8" w:rsidRDefault="000711C8" w:rsidP="000711C8">
          <w:pPr>
            <w:pStyle w:val="322870AC51AE4F22ADC8C770328A7965"/>
          </w:pPr>
          <w:r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0215F321C419430BB62234469190D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AA14A-F9A4-42D0-9AF6-B54DF313C06B}"/>
      </w:docPartPr>
      <w:docPartBody>
        <w:p w:rsidR="00645CC0" w:rsidRDefault="0050361C" w:rsidP="0050361C">
          <w:pPr>
            <w:pStyle w:val="0215F321C419430BB62234469190D2DF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EB577D34D42D45B099123E9649735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32D79-16D3-4C79-A334-FC2582BD1009}"/>
      </w:docPartPr>
      <w:docPartBody>
        <w:p w:rsidR="00C43829" w:rsidRDefault="00AF64F5" w:rsidP="00AF64F5">
          <w:pPr>
            <w:pStyle w:val="EB577D34D42D45B099123E964973508E"/>
          </w:pPr>
          <w:r>
            <w:rPr>
              <w:rFonts w:eastAsia="PMingLiU"/>
              <w:color w:val="984806"/>
              <w:sz w:val="20"/>
            </w:rPr>
            <w:t>E</w:t>
          </w:r>
          <w:r>
            <w:rPr>
              <w:rStyle w:val="PlaceholderText"/>
              <w:color w:val="984806"/>
              <w:sz w:val="20"/>
            </w:rPr>
            <w:t>nter the date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BEHIZ+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 47 Condense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01441"/>
    <w:rsid w:val="000711C8"/>
    <w:rsid w:val="000853CF"/>
    <w:rsid w:val="00095664"/>
    <w:rsid w:val="000B1C56"/>
    <w:rsid w:val="00204C18"/>
    <w:rsid w:val="002758FB"/>
    <w:rsid w:val="00284967"/>
    <w:rsid w:val="00294D60"/>
    <w:rsid w:val="00340D08"/>
    <w:rsid w:val="0036504B"/>
    <w:rsid w:val="003D041B"/>
    <w:rsid w:val="00400930"/>
    <w:rsid w:val="00440C03"/>
    <w:rsid w:val="00455624"/>
    <w:rsid w:val="00491208"/>
    <w:rsid w:val="004922FC"/>
    <w:rsid w:val="004932D4"/>
    <w:rsid w:val="0050361C"/>
    <w:rsid w:val="00561D22"/>
    <w:rsid w:val="0057028B"/>
    <w:rsid w:val="00593826"/>
    <w:rsid w:val="005C15F8"/>
    <w:rsid w:val="005E41D5"/>
    <w:rsid w:val="006414E7"/>
    <w:rsid w:val="00645CC0"/>
    <w:rsid w:val="00661DE5"/>
    <w:rsid w:val="006F2B6A"/>
    <w:rsid w:val="007709AD"/>
    <w:rsid w:val="007804E1"/>
    <w:rsid w:val="00784E21"/>
    <w:rsid w:val="007D7CDB"/>
    <w:rsid w:val="009141AB"/>
    <w:rsid w:val="00953466"/>
    <w:rsid w:val="0098411C"/>
    <w:rsid w:val="009B7A23"/>
    <w:rsid w:val="009D1201"/>
    <w:rsid w:val="00AF64F5"/>
    <w:rsid w:val="00B001E8"/>
    <w:rsid w:val="00B41D21"/>
    <w:rsid w:val="00BC0AF5"/>
    <w:rsid w:val="00BC1354"/>
    <w:rsid w:val="00BF6052"/>
    <w:rsid w:val="00C057DD"/>
    <w:rsid w:val="00C20042"/>
    <w:rsid w:val="00C43829"/>
    <w:rsid w:val="00C53A5D"/>
    <w:rsid w:val="00CC3ADC"/>
    <w:rsid w:val="00CD2962"/>
    <w:rsid w:val="00CD2F63"/>
    <w:rsid w:val="00CE68D2"/>
    <w:rsid w:val="00D40407"/>
    <w:rsid w:val="00D91C32"/>
    <w:rsid w:val="00DE4EF9"/>
    <w:rsid w:val="00E13021"/>
    <w:rsid w:val="00E22F17"/>
    <w:rsid w:val="00E67D37"/>
    <w:rsid w:val="00EB611C"/>
    <w:rsid w:val="00EE6024"/>
    <w:rsid w:val="00EF11FA"/>
    <w:rsid w:val="00F13883"/>
    <w:rsid w:val="00F76F9B"/>
    <w:rsid w:val="00F93B07"/>
    <w:rsid w:val="00FA10C8"/>
    <w:rsid w:val="00FE3903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64F5"/>
    <w:rPr>
      <w:color w:val="2C8F6C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526BFA01FD0D450CB3430FA23580AEA767">
    <w:name w:val="526BFA01FD0D450CB3430FA23580AEA767"/>
    <w:rsid w:val="00F13883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598AB59B6B75460F9C373AF1DF352DD635">
    <w:name w:val="598AB59B6B75460F9C373AF1DF352DD6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522F8A849254428B717D268491E703B30">
    <w:name w:val="E522F8A849254428B717D268491E703B30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5">
    <w:name w:val="B7176F666F3A44F7B71DD309399905535"/>
    <w:rsid w:val="00F13883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2">
    <w:name w:val="FA2A0D700DD94E0B970A6D2F8DECC9702"/>
    <w:rsid w:val="00F13883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322870AC51AE4F22ADC8C770328A7965">
    <w:name w:val="322870AC51AE4F22ADC8C770328A7965"/>
    <w:rsid w:val="000711C8"/>
    <w:rPr>
      <w:lang w:val="en-US" w:eastAsia="en-US"/>
    </w:rPr>
  </w:style>
  <w:style w:type="paragraph" w:customStyle="1" w:styleId="0215F321C419430BB62234469190D2DF">
    <w:name w:val="0215F321C419430BB62234469190D2DF"/>
    <w:rsid w:val="0050361C"/>
    <w:rPr>
      <w:lang w:val="en-US" w:eastAsia="en-US"/>
    </w:rPr>
  </w:style>
  <w:style w:type="paragraph" w:customStyle="1" w:styleId="EB577D34D42D45B099123E964973508E">
    <w:name w:val="EB577D34D42D45B099123E964973508E"/>
    <w:rsid w:val="00AF64F5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3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2023-03-01T00:00:00</DocumentDate>
  <DocumentVersion>4.12</DocumentVersion>
  <CompatibilityMode>Eurolook10</CompatibilityMode>
  <Address/>
</EurolookProperties>
</file>

<file path=customXml/item4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SOFT-DEV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a894a443-41ca-4674-a0ca-7f2187ec13d3">08</SC>
    <Deliverable_x0020_Version xmlns="f83f78d0-ea74-419c-930c-d2014041d8c8">4.12</Deliverable_x0020_Version>
    <Deliverable_x0020_Id xmlns="f83f78d0-ea74-419c-930c-d2014041d8c8">DLV-275-6.8-100-7-21</Deliverable_x0020_Id>
    <TaxCatchAll xmlns="2452458b-67d1-4758-83da-cd69c1b8e177" xsi:nil="true"/>
    <Delivery_x0020_Date xmlns="a894a443-41ca-4674-a0ca-7f2187ec13d3">2023-02-28T22:00:00+00:00</Delivery_x0020_Date>
    <RfA xmlns="f83f78d0-ea74-419c-930c-d2014041d8c8">SC08-RfA275</RfA>
    <lcf76f155ced4ddcb4097134ff3c332f xmlns="462020b6-09bd-43ca-b5d2-579377b4b07a">
      <Terms xmlns="http://schemas.microsoft.com/office/infopath/2007/PartnerControls"/>
    </lcf76f155ced4ddcb4097134ff3c332f>
    <Deliverable_x0020_Status xmlns="f83f78d0-ea74-419c-930c-d2014041d8c8">SfA</Deliverable_x0020_Status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7874F53D97D4989934781320744CD" ma:contentTypeVersion="21" ma:contentTypeDescription="Create a new document." ma:contentTypeScope="" ma:versionID="e8c77eceb4f9cdf400ca3724476d16fd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462020b6-09bd-43ca-b5d2-579377b4b07a" targetNamespace="http://schemas.microsoft.com/office/2006/metadata/properties" ma:root="true" ma:fieldsID="ddbf0ad7beba5eb16a0dd73a3a2e582a" ns2:_="" ns3:_="" ns4:_="" ns5:_="">
    <xsd:import namespace="f83f78d0-ea74-419c-930c-d2014041d8c8"/>
    <xsd:import namespace="a894a443-41ca-4674-a0ca-7f2187ec13d3"/>
    <xsd:import namespace="2452458b-67d1-4758-83da-cd69c1b8e177"/>
    <xsd:import namespace="462020b6-09bd-43ca-b5d2-579377b4b07a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4:TaxCatchAll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LengthInSecond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d3cfb17-e01e-4a67-b490-591668017e02}" ma:internalName="TaxCatchAll" ma:showField="CatchAllData" ma:web="2452458b-67d1-4758-83da-cd69c1b8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020b6-09bd-43ca-b5d2-579377b4b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Props1.xml><?xml version="1.0" encoding="utf-8"?>
<ds:datastoreItem xmlns:ds="http://schemas.openxmlformats.org/officeDocument/2006/customXml" ds:itemID="{B8BBB579-B5CE-44C1-B4AD-C0A3C2B25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C28E01-2864-4944-8656-536254877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A5527-7367-4268-9D83-5125C98D0ED2}">
  <ds:schemaRefs/>
</ds:datastoreItem>
</file>

<file path=customXml/itemProps4.xml><?xml version="1.0" encoding="utf-8"?>
<ds:datastoreItem xmlns:ds="http://schemas.openxmlformats.org/officeDocument/2006/customXml" ds:itemID="{EE044946-5330-43F7-8D16-AA78684F2938}">
  <ds:schemaRefs/>
</ds:datastoreItem>
</file>

<file path=customXml/itemProps5.xml><?xml version="1.0" encoding="utf-8"?>
<ds:datastoreItem xmlns:ds="http://schemas.openxmlformats.org/officeDocument/2006/customXml" ds:itemID="{6DB0BF55-7A89-4DB2-B1B0-36117AF8F55B}">
  <ds:schemaRefs>
    <ds:schemaRef ds:uri="http://schemas.microsoft.com/office/2006/metadata/properties"/>
    <ds:schemaRef ds:uri="http://schemas.microsoft.com/office/infopath/2007/PartnerControls"/>
    <ds:schemaRef ds:uri="a894a443-41ca-4674-a0ca-7f2187ec13d3"/>
    <ds:schemaRef ds:uri="f83f78d0-ea74-419c-930c-d2014041d8c8"/>
    <ds:schemaRef ds:uri="2452458b-67d1-4758-83da-cd69c1b8e177"/>
    <ds:schemaRef ds:uri="462020b6-09bd-43ca-b5d2-579377b4b07a"/>
  </ds:schemaRefs>
</ds:datastoreItem>
</file>

<file path=customXml/itemProps6.xml><?xml version="1.0" encoding="utf-8"?>
<ds:datastoreItem xmlns:ds="http://schemas.openxmlformats.org/officeDocument/2006/customXml" ds:itemID="{017E4BB6-B1BB-4470-A705-31E86B3AE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462020b6-09bd-43ca-b5d2-579377b4b0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4EF90DE6-88B6-4264-9629-4D8DFDFE87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152</TotalTime>
  <Pages>1</Pages>
  <Words>1447</Words>
  <Characters>8251</Characters>
  <Application>Microsoft Office Word</Application>
  <DocSecurity>4</DocSecurity>
  <PresentationFormat>Microsoft Word 14.0</PresentationFormat>
  <Lines>68</Lines>
  <Paragraphs>19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Correspondence CN codes - EPC</vt:lpstr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Correspondence CN codes – EPC</dc:title>
  <dc:subject>EMCS Phase 4</dc:subject>
  <dc:creator>ITSM3 TES</dc:creator>
  <cp:keywords/>
  <dc:description/>
  <cp:lastModifiedBy>KARAGIANNAKIS George</cp:lastModifiedBy>
  <cp:revision>93</cp:revision>
  <cp:lastPrinted>2019-07-06T00:29:00Z</cp:lastPrinted>
  <dcterms:created xsi:type="dcterms:W3CDTF">2020-10-21T16:51:00Z</dcterms:created>
  <dcterms:modified xsi:type="dcterms:W3CDTF">2023-03-04T03:20:00Z</dcterms:modified>
  <cp:contentStatus>Sensitive non-classified (SNC)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0x0101002A27874F53D97D4989934781320744CD</vt:lpwstr>
  </property>
  <property fmtid="{D5CDD505-2E9C-101B-9397-08002B2CF9AE}" pid="5" name="SfRFilename">
    <vt:lpwstr>SDEV-EMCS-P4-FESS-v4.11.docx</vt:lpwstr>
  </property>
  <property fmtid="{D5CDD505-2E9C-101B-9397-08002B2CF9AE}" pid="6" name="MediaServiceImageTags">
    <vt:lpwstr/>
  </property>
</Properties>
</file>